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261" type="#_x0000_t75">
            <v:imagedata r:id="rId6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3010: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NSR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20100311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Functional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Testing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2932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7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purpose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Intake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00" w:right="898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86pt;mso-position-horizontal-relative:page;mso-position-vertical-relative:paragraph;z-index:-4260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5993pt;mso-position-horizontal-relative:page;mso-position-vertical-relative:paragraph;z-index:-4259" coordorigin="710,33" coordsize="10820,452">
            <v:shape style="position:absolute;left:2143;top:33;width:585;height:117" type="#_x0000_t75">
              <v:imagedata r:id="rId8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pt;width:541.0pt;height:18.399998pt;mso-position-horizontal-relative:page;mso-position-vertical-relative:paragraph;z-index:-4258" coordorigin="710,454" coordsize="10820,368">
            <v:group style="position:absolute;left:725;top:494;width:638;height:288" coordorigin="725,494" coordsize="638,288">
              <v:shape style="position:absolute;left:725;top:494;width:638;height:288" coordorigin="725,494" coordsize="638,288" path="m725,494l1363,494,1363,782,725,782,725,494e" filled="t" fillcolor="#E6E6E6" stroked="f">
                <v:path arrowok="t"/>
                <v:fill/>
              </v:shape>
            </v:group>
            <v:group style="position:absolute;left:717;top:461;width:651;height:2" coordorigin="717,461" coordsize="651,2">
              <v:shape style="position:absolute;left:717;top:461;width:651;height:2" coordorigin="717,461" coordsize="651,0" path="m718,461l1370,461e" filled="f" stroked="t" strokeweight=".666667pt" strokecolor="#E6E6E6">
                <v:path arrowok="t"/>
              </v:shape>
            </v:group>
            <v:group style="position:absolute;left:723;top:487;width:641;height:2" coordorigin="723,487" coordsize="641,2">
              <v:shape style="position:absolute;left:723;top:487;width:641;height:2" coordorigin="723,487" coordsize="641,0" path="m732,487l1373,487e" filled="f" stroked="t" strokeweight=".666667pt" strokecolor="#E6E6E6">
                <v:path arrowok="t"/>
              </v:shape>
            </v:group>
            <v:group style="position:absolute;left:723;top:789;width:641;height:2" coordorigin="723,789" coordsize="641,2">
              <v:shape style="position:absolute;left:723;top:789;width:641;height:2" coordorigin="723,789" coordsize="641,0" path="m727,789l1368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373;top:494;width:638;height:288" coordorigin="1373,494" coordsize="638,288">
              <v:shape style="position:absolute;left:1373;top:494;width:638;height:288" coordorigin="1373,494" coordsize="638,288" path="m1373,494l2011,494,2011,782,1373,782,1373,494e" filled="t" fillcolor="#E6E6E6" stroked="f">
                <v:path arrowok="t"/>
                <v:fill/>
              </v:shape>
            </v:group>
            <v:group style="position:absolute;left:1368;top:461;width:648;height:2" coordorigin="1368,461" coordsize="648,2">
              <v:shape style="position:absolute;left:1368;top:461;width:648;height:2" coordorigin="1368,461" coordsize="648,0" path="m1368,461l2016,461e" filled="f" stroked="t" strokeweight=".666667pt" strokecolor="#E6E6E6">
                <v:path arrowok="t"/>
              </v:shape>
            </v:group>
            <v:group style="position:absolute;left:1371;top:487;width:641;height:2" coordorigin="1371,487" coordsize="641,2">
              <v:shape style="position:absolute;left:1371;top:487;width:641;height:2" coordorigin="1371,487" coordsize="641,0" path="m1375,487l2016,487e" filled="f" stroked="t" strokeweight=".666667pt" strokecolor="#E6E6E6">
                <v:path arrowok="t"/>
              </v:shape>
            </v:group>
            <v:group style="position:absolute;left:1371;top:789;width:641;height:2" coordorigin="1371,789" coordsize="641,2">
              <v:shape style="position:absolute;left:1371;top:789;width:641;height:2" coordorigin="1371,789" coordsize="641,0" path="m1375,789l2016,789e" filled="f" stroked="t" strokeweight=".666667pt" strokecolor="#E6E6E6">
                <v:path arrowok="t"/>
              </v:shape>
            </v:group>
            <v:group style="position:absolute;left:2021;top:494;width:638;height:288" coordorigin="2021,494" coordsize="638,288">
              <v:shape style="position:absolute;left:2021;top:494;width:638;height:288" coordorigin="2021,494" coordsize="638,288" path="m2021,494l2659,494,2659,782,2021,782,2021,494e" filled="t" fillcolor="#E6E6E6" stroked="f">
                <v:path arrowok="t"/>
                <v:fill/>
              </v:shape>
            </v:group>
            <v:group style="position:absolute;left:2016;top:461;width:648;height:2" coordorigin="2016,461" coordsize="648,2">
              <v:shape style="position:absolute;left:2016;top:461;width:648;height:2" coordorigin="2016,461" coordsize="648,0" path="m2016,461l2664,461e" filled="f" stroked="t" strokeweight=".666667pt" strokecolor="#E6E6E6">
                <v:path arrowok="t"/>
              </v:shape>
            </v:group>
            <v:group style="position:absolute;left:2019;top:487;width:641;height:2" coordorigin="2019,487" coordsize="641,2">
              <v:shape style="position:absolute;left:2019;top:487;width:641;height:2" coordorigin="2019,487" coordsize="641,0" path="m2023,487l2664,487e" filled="f" stroked="t" strokeweight=".666667pt" strokecolor="#E6E6E6">
                <v:path arrowok="t"/>
              </v:shape>
            </v:group>
            <v:group style="position:absolute;left:2019;top:789;width:641;height:2" coordorigin="2019,789" coordsize="641,2">
              <v:shape style="position:absolute;left:2019;top:789;width:641;height:2" coordorigin="2019,789" coordsize="641,0" path="m2023,789l2664,789e" filled="f" stroked="t" strokeweight=".666667pt" strokecolor="#E6E6E6">
                <v:path arrowok="t"/>
              </v:shape>
            </v:group>
            <v:group style="position:absolute;left:2669;top:494;width:1934;height:288" coordorigin="2669,494" coordsize="1934,288">
              <v:shape style="position:absolute;left:2669;top:494;width:1934;height:288" coordorigin="2669,494" coordsize="1934,288" path="m2669,494l4603,494,4603,782,2669,782,2669,494e" filled="t" fillcolor="#E6E6E6" stroked="f">
                <v:path arrowok="t"/>
                <v:fill/>
              </v:shape>
            </v:group>
            <v:group style="position:absolute;left:2664;top:461;width:1944;height:2" coordorigin="2664,461" coordsize="1944,2">
              <v:shape style="position:absolute;left:2664;top:461;width:1944;height:2" coordorigin="2664,461" coordsize="1944,0" path="m2664,461l4608,461e" filled="f" stroked="t" strokeweight=".666667pt" strokecolor="#E6E6E6">
                <v:path arrowok="t"/>
              </v:shape>
            </v:group>
            <v:group style="position:absolute;left:2667;top:487;width:1937;height:2" coordorigin="2667,487" coordsize="1937,2">
              <v:shape style="position:absolute;left:2667;top:487;width:1937;height:2" coordorigin="2667,487" coordsize="1937,0" path="m2671,487l4608,487e" filled="f" stroked="t" strokeweight=".666667pt" strokecolor="#E6E6E6">
                <v:path arrowok="t"/>
              </v:shape>
            </v:group>
            <v:group style="position:absolute;left:2667;top:789;width:1937;height:2" coordorigin="2667,789" coordsize="1937,2">
              <v:shape style="position:absolute;left:2667;top:789;width:1937;height:2" coordorigin="2667,789" coordsize="1937,0" path="m2671,789l4608,789e" filled="f" stroked="t" strokeweight=".666667pt" strokecolor="#E6E6E6">
                <v:path arrowok="t"/>
              </v:shape>
            </v:group>
            <v:group style="position:absolute;left:4613;top:494;width:1610;height:288" coordorigin="4613,494" coordsize="1610,288">
              <v:shape style="position:absolute;left:4613;top:494;width:1610;height:288" coordorigin="4613,494" coordsize="1610,288" path="m4613,494l6223,494,6223,782,4613,782,4613,494e" filled="t" fillcolor="#E6E6E6" stroked="f">
                <v:path arrowok="t"/>
                <v:fill/>
              </v:shape>
            </v:group>
            <v:group style="position:absolute;left:4608;top:461;width:1620;height:2" coordorigin="4608,461" coordsize="1620,2">
              <v:shape style="position:absolute;left:4608;top:461;width:1620;height:2" coordorigin="4608,461" coordsize="1620,0" path="m4608,461l6228,461e" filled="f" stroked="t" strokeweight=".666667pt" strokecolor="#E6E6E6">
                <v:path arrowok="t"/>
              </v:shape>
            </v:group>
            <v:group style="position:absolute;left:4611;top:487;width:1613;height:2" coordorigin="4611,487" coordsize="1613,2">
              <v:shape style="position:absolute;left:4611;top:487;width:1613;height:2" coordorigin="4611,487" coordsize="1613,0" path="m4615,487l6228,487e" filled="f" stroked="t" strokeweight=".666667pt" strokecolor="#E6E6E6">
                <v:path arrowok="t"/>
              </v:shape>
            </v:group>
            <v:group style="position:absolute;left:4611;top:789;width:1613;height:2" coordorigin="4611,789" coordsize="1613,2">
              <v:shape style="position:absolute;left:4611;top:789;width:1613;height:2" coordorigin="4611,789" coordsize="1613,0" path="m4615,789l6228,789e" filled="f" stroked="t" strokeweight=".666667pt" strokecolor="#E6E6E6">
                <v:path arrowok="t"/>
              </v:shape>
            </v:group>
            <v:group style="position:absolute;left:6233;top:494;width:962;height:288" coordorigin="6233,494" coordsize="962,288">
              <v:shape style="position:absolute;left:6233;top:494;width:962;height:288" coordorigin="6233,494" coordsize="962,288" path="m6233,494l7195,494,7195,782,6233,782,6233,494e" filled="t" fillcolor="#E6E6E6" stroked="f">
                <v:path arrowok="t"/>
                <v:fill/>
              </v:shape>
            </v:group>
            <v:group style="position:absolute;left:6228;top:461;width:972;height:2" coordorigin="6228,461" coordsize="972,2">
              <v:shape style="position:absolute;left:6228;top:461;width:972;height:2" coordorigin="6228,461" coordsize="972,0" path="m6228,461l7200,461e" filled="f" stroked="t" strokeweight=".666667pt" strokecolor="#E6E6E6">
                <v:path arrowok="t"/>
              </v:shape>
            </v:group>
            <v:group style="position:absolute;left:6231;top:487;width:965;height:2" coordorigin="6231,487" coordsize="965,2">
              <v:shape style="position:absolute;left:6231;top:487;width:965;height:2" coordorigin="6231,487" coordsize="965,0" path="m6235,487l7200,487e" filled="f" stroked="t" strokeweight=".666667pt" strokecolor="#E6E6E6">
                <v:path arrowok="t"/>
              </v:shape>
            </v:group>
            <v:group style="position:absolute;left:6231;top:789;width:965;height:2" coordorigin="6231,789" coordsize="965,2">
              <v:shape style="position:absolute;left:6231;top:789;width:965;height:2" coordorigin="6231,789" coordsize="965,0" path="m6235,789l7200,789e" filled="f" stroked="t" strokeweight=".666667pt" strokecolor="#E6E6E6">
                <v:path arrowok="t"/>
              </v:shape>
            </v:group>
            <v:group style="position:absolute;left:7205;top:494;width:962;height:288" coordorigin="7205,494" coordsize="962,288">
              <v:shape style="position:absolute;left:7205;top:494;width:962;height:288" coordorigin="7205,494" coordsize="962,288" path="m7205,494l8167,494,8167,782,7205,782,7205,494e" filled="t" fillcolor="#E6E6E6" stroked="f">
                <v:path arrowok="t"/>
                <v:fill/>
              </v:shape>
            </v:group>
            <v:group style="position:absolute;left:7200;top:461;width:972;height:2" coordorigin="7200,461" coordsize="972,2">
              <v:shape style="position:absolute;left:7200;top:461;width:972;height:2" coordorigin="7200,461" coordsize="972,0" path="m7200,461l8172,461e" filled="f" stroked="t" strokeweight=".666667pt" strokecolor="#E6E6E6">
                <v:path arrowok="t"/>
              </v:shape>
            </v:group>
            <v:group style="position:absolute;left:7203;top:487;width:965;height:2" coordorigin="7203,487" coordsize="965,2">
              <v:shape style="position:absolute;left:7203;top:487;width:965;height:2" coordorigin="7203,487" coordsize="965,0" path="m7207,487l8172,487e" filled="f" stroked="t" strokeweight=".666667pt" strokecolor="#E6E6E6">
                <v:path arrowok="t"/>
              </v:shape>
            </v:group>
            <v:group style="position:absolute;left:7203;top:789;width:965;height:2" coordorigin="7203,789" coordsize="965,2">
              <v:shape style="position:absolute;left:7203;top:789;width:965;height:2" coordorigin="7203,789" coordsize="965,0" path="m7207,789l8172,789e" filled="f" stroked="t" strokeweight=".666667pt" strokecolor="#E6E6E6">
                <v:path arrowok="t"/>
              </v:shape>
            </v:group>
            <v:group style="position:absolute;left:8177;top:494;width:1826;height:288" coordorigin="8177,494" coordsize="1826,288">
              <v:shape style="position:absolute;left:8177;top:494;width:1826;height:288" coordorigin="8177,494" coordsize="1826,288" path="m8177,494l10003,494,10003,782,8177,782,8177,494e" filled="t" fillcolor="#E6E6E6" stroked="f">
                <v:path arrowok="t"/>
                <v:fill/>
              </v:shape>
            </v:group>
            <v:group style="position:absolute;left:8172;top:461;width:1836;height:2" coordorigin="8172,461" coordsize="1836,2">
              <v:shape style="position:absolute;left:8172;top:461;width:1836;height:2" coordorigin="8172,461" coordsize="1836,0" path="m8172,461l10008,461e" filled="f" stroked="t" strokeweight=".666667pt" strokecolor="#E6E6E6">
                <v:path arrowok="t"/>
              </v:shape>
            </v:group>
            <v:group style="position:absolute;left:8175;top:487;width:1829;height:2" coordorigin="8175,487" coordsize="1829,2">
              <v:shape style="position:absolute;left:8175;top:487;width:1829;height:2" coordorigin="8175,487" coordsize="1829,0" path="m8179,487l10008,487e" filled="f" stroked="t" strokeweight=".666667pt" strokecolor="#E6E6E6">
                <v:path arrowok="t"/>
              </v:shape>
            </v:group>
            <v:group style="position:absolute;left:8175;top:789;width:1829;height:2" coordorigin="8175,789" coordsize="1829,2">
              <v:shape style="position:absolute;left:8175;top:789;width:1829;height:2" coordorigin="8175,789" coordsize="1829,0" path="m8179,789l10008,789e" filled="f" stroked="t" strokeweight=".666667pt" strokecolor="#E6E6E6">
                <v:path arrowok="t"/>
              </v:shape>
            </v:group>
            <v:group style="position:absolute;left:10013;top:494;width:746;height:288" coordorigin="10013,494" coordsize="746,288">
              <v:shape style="position:absolute;left:10013;top:494;width:746;height:288" coordorigin="10013,494" coordsize="746,288" path="m10013,494l10759,494,10759,782,10013,782,10013,494e" filled="t" fillcolor="#E6E6E6" stroked="f">
                <v:path arrowok="t"/>
                <v:fill/>
              </v:shape>
            </v:group>
            <v:group style="position:absolute;left:10008;top:461;width:756;height:2" coordorigin="10008,461" coordsize="756,2">
              <v:shape style="position:absolute;left:10008;top:461;width:756;height:2" coordorigin="10008,461" coordsize="756,0" path="m10008,461l10764,461e" filled="f" stroked="t" strokeweight=".666667pt" strokecolor="#E6E6E6">
                <v:path arrowok="t"/>
              </v:shape>
            </v:group>
            <v:group style="position:absolute;left:10011;top:487;width:749;height:2" coordorigin="10011,487" coordsize="749,2">
              <v:shape style="position:absolute;left:10011;top:487;width:749;height:2" coordorigin="10011,487" coordsize="749,0" path="m10015,487l10764,487e" filled="f" stroked="t" strokeweight=".666667pt" strokecolor="#E6E6E6">
                <v:path arrowok="t"/>
              </v:shape>
            </v:group>
            <v:group style="position:absolute;left:10011;top:789;width:749;height:2" coordorigin="10011,789" coordsize="749,2">
              <v:shape style="position:absolute;left:10011;top:789;width:749;height:2" coordorigin="10011,789" coordsize="749,0" path="m10015,789l10764,789e" filled="f" stroked="t" strokeweight=".666667pt" strokecolor="#E6E6E6">
                <v:path arrowok="t"/>
              </v:shape>
            </v:group>
            <v:group style="position:absolute;left:10769;top:494;width:746;height:288" coordorigin="10769,494" coordsize="746,288">
              <v:shape style="position:absolute;left:10769;top:494;width:746;height:288" coordorigin="10769,494" coordsize="746,288" path="m10769,494l11515,494,11515,782,10769,782,10769,494e" filled="t" fillcolor="#E6E6E6" stroked="f">
                <v:path arrowok="t"/>
                <v:fill/>
              </v:shape>
            </v:group>
            <v:group style="position:absolute;left:10764;top:461;width:759;height:2" coordorigin="10764,461" coordsize="759,2">
              <v:shape style="position:absolute;left:10764;top:461;width:759;height:2" coordorigin="10764,461" coordsize="759,0" path="m10764,461l11523,461e" filled="f" stroked="t" strokeweight=".666667pt" strokecolor="#E6E6E6">
                <v:path arrowok="t"/>
              </v:shape>
            </v:group>
            <v:group style="position:absolute;left:10767;top:487;width:749;height:2" coordorigin="10767,487" coordsize="749,2">
              <v:shape style="position:absolute;left:10767;top:487;width:749;height:2" coordorigin="10767,487" coordsize="749,0" path="m10771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767;top:789;width:749;height:2" coordorigin="10767,789" coordsize="749,2">
              <v:shape style="position:absolute;left:10767;top:789;width:749;height:2" coordorigin="10767,789" coordsize="749,0" path="m10771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68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Cases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footer="979" w:top="1360" w:bottom="1160" w:left="620" w:right="640"/>
          <w:footerReference w:type="default" r:id="rId5"/>
          <w:type w:val="continuous"/>
          <w:pgSz w:w="12240" w:h="15840"/>
        </w:sectPr>
      </w:pPr>
      <w:rPr/>
    </w:p>
    <w:p>
      <w:pPr>
        <w:spacing w:before="44" w:after="0" w:line="240" w:lineRule="auto"/>
        <w:ind w:left="205"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592003pt;margin-top:2.694926pt;width:37.957999pt;height:14.4pt;mso-position-horizontal-relative:page;mso-position-vertical-relative:paragraph;z-index:-4262" type="#_x0000_t202" filled="f" stroked="f">
            <v:textbox inset="0,0,0,0">
              <w:txbxContent>
                <w:p>
                  <w:pPr>
                    <w:spacing w:before="0" w:after="0" w:line="128" w:lineRule="exact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on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58"/>
        <w:jc w:val="left"/>
        <w:tabs>
          <w:tab w:pos="480" w:val="left"/>
          <w:tab w:pos="3020" w:val="left"/>
          <w:tab w:pos="4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4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tabs>
          <w:tab w:pos="182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Team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Area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4" w:equalWidth="0">
            <w:col w:w="632" w:space="430"/>
            <w:col w:w="4945" w:space="678"/>
            <w:col w:w="574" w:space="398"/>
            <w:col w:w="3323"/>
          </w:cols>
        </w:sectPr>
      </w:pPr>
      <w:rPr/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00" w:right="-58"/>
        <w:jc w:val="left"/>
        <w:tabs>
          <w:tab w:pos="9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1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90122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00" w:right="-58"/>
        <w:jc w:val="left"/>
        <w:tabs>
          <w:tab w:pos="9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90125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00" w:right="-58"/>
        <w:jc w:val="left"/>
        <w:tabs>
          <w:tab w:pos="9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3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90133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8" w:after="0" w:line="136" w:lineRule="exact"/>
        <w:ind w:left="45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Accession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58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Result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VistA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(OR*3.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33" w:lineRule="exact"/>
        <w:ind w:left="45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6" w:after="0" w:line="136" w:lineRule="exact"/>
        <w:ind w:left="45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73pt;margin-top:.794906pt;width:540.250055pt;height:.500082pt;mso-position-horizontal-relative:page;mso-position-vertical-relative:paragraph;z-index:-4257" coordorigin="717,16" coordsize="10805,10">
            <v:group style="position:absolute;left:720;top:18;width:10800;height:2" coordorigin="720,18" coordsize="10800,2">
              <v:shape style="position:absolute;left:720;top:18;width:10800;height:2" coordorigin="720,18" coordsize="10800,0" path="m720,18l11520,18e" filled="f" stroked="t" strokeweight=".250018pt" strokecolor="#DFDFDF">
                <v:path arrowok="t"/>
              </v:shape>
            </v:group>
            <v:group style="position:absolute;left:720;top:23;width:10800;height:2" coordorigin="720,23" coordsize="10800,2">
              <v:shape style="position:absolute;left:720;top:23;width:10800;height:2" coordorigin="720,23" coordsize="10800,0" path="m720,23l11520,23e" filled="f" stroked="t" strokeweight=".250056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58" w:lineRule="exact"/>
        <w:ind w:right="-6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(OR*3.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33" w:lineRule="exact"/>
        <w:ind w:left="45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6" w:after="0" w:line="136" w:lineRule="exact"/>
        <w:ind w:left="454" w:right="-5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73pt;margin-top:.794942pt;width:540.250055pt;height:.500001pt;mso-position-horizontal-relative:page;mso-position-vertical-relative:paragraph;z-index:-4256" coordorigin="717,16" coordsize="10805,10">
            <v:group style="position:absolute;left:720;top:18;width:10800;height:2" coordorigin="720,18" coordsize="10800,2">
              <v:shape style="position:absolute;left:720;top:18;width:10800;height:2" coordorigin="720,18" coordsize="10800,0" path="m720,18l11520,18e" filled="f" stroked="t" strokeweight=".250056pt" strokecolor="#DFDFDF">
                <v:path arrowok="t"/>
              </v:shape>
            </v:group>
            <v:group style="position:absolute;left:720;top:23;width:10800;height:2" coordorigin="720,23" coordsize="10800,2">
              <v:shape style="position:absolute;left:720;top:23;width:10800;height:2" coordorigin="720,23" coordsize="10800,0" path="m720,23l11520,23e" filled="f" stroked="t" strokeweight=".250007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58" w:lineRule="exact"/>
        <w:ind w:right="-6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(OR*3.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33" w:lineRule="exact"/>
        <w:ind w:left="45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61"/>
        <w:jc w:val="left"/>
        <w:tabs>
          <w:tab w:pos="16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Approved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61"/>
        <w:jc w:val="left"/>
        <w:tabs>
          <w:tab w:pos="16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Approved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tabs>
          <w:tab w:pos="16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Approved</w:t>
      </w:r>
    </w:p>
    <w:p>
      <w:pPr>
        <w:spacing w:before="48" w:after="0" w:line="254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7" w:after="0" w:line="87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77pt;margin-top:.34493pt;width:540.250041pt;height:.499994pt;mso-position-horizontal-relative:page;mso-position-vertical-relative:paragraph;z-index:-4255" coordorigin="717,7" coordsize="10805,10">
            <v:group style="position:absolute;left:720;top:9;width:10800;height:2" coordorigin="720,9" coordsize="10800,2">
              <v:shape style="position:absolute;left:720;top:9;width:10800;height:2" coordorigin="720,9" coordsize="10800,0" path="m720,9l11520,9e" filled="f" stroked="t" strokeweight=".250007pt" strokecolor="#DFDFDF">
                <v:path arrowok="t"/>
              </v:shape>
            </v:group>
            <v:group style="position:absolute;left:720;top:14;width:10800;height:2" coordorigin="720,14" coordsize="10800,2">
              <v:shape style="position:absolute;left:720;top:14;width:10800;height:2" coordorigin="720,14" coordsize="10800,0" path="m720,14l11520,14e" filled="f" stroked="t" strokeweight=".250042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48" w:after="0" w:line="250" w:lineRule="auto"/>
        <w:ind w:right="266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Accession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Result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VistA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0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0" w:after="0" w:line="250" w:lineRule="auto"/>
        <w:ind w:right="33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6" w:equalWidth="0">
            <w:col w:w="1289" w:space="401"/>
            <w:col w:w="2268" w:space="130"/>
            <w:col w:w="2134" w:space="458"/>
            <w:col w:w="494" w:space="478"/>
            <w:col w:w="1708" w:space="128"/>
            <w:col w:w="1492"/>
          </w:cols>
        </w:sectPr>
      </w:pPr>
      <w:rPr/>
    </w:p>
    <w:p>
      <w:pPr>
        <w:spacing w:before="0" w:after="0" w:line="97" w:lineRule="exact"/>
        <w:ind w:left="2115" w:right="2321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115.5pt;margin-top:2.307888pt;width:8pt;height:8pt;mso-position-horizontal-relative:page;mso-position-vertical-relative:paragraph;z-index:-4253" type="#_x0000_t75">
            <v:imagedata r:id="rId12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1pt;margin-top:3.6pt;width:54.440001pt;height:6pt;mso-position-horizontal-relative:page;mso-position-vertical-relative:paragraph;z-index:-4250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tabs>
                      <w:tab w:pos="740" w:val="left"/>
                    </w:tabs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  <w:t>4</w:t>
                    <w:tab/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90134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Sign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Medication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9" w:lineRule="exact"/>
        <w:ind w:left="2144" w:right="-69"/>
        <w:jc w:val="left"/>
        <w:tabs>
          <w:tab w:pos="4080" w:val="left"/>
          <w:tab w:pos="57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Approved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88" w:after="0" w:line="135" w:lineRule="exact"/>
        <w:ind w:left="2115" w:right="2481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77pt;margin-top:4.394876pt;width:540.250041pt;height:.500082pt;mso-position-horizontal-relative:page;mso-position-vertical-relative:paragraph;z-index:-4254" coordorigin="717,88" coordsize="10805,10">
            <v:group style="position:absolute;left:720;top:90;width:10800;height:2" coordorigin="720,90" coordsize="10800,2">
              <v:shape style="position:absolute;left:720;top:90;width:10800;height:2" coordorigin="720,90" coordsize="10800,0" path="m720,90l11520,90e" filled="f" stroked="t" strokeweight=".250042pt" strokecolor="#DFDFDF">
                <v:path arrowok="t"/>
              </v:shape>
            </v:group>
            <v:group style="position:absolute;left:720;top:95;width:10800;height:2" coordorigin="720,95" coordsize="10800,2">
              <v:shape style="position:absolute;left:720;top:95;width:10800;height:2" coordorigin="720,95" coordsize="10800,0" path="m720,95l11520,95e" filled="f" stroked="t" strokeweight=".250031pt" strokecolor="#DFDFDF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15.5pt;margin-top:14.673923pt;width:8pt;height:8.0pt;mso-position-horizontal-relative:page;mso-position-vertical-relative:paragraph;z-index:-4251" type="#_x0000_t75">
            <v:imagedata r:id="rId13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56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0" w:after="0" w:line="123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Sign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8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4" w:equalWidth="0">
            <w:col w:w="6222" w:space="458"/>
            <w:col w:w="461" w:space="511"/>
            <w:col w:w="1708" w:space="128"/>
            <w:col w:w="1492"/>
          </w:cols>
        </w:sectPr>
      </w:pPr>
      <w:rPr/>
    </w:p>
    <w:p>
      <w:pPr>
        <w:spacing w:before="80" w:after="0" w:line="240" w:lineRule="auto"/>
        <w:ind w:left="200" w:right="-58"/>
        <w:jc w:val="left"/>
        <w:tabs>
          <w:tab w:pos="9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679.571045pt;width:539.999999pt;height:.1pt;mso-position-horizontal-relative:page;mso-position-vertical-relative:page;z-index:-4252" coordorigin="720,13591" coordsize="10800,2">
            <v:shape style="position:absolute;left:720;top:13591;width:10800;height:2" coordorigin="720,13591" coordsize="10800,0" path="m720,13591l11520,13591e" filled="f" stroked="t" strokeweight=".500031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95701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" w:after="0" w:line="250" w:lineRule="auto"/>
        <w:ind w:left="454"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with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Estimated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Creatinine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Clearance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(OR*3.0*420).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0" w:after="0" w:line="183" w:lineRule="exact"/>
        <w:ind w:right="-69"/>
        <w:jc w:val="left"/>
        <w:tabs>
          <w:tab w:pos="162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4"/>
        </w:rPr>
        <w:t>  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4"/>
        </w:rPr>
        <w:t>Lucy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7" w:lineRule="exact"/>
        <w:ind w:right="407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8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with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Estimated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Creatinine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Clearance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5" w:equalWidth="0">
            <w:col w:w="1289" w:space="401"/>
            <w:col w:w="2269" w:space="129"/>
            <w:col w:w="3453" w:space="111"/>
            <w:col w:w="1568" w:space="268"/>
            <w:col w:w="1492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576" w:right="-20"/>
        <w:jc w:val="left"/>
        <w:tabs>
          <w:tab w:pos="1560" w:val="left"/>
          <w:tab w:pos="2460" w:val="left"/>
          <w:tab w:pos="4200" w:val="left"/>
          <w:tab w:pos="5920" w:val="left"/>
          <w:tab w:pos="7440" w:val="left"/>
          <w:tab w:pos="8620" w:val="left"/>
          <w:tab w:pos="100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4" w:after="0" w:line="87" w:lineRule="exact"/>
        <w:ind w:left="246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10.305079pt;width:540.999999pt;height:14.999988pt;mso-position-horizontal-relative:page;mso-position-vertical-relative:paragraph;z-index:-4249" coordorigin="710,-206" coordsize="10820,300">
            <v:group style="position:absolute;left:725;top:-166;width:962;height:220" coordorigin="725,-166" coordsize="962,220">
              <v:shape style="position:absolute;left:725;top:-166;width:962;height:220" coordorigin="725,-166" coordsize="962,220" path="m725,-166l1687,-166,1687,54,725,54,725,-166e" filled="t" fillcolor="#E6E6E6" stroked="f">
                <v:path arrowok="t"/>
                <v:fill/>
              </v:shape>
            </v:group>
            <v:group style="position:absolute;left:717;top:-199;width:975;height:2" coordorigin="717,-199" coordsize="975,2">
              <v:shape style="position:absolute;left:717;top:-199;width:975;height:2" coordorigin="717,-199" coordsize="975,0" path="m718,-199l1694,-199e" filled="f" stroked="t" strokeweight=".666667pt" strokecolor="#E6E6E6">
                <v:path arrowok="t"/>
              </v:shape>
            </v:group>
            <v:group style="position:absolute;left:723;top:-173;width:965;height:2" coordorigin="723,-173" coordsize="965,2">
              <v:shape style="position:absolute;left:723;top:-173;width:965;height:2" coordorigin="723,-173" coordsize="965,0" path="m732,-173l1697,-173e" filled="f" stroked="t" strokeweight=".666667pt" strokecolor="#E6E6E6">
                <v:path arrowok="t"/>
              </v:shape>
            </v:group>
            <v:group style="position:absolute;left:723;top:61;width:965;height:2" coordorigin="723,61" coordsize="965,2">
              <v:shape style="position:absolute;left:723;top:61;width:965;height:2" coordorigin="723,61" coordsize="965,0" path="m727,61l1692,61e" filled="f" stroked="t" strokeweight=".666667pt" strokecolor="#E6E6E6">
                <v:path arrowok="t"/>
              </v:shape>
            </v:group>
            <v:group style="position:absolute;left:720;top:-186;width:2;height:260" coordorigin="720,-186" coordsize="2,260">
              <v:shape style="position:absolute;left:720;top:-186;width:2;height:260" coordorigin="720,-186" coordsize="0,260" path="m720,-166l720,94e" filled="f" stroked="t" strokeweight=".5pt" strokecolor="#FFFFFF">
                <v:path arrowok="t"/>
              </v:shape>
            </v:group>
            <v:group style="position:absolute;left:1697;top:-166;width:1286;height:220" coordorigin="1697,-166" coordsize="1286,220">
              <v:shape style="position:absolute;left:1697;top:-166;width:1286;height:220" coordorigin="1697,-166" coordsize="1286,220" path="m1697,-166l2983,-166,2983,54,1697,54,1697,-166e" filled="t" fillcolor="#E6E6E6" stroked="f">
                <v:path arrowok="t"/>
                <v:fill/>
              </v:shape>
            </v:group>
            <v:group style="position:absolute;left:1692;top:-199;width:1296;height:2" coordorigin="1692,-199" coordsize="1296,2">
              <v:shape style="position:absolute;left:1692;top:-199;width:1296;height:2" coordorigin="1692,-199" coordsize="1296,0" path="m1692,-199l2988,-199e" filled="f" stroked="t" strokeweight=".666667pt" strokecolor="#E6E6E6">
                <v:path arrowok="t"/>
              </v:shape>
            </v:group>
            <v:group style="position:absolute;left:1695;top:-173;width:1289;height:2" coordorigin="1695,-173" coordsize="1289,2">
              <v:shape style="position:absolute;left:1695;top:-173;width:1289;height:2" coordorigin="1695,-173" coordsize="1289,0" path="m1699,-173l2988,-173e" filled="f" stroked="t" strokeweight=".666667pt" strokecolor="#E6E6E6">
                <v:path arrowok="t"/>
              </v:shape>
            </v:group>
            <v:group style="position:absolute;left:1695;top:61;width:1289;height:2" coordorigin="1695,61" coordsize="1289,2">
              <v:shape style="position:absolute;left:1695;top:61;width:1289;height:2" coordorigin="1695,61" coordsize="1289,0" path="m1699,61l2988,61e" filled="f" stroked="t" strokeweight=".666667pt" strokecolor="#E6E6E6">
                <v:path arrowok="t"/>
              </v:shape>
            </v:group>
            <v:group style="position:absolute;left:2993;top:-166;width:1718;height:220" coordorigin="2993,-166" coordsize="1718,220">
              <v:shape style="position:absolute;left:2993;top:-166;width:1718;height:220" coordorigin="2993,-166" coordsize="1718,220" path="m2993,-166l4711,-166,4711,54,2993,54,2993,-166e" filled="t" fillcolor="#E6E6E6" stroked="f">
                <v:path arrowok="t"/>
                <v:fill/>
              </v:shape>
            </v:group>
            <v:group style="position:absolute;left:2988;top:-199;width:1728;height:2" coordorigin="2988,-199" coordsize="1728,2">
              <v:shape style="position:absolute;left:2988;top:-199;width:1728;height:2" coordorigin="2988,-199" coordsize="1728,0" path="m2988,-199l4716,-199e" filled="f" stroked="t" strokeweight=".666667pt" strokecolor="#E6E6E6">
                <v:path arrowok="t"/>
              </v:shape>
            </v:group>
            <v:group style="position:absolute;left:2991;top:-173;width:1721;height:2" coordorigin="2991,-173" coordsize="1721,2">
              <v:shape style="position:absolute;left:2991;top:-173;width:1721;height:2" coordorigin="2991,-173" coordsize="1721,0" path="m2995,-173l4716,-173e" filled="f" stroked="t" strokeweight=".666667pt" strokecolor="#E6E6E6">
                <v:path arrowok="t"/>
              </v:shape>
            </v:group>
            <v:group style="position:absolute;left:2991;top:61;width:1721;height:2" coordorigin="2991,61" coordsize="1721,2">
              <v:shape style="position:absolute;left:2991;top:61;width:1721;height:2" coordorigin="2991,61" coordsize="1721,0" path="m2995,61l4716,61e" filled="f" stroked="t" strokeweight=".666667pt" strokecolor="#E6E6E6">
                <v:path arrowok="t"/>
              </v:shape>
            </v:group>
            <v:group style="position:absolute;left:4721;top:-166;width:1718;height:220" coordorigin="4721,-166" coordsize="1718,220">
              <v:shape style="position:absolute;left:4721;top:-166;width:1718;height:220" coordorigin="4721,-166" coordsize="1718,220" path="m4721,-166l6439,-166,6439,54,4721,54,4721,-166e" filled="t" fillcolor="#E6E6E6" stroked="f">
                <v:path arrowok="t"/>
                <v:fill/>
              </v:shape>
            </v:group>
            <v:group style="position:absolute;left:4716;top:-199;width:1728;height:2" coordorigin="4716,-199" coordsize="1728,2">
              <v:shape style="position:absolute;left:4716;top:-199;width:1728;height:2" coordorigin="4716,-199" coordsize="1728,0" path="m4716,-199l6444,-199e" filled="f" stroked="t" strokeweight=".666667pt" strokecolor="#E6E6E6">
                <v:path arrowok="t"/>
              </v:shape>
            </v:group>
            <v:group style="position:absolute;left:4719;top:-173;width:1721;height:2" coordorigin="4719,-173" coordsize="1721,2">
              <v:shape style="position:absolute;left:4719;top:-173;width:1721;height:2" coordorigin="4719,-173" coordsize="1721,0" path="m4723,-173l6444,-173e" filled="f" stroked="t" strokeweight=".666667pt" strokecolor="#E6E6E6">
                <v:path arrowok="t"/>
              </v:shape>
            </v:group>
            <v:group style="position:absolute;left:4719;top:61;width:1721;height:2" coordorigin="4719,61" coordsize="1721,2">
              <v:shape style="position:absolute;left:4719;top:61;width:1721;height:2" coordorigin="4719,61" coordsize="1721,0" path="m4723,61l6444,61e" filled="f" stroked="t" strokeweight=".666667pt" strokecolor="#E6E6E6">
                <v:path arrowok="t"/>
              </v:shape>
            </v:group>
            <v:group style="position:absolute;left:6449;top:-166;width:1502;height:220" coordorigin="6449,-166" coordsize="1502,220">
              <v:shape style="position:absolute;left:6449;top:-166;width:1502;height:220" coordorigin="6449,-166" coordsize="1502,220" path="m6449,-166l7951,-166,7951,54,6449,54,6449,-166e" filled="t" fillcolor="#E6E6E6" stroked="f">
                <v:path arrowok="t"/>
                <v:fill/>
              </v:shape>
            </v:group>
            <v:group style="position:absolute;left:6444;top:-199;width:1512;height:2" coordorigin="6444,-199" coordsize="1512,2">
              <v:shape style="position:absolute;left:6444;top:-199;width:1512;height:2" coordorigin="6444,-199" coordsize="1512,0" path="m6444,-199l7956,-199e" filled="f" stroked="t" strokeweight=".666667pt" strokecolor="#E6E6E6">
                <v:path arrowok="t"/>
              </v:shape>
            </v:group>
            <v:group style="position:absolute;left:6447;top:-173;width:1505;height:2" coordorigin="6447,-173" coordsize="1505,2">
              <v:shape style="position:absolute;left:6447;top:-173;width:1505;height:2" coordorigin="6447,-173" coordsize="1505,0" path="m6451,-173l7956,-173e" filled="f" stroked="t" strokeweight=".666667pt" strokecolor="#E6E6E6">
                <v:path arrowok="t"/>
              </v:shape>
            </v:group>
            <v:group style="position:absolute;left:6447;top:61;width:1505;height:2" coordorigin="6447,61" coordsize="1505,2">
              <v:shape style="position:absolute;left:6447;top:61;width:1505;height:2" coordorigin="6447,61" coordsize="1505,0" path="m6451,61l7956,61e" filled="f" stroked="t" strokeweight=".666667pt" strokecolor="#E6E6E6">
                <v:path arrowok="t"/>
              </v:shape>
            </v:group>
            <v:group style="position:absolute;left:7961;top:-166;width:1178;height:220" coordorigin="7961,-166" coordsize="1178,220">
              <v:shape style="position:absolute;left:7961;top:-166;width:1178;height:220" coordorigin="7961,-166" coordsize="1178,220" path="m7961,-166l9139,-166,9139,54,7961,54,7961,-166e" filled="t" fillcolor="#E6E6E6" stroked="f">
                <v:path arrowok="t"/>
                <v:fill/>
              </v:shape>
            </v:group>
            <v:group style="position:absolute;left:7956;top:-199;width:1188;height:2" coordorigin="7956,-199" coordsize="1188,2">
              <v:shape style="position:absolute;left:7956;top:-199;width:1188;height:2" coordorigin="7956,-199" coordsize="1188,0" path="m7956,-199l9144,-199e" filled="f" stroked="t" strokeweight=".666667pt" strokecolor="#E6E6E6">
                <v:path arrowok="t"/>
              </v:shape>
            </v:group>
            <v:group style="position:absolute;left:7959;top:-173;width:1181;height:2" coordorigin="7959,-173" coordsize="1181,2">
              <v:shape style="position:absolute;left:7959;top:-173;width:1181;height:2" coordorigin="7959,-173" coordsize="1181,0" path="m7963,-173l9144,-173e" filled="f" stroked="t" strokeweight=".666667pt" strokecolor="#E6E6E6">
                <v:path arrowok="t"/>
              </v:shape>
            </v:group>
            <v:group style="position:absolute;left:7959;top:61;width:1181;height:2" coordorigin="7959,61" coordsize="1181,2">
              <v:shape style="position:absolute;left:7959;top:61;width:1181;height:2" coordorigin="7959,61" coordsize="1181,0" path="m7963,61l9144,61e" filled="f" stroked="t" strokeweight=".666667pt" strokecolor="#E6E6E6">
                <v:path arrowok="t"/>
              </v:shape>
            </v:group>
            <v:group style="position:absolute;left:9149;top:-166;width:1394;height:220" coordorigin="9149,-166" coordsize="1394,220">
              <v:shape style="position:absolute;left:9149;top:-166;width:1394;height:220" coordorigin="9149,-166" coordsize="1394,220" path="m9149,-166l10543,-166,10543,54,9149,54,9149,-166e" filled="t" fillcolor="#E6E6E6" stroked="f">
                <v:path arrowok="t"/>
                <v:fill/>
              </v:shape>
            </v:group>
            <v:group style="position:absolute;left:9144;top:-199;width:1404;height:2" coordorigin="9144,-199" coordsize="1404,2">
              <v:shape style="position:absolute;left:9144;top:-199;width:1404;height:2" coordorigin="9144,-199" coordsize="1404,0" path="m9144,-199l10548,-199e" filled="f" stroked="t" strokeweight=".666667pt" strokecolor="#E6E6E6">
                <v:path arrowok="t"/>
              </v:shape>
            </v:group>
            <v:group style="position:absolute;left:9147;top:-173;width:1397;height:2" coordorigin="9147,-173" coordsize="1397,2">
              <v:shape style="position:absolute;left:9147;top:-173;width:1397;height:2" coordorigin="9147,-173" coordsize="1397,0" path="m9151,-173l10548,-173e" filled="f" stroked="t" strokeweight=".666667pt" strokecolor="#E6E6E6">
                <v:path arrowok="t"/>
              </v:shape>
            </v:group>
            <v:group style="position:absolute;left:9147;top:61;width:1397;height:2" coordorigin="9147,61" coordsize="1397,2">
              <v:shape style="position:absolute;left:9147;top:61;width:1397;height:2" coordorigin="9147,61" coordsize="1397,0" path="m9151,61l10548,61e" filled="f" stroked="t" strokeweight=".666667pt" strokecolor="#E6E6E6">
                <v:path arrowok="t"/>
              </v:shape>
            </v:group>
            <v:group style="position:absolute;left:10553;top:-166;width:962;height:220" coordorigin="10553,-166" coordsize="962,220">
              <v:shape style="position:absolute;left:10553;top:-166;width:962;height:220" coordorigin="10553,-166" coordsize="962,220" path="m10553,-166l11515,-166,11515,54,10553,54,10553,-166e" filled="t" fillcolor="#E6E6E6" stroked="f">
                <v:path arrowok="t"/>
                <v:fill/>
              </v:shape>
            </v:group>
            <v:group style="position:absolute;left:10548;top:-199;width:975;height:2" coordorigin="10548,-199" coordsize="975,2">
              <v:shape style="position:absolute;left:10548;top:-199;width:975;height:2" coordorigin="10548,-199" coordsize="975,0" path="m10548,-199l11523,-199e" filled="f" stroked="t" strokeweight=".666667pt" strokecolor="#E6E6E6">
                <v:path arrowok="t"/>
              </v:shape>
            </v:group>
            <v:group style="position:absolute;left:10551;top:-173;width:965;height:2" coordorigin="10551,-173" coordsize="965,2">
              <v:shape style="position:absolute;left:10551;top:-173;width:965;height:2" coordorigin="10551,-173" coordsize="965,0" path="m10555,-173l11520,-173e" filled="f" stroked="t" strokeweight=".666667pt" strokecolor="#E6E6E6">
                <v:path arrowok="t"/>
              </v:shape>
            </v:group>
            <v:group style="position:absolute;left:11520;top:-186;width:2;height:260" coordorigin="11520,-186" coordsize="2,260">
              <v:shape style="position:absolute;left:11520;top:-186;width:2;height:260" coordorigin="11520,-186" coordsize="0,260" path="m11520,-166l11520,94e" filled="f" stroked="t" strokeweight=".5pt" strokecolor="#FFFFFF">
                <v:path arrowok="t"/>
              </v:shape>
            </v:group>
            <v:group style="position:absolute;left:10551;top:61;width:965;height:2" coordorigin="10551,61" coordsize="965,2">
              <v:shape style="position:absolute;left:10551;top:61;width:965;height:2" coordorigin="10551,61" coordsize="965,0" path="m10555,61l11520,61e" filled="f" stroked="t" strokeweight=".666667pt" strokecolor="#E6E6E6">
                <v:path arrowok="t"/>
              </v:shape>
            </v:group>
            <v:group style="position:absolute;left:720;top:87;width:10800;height:2" coordorigin="720,87" coordsize="10800,2">
              <v:shape style="position:absolute;left:720;top:87;width:10800;height:2" coordorigin="720,87" coordsize="10800,0" path="m720,87l11520,87e" filled="f" stroked="t" strokeweight=".66674pt" strokecolor="#E6E6E6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15.5pt;margin-top:10.873922pt;width:8pt;height:8pt;mso-position-horizontal-relative:page;mso-position-vertical-relative:paragraph;z-index:-4247" type="#_x0000_t75">
            <v:imagedata r:id="rId14" o:title=""/>
          </v:shape>
        </w:pict>
      </w:r>
      <w:r>
        <w:rPr/>
        <w:pict>
          <v:shape style="position:absolute;margin-left:532.400024pt;margin-top:11.894922pt;width:7.2pt;height:7.2pt;mso-position-horizontal-relative:page;mso-position-vertical-relative:paragraph;z-index:-4246" type="#_x0000_t75">
            <v:imagedata r:id="rId15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Functional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979" w:top="1340" w:bottom="1160" w:left="620" w:right="840"/>
          <w:pgSz w:w="12240" w:h="15840"/>
        </w:sectPr>
      </w:pPr>
      <w:rPr/>
    </w:p>
    <w:p>
      <w:pPr>
        <w:spacing w:before="56" w:after="0" w:line="240" w:lineRule="auto"/>
        <w:ind w:left="43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106602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5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(OR*3.0*420)_Dev1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244909pt;width:539.999998pt;height:.1pt;mso-position-horizontal-relative:page;mso-position-vertical-relative:paragraph;z-index:-4248" coordorigin="720,165" coordsize="10800,2">
            <v:shape style="position:absolute;left:720;top:165;width:10800;height:2" coordorigin="720,165" coordsize="10800,0" path="m720,165l11520,165e" filled="f" stroked="t" strokeweight=".500073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69" w:lineRule="exact"/>
        <w:ind w:right="-69"/>
        <w:jc w:val="left"/>
        <w:tabs>
          <w:tab w:pos="1720" w:val="left"/>
          <w:tab w:pos="32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3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7" w:after="0" w:line="240" w:lineRule="auto"/>
        <w:ind w:right="-20"/>
        <w:jc w:val="left"/>
        <w:tabs>
          <w:tab w:pos="158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Passed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840"/>
          <w:cols w:num="4" w:equalWidth="0">
            <w:col w:w="1850" w:space="618"/>
            <w:col w:w="1494" w:space="234"/>
            <w:col w:w="4228" w:space="200"/>
            <w:col w:w="2156"/>
          </w:cols>
        </w:sectPr>
      </w:pPr>
      <w:rPr/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pt;width:541.000001pt;height:15.0pt;mso-position-horizontal-relative:page;mso-position-vertical-relative:paragraph;z-index:-4245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4244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243" type="#_x0000_t75">
            <v:imagedata r:id="rId17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90122: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Accession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Result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VistA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3" w:lineRule="auto"/>
        <w:ind w:left="100" w:right="2214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10:01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1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VistA.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Suspect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Contributor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85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6" w:after="0" w:line="183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Validates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99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right"/>
        <w:spacing w:after="0"/>
        <w:sectPr>
          <w:pgMar w:footer="979" w:header="0" w:top="1360" w:bottom="1160" w:left="620" w:right="1100"/>
          <w:footerReference w:type="default" r:id="rId16"/>
          <w:pgSz w:w="12240" w:h="15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0004pt;margin-top:384.140991pt;width:541.499996pt;height:13.599986pt;mso-position-horizontal-relative:page;mso-position-vertical-relative:page;z-index:-4242" coordorigin="705,7683" coordsize="10830,272">
            <v:group style="position:absolute;left:720;top:7723;width:10800;height:192" coordorigin="720,7723" coordsize="10800,192">
              <v:shape style="position:absolute;left:720;top:7723;width:10800;height:192" coordorigin="720,7723" coordsize="10800,192" path="m720,7723l11520,7723,11520,7915,720,7915,720,7723e" filled="t" fillcolor="#E6E6E6" stroked="f">
                <v:path arrowok="t"/>
                <v:fill/>
              </v:shape>
            </v:group>
            <v:group style="position:absolute;left:712;top:7689;width:10817;height:2" coordorigin="712,7689" coordsize="10817,2">
              <v:shape style="position:absolute;left:712;top:7689;width:10817;height:2" coordorigin="712,7689" coordsize="10817,0" path="m713,7689l11530,7689e" filled="f" stroked="t" strokeweight=".666667pt" strokecolor="#E6E6E6">
                <v:path arrowok="t"/>
              </v:shape>
            </v:group>
            <v:group style="position:absolute;left:718;top:7716;width:10803;height:2" coordorigin="718,7716" coordsize="10803,2">
              <v:shape style="position:absolute;left:718;top:7716;width:10803;height:2" coordorigin="718,7716" coordsize="10803,0" path="m727,7716l11530,7716e" filled="f" stroked="t" strokeweight=".666667pt" strokecolor="#E6E6E6">
                <v:path arrowok="t"/>
              </v:shape>
            </v:group>
            <v:group style="position:absolute;left:11525;top:7703;width:2;height:232" coordorigin="11525,7703" coordsize="2,232">
              <v:shape style="position:absolute;left:11525;top:7703;width:2;height:232" coordorigin="11525,7703" coordsize="0,232" path="m11525,7723l11525,7955e" filled="f" stroked="t" strokeweight=".5pt" strokecolor="#FFFFFF">
                <v:path arrowok="t"/>
              </v:shape>
            </v:group>
            <v:group style="position:absolute;left:718;top:7921;width:10803;height:2" coordorigin="718,7921" coordsize="10803,2">
              <v:shape style="position:absolute;left:718;top:7921;width:10803;height:2" coordorigin="718,7921" coordsize="10803,0" path="m727,7921l11530,7921e" filled="f" stroked="t" strokeweight=".666667pt" strokecolor="#E6E6E6">
                <v:path arrowok="t"/>
              </v:shape>
            </v:group>
            <v:group style="position:absolute;left:712;top:7948;width:10817;height:2" coordorigin="712,7948" coordsize="10817,2">
              <v:shape style="position:absolute;left:712;top:7948;width:10817;height:2" coordorigin="712,7948" coordsize="10817,0" path="m713,7948l11530,7948e" filled="f" stroked="t" strokeweight=".666667pt" strokecolor="#E6E6E6">
                <v:path arrowok="t"/>
              </v:shape>
            </v:group>
            <v:group style="position:absolute;left:715;top:7703;width:2;height:232" coordorigin="715,7703" coordsize="2,232">
              <v:shape style="position:absolute;left:715;top:7703;width:2;height:232" coordorigin="715,7703" coordsize="0,232" path="m715,7723l715,795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29.94101pt;width:541.000001pt;height:15.000001pt;mso-position-horizontal-relative:page;mso-position-vertical-relative:page;z-index:-4241" coordorigin="710,8599" coordsize="10820,300">
            <v:group style="position:absolute;left:725;top:8639;width:10790;height:220" coordorigin="725,8639" coordsize="10790,220">
              <v:shape style="position:absolute;left:725;top:8639;width:10790;height:220" coordorigin="725,8639" coordsize="10790,220" path="m725,8639l11515,8639,11515,8859,725,8859,725,8639e" filled="t" fillcolor="#E6E6E6" stroked="f">
                <v:path arrowok="t"/>
                <v:fill/>
              </v:shape>
            </v:group>
            <v:group style="position:absolute;left:717;top:8605;width:10807;height:2" coordorigin="717,8605" coordsize="10807,2">
              <v:shape style="position:absolute;left:717;top:8605;width:10807;height:2" coordorigin="717,8605" coordsize="10807,0" path="m718,8605l11525,8605e" filled="f" stroked="t" strokeweight=".666667pt" strokecolor="#E6E6E6">
                <v:path arrowok="t"/>
              </v:shape>
            </v:group>
            <v:group style="position:absolute;left:723;top:8632;width:10793;height:2" coordorigin="723,8632" coordsize="10793,2">
              <v:shape style="position:absolute;left:723;top:8632;width:10793;height:2" coordorigin="723,8632" coordsize="10793,0" path="m732,8632l11525,8632e" filled="f" stroked="t" strokeweight=".666667pt" strokecolor="#E6E6E6">
                <v:path arrowok="t"/>
              </v:shape>
            </v:group>
            <v:group style="position:absolute;left:11520;top:8619;width:2;height:260" coordorigin="11520,8619" coordsize="2,260">
              <v:shape style="position:absolute;left:11520;top:8619;width:2;height:260" coordorigin="11520,8619" coordsize="0,260" path="m11520,8639l11520,8899e" filled="f" stroked="t" strokeweight=".5pt" strokecolor="#FFFFFF">
                <v:path arrowok="t"/>
              </v:shape>
            </v:group>
            <v:group style="position:absolute;left:723;top:8865;width:10793;height:2" coordorigin="723,8865" coordsize="10793,2">
              <v:shape style="position:absolute;left:723;top:8865;width:10793;height:2" coordorigin="723,8865" coordsize="10793,0" path="m727,8865l11520,8865e" filled="f" stroked="t" strokeweight=".666667pt" strokecolor="#E6E6E6">
                <v:path arrowok="t"/>
              </v:shape>
            </v:group>
            <v:group style="position:absolute;left:720;top:8619;width:2;height:260" coordorigin="720,8619" coordsize="2,260">
              <v:shape style="position:absolute;left:720;top:8619;width:2;height:260" coordorigin="720,8619" coordsize="0,260" path="m720,8639l720,8899e" filled="f" stroked="t" strokeweight=".5pt" strokecolor="#FFFFFF">
                <v:path arrowok="t"/>
              </v:shape>
            </v:group>
            <v:group style="position:absolute;left:720;top:8892;width:10800;height:2" coordorigin="720,8892" coordsize="10800,2">
              <v:shape style="position:absolute;left:720;top:8892;width:10800;height:2" coordorigin="720,8892" coordsize="10800,0" path="m720,8892l11520,8892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77.140991pt;width:541.000001pt;height:15.000009pt;mso-position-horizontal-relative:page;mso-position-vertical-relative:page;z-index:-4240" coordorigin="710,9543" coordsize="10820,300">
            <v:group style="position:absolute;left:725;top:9583;width:5390;height:220" coordorigin="725,9583" coordsize="5390,220">
              <v:shape style="position:absolute;left:725;top:9583;width:5390;height:220" coordorigin="725,9583" coordsize="5390,220" path="m725,9583l6115,9583,6115,9803,725,9803,725,9583e" filled="t" fillcolor="#E6E6E6" stroked="f">
                <v:path arrowok="t"/>
                <v:fill/>
              </v:shape>
            </v:group>
            <v:group style="position:absolute;left:717;top:9549;width:5403;height:2" coordorigin="717,9549" coordsize="5403,2">
              <v:shape style="position:absolute;left:717;top:9549;width:5403;height:2" coordorigin="717,9549" coordsize="5403,0" path="m718,9549l6122,9549e" filled="f" stroked="t" strokeweight=".666667pt" strokecolor="#E6E6E6">
                <v:path arrowok="t"/>
              </v:shape>
            </v:group>
            <v:group style="position:absolute;left:723;top:9576;width:5393;height:2" coordorigin="723,9576" coordsize="5393,2">
              <v:shape style="position:absolute;left:723;top:9576;width:5393;height:2" coordorigin="723,9576" coordsize="5393,0" path="m732,9576l6125,9576e" filled="f" stroked="t" strokeweight=".666667pt" strokecolor="#E6E6E6">
                <v:path arrowok="t"/>
              </v:shape>
            </v:group>
            <v:group style="position:absolute;left:723;top:9809;width:5393;height:2" coordorigin="723,9809" coordsize="5393,2">
              <v:shape style="position:absolute;left:723;top:9809;width:5393;height:2" coordorigin="723,9809" coordsize="5393,0" path="m727,9809l6120,9809e" filled="f" stroked="t" strokeweight=".666667pt" strokecolor="#E6E6E6">
                <v:path arrowok="t"/>
              </v:shape>
            </v:group>
            <v:group style="position:absolute;left:720;top:9563;width:2;height:260" coordorigin="720,9563" coordsize="2,260">
              <v:shape style="position:absolute;left:720;top:9563;width:2;height:260" coordorigin="720,9563" coordsize="0,260" path="m720,9583l720,9843e" filled="f" stroked="t" strokeweight=".5pt" strokecolor="#FFFFFF">
                <v:path arrowok="t"/>
              </v:shape>
            </v:group>
            <v:group style="position:absolute;left:6125;top:9583;width:5390;height:220" coordorigin="6125,9583" coordsize="5390,220">
              <v:shape style="position:absolute;left:6125;top:9583;width:5390;height:220" coordorigin="6125,9583" coordsize="5390,220" path="m6125,9583l11515,9583,11515,9803,6125,9803,6125,9583e" filled="t" fillcolor="#E6E6E6" stroked="f">
                <v:path arrowok="t"/>
                <v:fill/>
              </v:shape>
            </v:group>
            <v:group style="position:absolute;left:6120;top:9549;width:5403;height:2" coordorigin="6120,9549" coordsize="5403,2">
              <v:shape style="position:absolute;left:6120;top:9549;width:5403;height:2" coordorigin="6120,9549" coordsize="5403,0" path="m6120,9549l11523,9549e" filled="f" stroked="t" strokeweight=".666667pt" strokecolor="#E6E6E6">
                <v:path arrowok="t"/>
              </v:shape>
            </v:group>
            <v:group style="position:absolute;left:6123;top:9576;width:5393;height:2" coordorigin="6123,9576" coordsize="5393,2">
              <v:shape style="position:absolute;left:6123;top:9576;width:5393;height:2" coordorigin="6123,9576" coordsize="5393,0" path="m6127,9576l11520,9576e" filled="f" stroked="t" strokeweight=".666667pt" strokecolor="#E6E6E6">
                <v:path arrowok="t"/>
              </v:shape>
            </v:group>
            <v:group style="position:absolute;left:11520;top:9563;width:2;height:260" coordorigin="11520,9563" coordsize="2,260">
              <v:shape style="position:absolute;left:11520;top:9563;width:2;height:260" coordorigin="11520,9563" coordsize="0,260" path="m11520,9583l11520,9843e" filled="f" stroked="t" strokeweight=".5pt" strokecolor="#FFFFFF">
                <v:path arrowok="t"/>
              </v:shape>
            </v:group>
            <v:group style="position:absolute;left:6123;top:9809;width:5393;height:2" coordorigin="6123,9809" coordsize="5393,2">
              <v:shape style="position:absolute;left:6123;top:9809;width:5393;height:2" coordorigin="6123,9809" coordsize="5393,0" path="m6127,9809l11520,9809e" filled="f" stroked="t" strokeweight=".666667pt" strokecolor="#E6E6E6">
                <v:path arrowok="t"/>
              </v:shape>
            </v:group>
            <v:group style="position:absolute;left:720;top:9836;width:10800;height:2" coordorigin="720,9836" coordsize="10800,2">
              <v:shape style="position:absolute;left:720;top:9836;width:10800;height:2" coordorigin="720,9836" coordsize="10800,0" path="m720,9836l11520,9836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536.440979pt;width:541.000001pt;height:22.606021pt;mso-position-horizontal-relative:page;mso-position-vertical-relative:page;z-index:-4239" coordorigin="710,10729" coordsize="10820,452">
            <v:shape style="position:absolute;left:2143;top:10729;width:585;height:117" type="#_x0000_t75">
              <v:imagedata r:id="rId19" o:title=""/>
            </v:shape>
            <v:group style="position:absolute;left:725;top:10921;width:3590;height:220" coordorigin="725,10921" coordsize="3590,220">
              <v:shape style="position:absolute;left:725;top:10921;width:3590;height:220" coordorigin="725,10921" coordsize="3590,220" path="m725,10921l4315,10921,4315,11141,725,11141,725,10921e" filled="t" fillcolor="#E6E6E6" stroked="f">
                <v:path arrowok="t"/>
                <v:fill/>
              </v:shape>
            </v:group>
            <v:group style="position:absolute;left:717;top:10888;width:3603;height:2" coordorigin="717,10888" coordsize="3603,2">
              <v:shape style="position:absolute;left:717;top:10888;width:3603;height:2" coordorigin="717,10888" coordsize="3603,0" path="m718,10888l4322,10888e" filled="f" stroked="t" strokeweight=".666667pt" strokecolor="#E6E6E6">
                <v:path arrowok="t"/>
              </v:shape>
            </v:group>
            <v:group style="position:absolute;left:723;top:10914;width:3593;height:2" coordorigin="723,10914" coordsize="3593,2">
              <v:shape style="position:absolute;left:723;top:10914;width:3593;height:2" coordorigin="723,10914" coordsize="3593,0" path="m732,10914l4325,10914e" filled="f" stroked="t" strokeweight=".666667pt" strokecolor="#E6E6E6">
                <v:path arrowok="t"/>
              </v:shape>
            </v:group>
            <v:group style="position:absolute;left:723;top:11148;width:3593;height:2" coordorigin="723,11148" coordsize="3593,2">
              <v:shape style="position:absolute;left:723;top:11148;width:3593;height:2" coordorigin="723,11148" coordsize="3593,0" path="m727,11148l4320,11148e" filled="f" stroked="t" strokeweight=".666667pt" strokecolor="#E6E6E6">
                <v:path arrowok="t"/>
              </v:shape>
            </v:group>
            <v:group style="position:absolute;left:720;top:10901;width:2;height:260" coordorigin="720,10901" coordsize="2,260">
              <v:shape style="position:absolute;left:720;top:10901;width:2;height:260" coordorigin="720,10901" coordsize="0,260" path="m720,10921l720,11181e" filled="f" stroked="t" strokeweight=".5pt" strokecolor="#FFFFFF">
                <v:path arrowok="t"/>
              </v:shape>
            </v:group>
            <v:group style="position:absolute;left:4325;top:10921;width:3590;height:220" coordorigin="4325,10921" coordsize="3590,220">
              <v:shape style="position:absolute;left:4325;top:10921;width:3590;height:220" coordorigin="4325,10921" coordsize="3590,220" path="m4325,10921l7915,10921,7915,11141,4325,11141,4325,10921e" filled="t" fillcolor="#E6E6E6" stroked="f">
                <v:path arrowok="t"/>
                <v:fill/>
              </v:shape>
            </v:group>
            <v:group style="position:absolute;left:4320;top:10888;width:3600;height:2" coordorigin="4320,10888" coordsize="3600,2">
              <v:shape style="position:absolute;left:4320;top:10888;width:3600;height:2" coordorigin="4320,10888" coordsize="3600,0" path="m4320,10888l7920,10888e" filled="f" stroked="t" strokeweight=".666667pt" strokecolor="#E6E6E6">
                <v:path arrowok="t"/>
              </v:shape>
            </v:group>
            <v:group style="position:absolute;left:4323;top:10914;width:3593;height:2" coordorigin="4323,10914" coordsize="3593,2">
              <v:shape style="position:absolute;left:4323;top:10914;width:3593;height:2" coordorigin="4323,10914" coordsize="3593,0" path="m4327,10914l7920,10914e" filled="f" stroked="t" strokeweight=".666667pt" strokecolor="#E6E6E6">
                <v:path arrowok="t"/>
              </v:shape>
            </v:group>
            <v:group style="position:absolute;left:4323;top:11148;width:3593;height:2" coordorigin="4323,11148" coordsize="3593,2">
              <v:shape style="position:absolute;left:4323;top:11148;width:3593;height:2" coordorigin="4323,11148" coordsize="3593,0" path="m4327,11148l7920,11148e" filled="f" stroked="t" strokeweight=".666667pt" strokecolor="#E6E6E6">
                <v:path arrowok="t"/>
              </v:shape>
            </v:group>
            <v:group style="position:absolute;left:7925;top:10921;width:3590;height:220" coordorigin="7925,10921" coordsize="3590,220">
              <v:shape style="position:absolute;left:7925;top:10921;width:3590;height:220" coordorigin="7925,10921" coordsize="3590,220" path="m7925,10921l11515,10921,11515,11141,7925,11141,7925,10921e" filled="t" fillcolor="#E6E6E6" stroked="f">
                <v:path arrowok="t"/>
                <v:fill/>
              </v:shape>
            </v:group>
            <v:group style="position:absolute;left:7920;top:10888;width:3603;height:2" coordorigin="7920,10888" coordsize="3603,2">
              <v:shape style="position:absolute;left:7920;top:10888;width:3603;height:2" coordorigin="7920,10888" coordsize="3603,0" path="m7920,10888l11523,10888e" filled="f" stroked="t" strokeweight=".666667pt" strokecolor="#E6E6E6">
                <v:path arrowok="t"/>
              </v:shape>
            </v:group>
            <v:group style="position:absolute;left:7923;top:10914;width:3593;height:2" coordorigin="7923,10914" coordsize="3593,2">
              <v:shape style="position:absolute;left:7923;top:10914;width:3593;height:2" coordorigin="7923,10914" coordsize="3593,0" path="m7927,10914l11520,10914e" filled="f" stroked="t" strokeweight=".666667pt" strokecolor="#E6E6E6">
                <v:path arrowok="t"/>
              </v:shape>
            </v:group>
            <v:group style="position:absolute;left:11520;top:10901;width:2;height:260" coordorigin="11520,10901" coordsize="2,260">
              <v:shape style="position:absolute;left:11520;top:10901;width:2;height:260" coordorigin="11520,10901" coordsize="0,260" path="m11520,10921l11520,11181e" filled="f" stroked="t" strokeweight=".5pt" strokecolor="#FFFFFF">
                <v:path arrowok="t"/>
              </v:shape>
            </v:group>
            <v:group style="position:absolute;left:7923;top:11148;width:3593;height:2" coordorigin="7923,11148" coordsize="3593,2">
              <v:shape style="position:absolute;left:7923;top:11148;width:3593;height:2" coordorigin="7923,11148" coordsize="3593,0" path="m7927,11148l11520,11148e" filled="f" stroked="t" strokeweight=".666667pt" strokecolor="#E6E6E6">
                <v:path arrowok="t"/>
              </v:shape>
            </v:group>
            <v:group style="position:absolute;left:720;top:11174;width:10800;height:2" coordorigin="720,11174" coordsize="10800,2">
              <v:shape style="position:absolute;left:720;top:11174;width:10800;height:2" coordorigin="720,11174" coordsize="10800,0" path="m720,11174l11520,11174e" filled="f" stroked="t" strokeweight=".666669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66.846985pt;width:540.999998pt;height:26.425pt;mso-position-horizontal-relative:page;mso-position-vertical-relative:page;z-index:-4238" coordorigin="710,13337" coordsize="10820,529">
            <v:group style="position:absolute;left:725;top:13377;width:638;height:288" coordorigin="725,13377" coordsize="638,288">
              <v:shape style="position:absolute;left:725;top:13377;width:638;height:288" coordorigin="725,13377" coordsize="638,288" path="m725,13377l1363,13377,1363,13665,725,13665,725,13377e" filled="t" fillcolor="#E6E6E6" stroked="f">
                <v:path arrowok="t"/>
                <v:fill/>
              </v:shape>
            </v:group>
            <v:group style="position:absolute;left:717;top:13344;width:651;height:2" coordorigin="717,13344" coordsize="651,2">
              <v:shape style="position:absolute;left:717;top:13344;width:651;height:2" coordorigin="717,13344" coordsize="651,0" path="m718,13344l1370,13344e" filled="f" stroked="t" strokeweight=".666667pt" strokecolor="#E6E6E6">
                <v:path arrowok="t"/>
              </v:shape>
            </v:group>
            <v:group style="position:absolute;left:723;top:13370;width:641;height:2" coordorigin="723,13370" coordsize="641,2">
              <v:shape style="position:absolute;left:723;top:13370;width:641;height:2" coordorigin="723,13370" coordsize="641,0" path="m732,13370l1373,13370e" filled="f" stroked="t" strokeweight=".666667pt" strokecolor="#E6E6E6">
                <v:path arrowok="t"/>
              </v:shape>
            </v:group>
            <v:group style="position:absolute;left:723;top:13672;width:641;height:2" coordorigin="723,13672" coordsize="641,2">
              <v:shape style="position:absolute;left:723;top:13672;width:641;height:2" coordorigin="723,13672" coordsize="641,0" path="m727,13672l1368,13672e" filled="f" stroked="t" strokeweight=".666667pt" strokecolor="#E6E6E6">
                <v:path arrowok="t"/>
              </v:shape>
            </v:group>
            <v:group style="position:absolute;left:720;top:13357;width:2;height:328" coordorigin="720,13357" coordsize="2,328">
              <v:shape style="position:absolute;left:720;top:13357;width:2;height:328" coordorigin="720,13357" coordsize="0,328" path="m720,13377l720,13705e" filled="f" stroked="t" strokeweight=".5pt" strokecolor="#FFFFFF">
                <v:path arrowok="t"/>
              </v:shape>
            </v:group>
            <v:group style="position:absolute;left:1373;top:13377;width:2798;height:288" coordorigin="1373,13377" coordsize="2798,288">
              <v:shape style="position:absolute;left:1373;top:13377;width:2798;height:288" coordorigin="1373,13377" coordsize="2798,288" path="m1373,13377l4171,13377,4171,13665,1373,13665,1373,13377e" filled="t" fillcolor="#E6E6E6" stroked="f">
                <v:path arrowok="t"/>
                <v:fill/>
              </v:shape>
            </v:group>
            <v:group style="position:absolute;left:1368;top:13344;width:2808;height:2" coordorigin="1368,13344" coordsize="2808,2">
              <v:shape style="position:absolute;left:1368;top:13344;width:2808;height:2" coordorigin="1368,13344" coordsize="2808,0" path="m1368,13344l4176,13344e" filled="f" stroked="t" strokeweight=".666667pt" strokecolor="#E6E6E6">
                <v:path arrowok="t"/>
              </v:shape>
            </v:group>
            <v:group style="position:absolute;left:1371;top:13370;width:2801;height:2" coordorigin="1371,13370" coordsize="2801,2">
              <v:shape style="position:absolute;left:1371;top:13370;width:2801;height:2" coordorigin="1371,13370" coordsize="2801,0" path="m1375,13370l4176,13370e" filled="f" stroked="t" strokeweight=".666667pt" strokecolor="#E6E6E6">
                <v:path arrowok="t"/>
              </v:shape>
            </v:group>
            <v:group style="position:absolute;left:1371;top:13672;width:2801;height:2" coordorigin="1371,13672" coordsize="2801,2">
              <v:shape style="position:absolute;left:1371;top:13672;width:2801;height:2" coordorigin="1371,13672" coordsize="2801,0" path="m1375,13672l4176,13672e" filled="f" stroked="t" strokeweight=".666667pt" strokecolor="#E6E6E6">
                <v:path arrowok="t"/>
              </v:shape>
            </v:group>
            <v:group style="position:absolute;left:4181;top:13377;width:962;height:288" coordorigin="4181,13377" coordsize="962,288">
              <v:shape style="position:absolute;left:4181;top:13377;width:962;height:288" coordorigin="4181,13377" coordsize="962,288" path="m4181,13377l5143,13377,5143,13665,4181,13665,4181,13377e" filled="t" fillcolor="#E6E6E6" stroked="f">
                <v:path arrowok="t"/>
                <v:fill/>
              </v:shape>
            </v:group>
            <v:group style="position:absolute;left:4176;top:13344;width:972;height:2" coordorigin="4176,13344" coordsize="972,2">
              <v:shape style="position:absolute;left:4176;top:13344;width:972;height:2" coordorigin="4176,13344" coordsize="972,0" path="m4176,13344l5148,13344e" filled="f" stroked="t" strokeweight=".666667pt" strokecolor="#E6E6E6">
                <v:path arrowok="t"/>
              </v:shape>
            </v:group>
            <v:group style="position:absolute;left:4179;top:13370;width:965;height:2" coordorigin="4179,13370" coordsize="965,2">
              <v:shape style="position:absolute;left:4179;top:13370;width:965;height:2" coordorigin="4179,13370" coordsize="965,0" path="m4183,13370l5148,13370e" filled="f" stroked="t" strokeweight=".666667pt" strokecolor="#E6E6E6">
                <v:path arrowok="t"/>
              </v:shape>
            </v:group>
            <v:group style="position:absolute;left:4179;top:13672;width:965;height:2" coordorigin="4179,13672" coordsize="965,2">
              <v:shape style="position:absolute;left:4179;top:13672;width:965;height:2" coordorigin="4179,13672" coordsize="965,0" path="m4183,13672l5148,13672e" filled="f" stroked="t" strokeweight=".666667pt" strokecolor="#E6E6E6">
                <v:path arrowok="t"/>
              </v:shape>
            </v:group>
            <v:group style="position:absolute;left:5153;top:13377;width:1178;height:288" coordorigin="5153,13377" coordsize="1178,288">
              <v:shape style="position:absolute;left:5153;top:13377;width:1178;height:288" coordorigin="5153,13377" coordsize="1178,288" path="m5153,13377l6331,13377,6331,13665,5153,13665,5153,13377e" filled="t" fillcolor="#E6E6E6" stroked="f">
                <v:path arrowok="t"/>
                <v:fill/>
              </v:shape>
            </v:group>
            <v:group style="position:absolute;left:5148;top:13344;width:1188;height:2" coordorigin="5148,13344" coordsize="1188,2">
              <v:shape style="position:absolute;left:5148;top:13344;width:1188;height:2" coordorigin="5148,13344" coordsize="1188,0" path="m5148,13344l6336,13344e" filled="f" stroked="t" strokeweight=".666667pt" strokecolor="#E6E6E6">
                <v:path arrowok="t"/>
              </v:shape>
            </v:group>
            <v:group style="position:absolute;left:5151;top:13370;width:1181;height:2" coordorigin="5151,13370" coordsize="1181,2">
              <v:shape style="position:absolute;left:5151;top:13370;width:1181;height:2" coordorigin="5151,13370" coordsize="1181,0" path="m5155,13370l6336,13370e" filled="f" stroked="t" strokeweight=".666667pt" strokecolor="#E6E6E6">
                <v:path arrowok="t"/>
              </v:shape>
            </v:group>
            <v:group style="position:absolute;left:5151;top:13672;width:1181;height:2" coordorigin="5151,13672" coordsize="1181,2">
              <v:shape style="position:absolute;left:5151;top:13672;width:1181;height:2" coordorigin="5151,13672" coordsize="1181,0" path="m5155,13672l6336,13672e" filled="f" stroked="t" strokeweight=".666667pt" strokecolor="#E6E6E6">
                <v:path arrowok="t"/>
              </v:shape>
            </v:group>
            <v:group style="position:absolute;left:6341;top:13377;width:1178;height:288" coordorigin="6341,13377" coordsize="1178,288">
              <v:shape style="position:absolute;left:6341;top:13377;width:1178;height:288" coordorigin="6341,13377" coordsize="1178,288" path="m6341,13377l7519,13377,7519,13665,6341,13665,6341,13377e" filled="t" fillcolor="#E6E6E6" stroked="f">
                <v:path arrowok="t"/>
                <v:fill/>
              </v:shape>
            </v:group>
            <v:group style="position:absolute;left:6336;top:13344;width:1188;height:2" coordorigin="6336,13344" coordsize="1188,2">
              <v:shape style="position:absolute;left:6336;top:13344;width:1188;height:2" coordorigin="6336,13344" coordsize="1188,0" path="m6336,13344l7524,13344e" filled="f" stroked="t" strokeweight=".666667pt" strokecolor="#E6E6E6">
                <v:path arrowok="t"/>
              </v:shape>
            </v:group>
            <v:group style="position:absolute;left:6339;top:13370;width:1181;height:2" coordorigin="6339,13370" coordsize="1181,2">
              <v:shape style="position:absolute;left:6339;top:13370;width:1181;height:2" coordorigin="6339,13370" coordsize="1181,0" path="m6343,13370l7524,13370e" filled="f" stroked="t" strokeweight=".666667pt" strokecolor="#E6E6E6">
                <v:path arrowok="t"/>
              </v:shape>
            </v:group>
            <v:group style="position:absolute;left:6339;top:13672;width:1181;height:2" coordorigin="6339,13672" coordsize="1181,2">
              <v:shape style="position:absolute;left:6339;top:13672;width:1181;height:2" coordorigin="6339,13672" coordsize="1181,0" path="m6343,13672l7524,13672e" filled="f" stroked="t" strokeweight=".666667pt" strokecolor="#E6E6E6">
                <v:path arrowok="t"/>
              </v:shape>
            </v:group>
            <v:group style="position:absolute;left:7529;top:13377;width:1394;height:288" coordorigin="7529,13377" coordsize="1394,288">
              <v:shape style="position:absolute;left:7529;top:13377;width:1394;height:288" coordorigin="7529,13377" coordsize="1394,288" path="m7529,13377l8923,13377,8923,13665,7529,13665,7529,13377e" filled="t" fillcolor="#E6E6E6" stroked="f">
                <v:path arrowok="t"/>
                <v:fill/>
              </v:shape>
            </v:group>
            <v:group style="position:absolute;left:7524;top:13344;width:1404;height:2" coordorigin="7524,13344" coordsize="1404,2">
              <v:shape style="position:absolute;left:7524;top:13344;width:1404;height:2" coordorigin="7524,13344" coordsize="1404,0" path="m7524,13344l8928,13344e" filled="f" stroked="t" strokeweight=".666667pt" strokecolor="#E6E6E6">
                <v:path arrowok="t"/>
              </v:shape>
            </v:group>
            <v:group style="position:absolute;left:7527;top:13370;width:1397;height:2" coordorigin="7527,13370" coordsize="1397,2">
              <v:shape style="position:absolute;left:7527;top:13370;width:1397;height:2" coordorigin="7527,13370" coordsize="1397,0" path="m7531,13370l8928,13370e" filled="f" stroked="t" strokeweight=".666667pt" strokecolor="#E6E6E6">
                <v:path arrowok="t"/>
              </v:shape>
            </v:group>
            <v:group style="position:absolute;left:7527;top:13672;width:1397;height:2" coordorigin="7527,13672" coordsize="1397,2">
              <v:shape style="position:absolute;left:7527;top:13672;width:1397;height:2" coordorigin="7527,13672" coordsize="1397,0" path="m7531,13672l8928,13672e" filled="f" stroked="t" strokeweight=".666667pt" strokecolor="#E6E6E6">
                <v:path arrowok="t"/>
              </v:shape>
            </v:group>
            <v:group style="position:absolute;left:8933;top:13377;width:1178;height:288" coordorigin="8933,13377" coordsize="1178,288">
              <v:shape style="position:absolute;left:8933;top:13377;width:1178;height:288" coordorigin="8933,13377" coordsize="1178,288" path="m8933,13377l10111,13377,10111,13665,8933,13665,8933,13377e" filled="t" fillcolor="#E6E6E6" stroked="f">
                <v:path arrowok="t"/>
                <v:fill/>
              </v:shape>
            </v:group>
            <v:group style="position:absolute;left:8928;top:13344;width:1188;height:2" coordorigin="8928,13344" coordsize="1188,2">
              <v:shape style="position:absolute;left:8928;top:13344;width:1188;height:2" coordorigin="8928,13344" coordsize="1188,0" path="m8928,13344l10116,13344e" filled="f" stroked="t" strokeweight=".666667pt" strokecolor="#E6E6E6">
                <v:path arrowok="t"/>
              </v:shape>
            </v:group>
            <v:group style="position:absolute;left:8931;top:13370;width:1181;height:2" coordorigin="8931,13370" coordsize="1181,2">
              <v:shape style="position:absolute;left:8931;top:13370;width:1181;height:2" coordorigin="8931,13370" coordsize="1181,0" path="m8935,13370l10116,13370e" filled="f" stroked="t" strokeweight=".666667pt" strokecolor="#E6E6E6">
                <v:path arrowok="t"/>
              </v:shape>
            </v:group>
            <v:group style="position:absolute;left:8931;top:13672;width:1181;height:2" coordorigin="8931,13672" coordsize="1181,2">
              <v:shape style="position:absolute;left:8931;top:13672;width:1181;height:2" coordorigin="8931,13672" coordsize="1181,0" path="m8935,13672l10116,13672e" filled="f" stroked="t" strokeweight=".666667pt" strokecolor="#E6E6E6">
                <v:path arrowok="t"/>
              </v:shape>
            </v:group>
            <v:group style="position:absolute;left:10121;top:13377;width:1394;height:288" coordorigin="10121,13377" coordsize="1394,288">
              <v:shape style="position:absolute;left:10121;top:13377;width:1394;height:288" coordorigin="10121,13377" coordsize="1394,288" path="m10121,13377l11515,13377,11515,13665,10121,13665,10121,13377e" filled="t" fillcolor="#E6E6E6" stroked="f">
                <v:path arrowok="t"/>
                <v:fill/>
              </v:shape>
            </v:group>
            <v:group style="position:absolute;left:10116;top:13344;width:1407;height:2" coordorigin="10116,13344" coordsize="1407,2">
              <v:shape style="position:absolute;left:10116;top:13344;width:1407;height:2" coordorigin="10116,13344" coordsize="1407,0" path="m10116,13344l11523,13344e" filled="f" stroked="t" strokeweight=".666667pt" strokecolor="#E6E6E6">
                <v:path arrowok="t"/>
              </v:shape>
            </v:group>
            <v:group style="position:absolute;left:10119;top:13370;width:1397;height:2" coordorigin="10119,13370" coordsize="1397,2">
              <v:shape style="position:absolute;left:10119;top:13370;width:1397;height:2" coordorigin="10119,13370" coordsize="1397,0" path="m10123,13370l11520,13370e" filled="f" stroked="t" strokeweight=".666667pt" strokecolor="#E6E6E6">
                <v:path arrowok="t"/>
              </v:shape>
            </v:group>
            <v:group style="position:absolute;left:11520;top:13357;width:2;height:328" coordorigin="11520,13357" coordsize="2,328">
              <v:shape style="position:absolute;left:11520;top:13357;width:2;height:328" coordorigin="11520,13357" coordsize="0,328" path="m11520,13377l11520,13705e" filled="f" stroked="t" strokeweight=".5pt" strokecolor="#FFFFFF">
                <v:path arrowok="t"/>
              </v:shape>
            </v:group>
            <v:group style="position:absolute;left:10119;top:13672;width:1397;height:2" coordorigin="10119,13672" coordsize="1397,2">
              <v:shape style="position:absolute;left:10119;top:13672;width:1397;height:2" coordorigin="10119,13672" coordsize="1397,0" path="m10123,13672l11520,13672e" filled="f" stroked="t" strokeweight=".666667pt" strokecolor="#E6E6E6">
                <v:path arrowok="t"/>
              </v:shape>
            </v:group>
            <v:group style="position:absolute;left:720;top:13698;width:10800;height:2" coordorigin="720,13698" coordsize="10800,2">
              <v:shape style="position:absolute;left:720;top:13698;width:10800;height:2" coordorigin="720,13698" coordsize="10800,0" path="m720,13698l11520,13698e" filled="f" stroked="t" strokeweight=".666676pt" strokecolor="#E6E6E6">
                <v:path arrowok="t"/>
              </v:shape>
              <v:shape style="position:absolute;left:1468;top:13721;width:144;height:144" type="#_x0000_t75">
                <v:imagedata r:id="rId20" o:title=""/>
              </v:shape>
            </v:group>
            <w10:wrap type="none"/>
          </v:group>
        </w:pict>
      </w:r>
      <w:r>
        <w:rPr/>
        <w:pict>
          <v:group style="position:absolute;margin-left:36pt;margin-top:702.789001pt;width:539.999997pt;height:.1pt;mso-position-horizontal-relative:page;mso-position-vertical-relative:page;z-index:-4237" coordorigin="720,14056" coordsize="10800,2">
            <v:shape style="position:absolute;left:720;top:14056;width:10800;height:2" coordorigin="720,14056" coordsize="10800,0" path="m720,14056l11520,14056e" filled="f" stroked="t" strokeweight=".500010pt" strokecolor="#DFDFDF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169" w:lineRule="exact"/>
        <w:ind w:left="307" w:right="-64"/>
        <w:jc w:val="left"/>
        <w:tabs>
          <w:tab w:pos="9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81434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Accession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Result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13" w:lineRule="exact"/>
        <w:ind w:left="84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VistA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7" w:after="0" w:line="184" w:lineRule="exact"/>
        <w:ind w:right="-69"/>
        <w:jc w:val="left"/>
        <w:tabs>
          <w:tab w:pos="960" w:val="left"/>
          <w:tab w:pos="21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8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24,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1100"/>
          <w:cols w:num="3" w:equalWidth="0">
            <w:col w:w="3467" w:space="189"/>
            <w:col w:w="3148" w:space="200"/>
            <w:col w:w="351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4236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106573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144" w:lineRule="exact"/>
        <w:ind w:right="-44" w:firstLine="616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Accession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pict>
          <v:shape style="width:8pt;height:8pt;mso-position-horizontal-relative:char;mso-position-vertical-relative:line" type="#_x0000_t75">
            <v:imagedata r:id="rId21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color w:val="3087B3"/>
          <w:spacing w:val="0"/>
          <w:w w:val="100"/>
          <w:position w:val="0"/>
        </w:rPr>
        <w:t>      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Result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VistA_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2" w:after="0" w:line="240" w:lineRule="auto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3" w:lineRule="exact"/>
        <w:ind w:right="-20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8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Accession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Result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5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VistA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244884pt;width:539.999999pt;height:.1pt;mso-position-horizontal-relative:page;mso-position-vertical-relative:paragraph;z-index:-4235" coordorigin="720,165" coordsize="10800,2">
            <v:shape style="position:absolute;left:720;top:165;width:10800;height:2" coordorigin="720,165" coordsize="10800,0" path="m720,165l11520,165e" filled="f" stroked="t" strokeweight=".500098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10pt;width:7.2pt;height:7.2pt;mso-position-horizontal-relative:page;mso-position-vertical-relative:paragraph;z-index:-4234" type="#_x0000_t75">
            <v:imagedata r:id="rId22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12,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83" w:space="637"/>
            <w:col w:w="2037" w:space="199"/>
            <w:col w:w="3196" w:space="152"/>
            <w:col w:w="934" w:space="146"/>
            <w:col w:w="1154" w:space="142"/>
            <w:col w:w="1480"/>
          </w:cols>
        </w:sectPr>
      </w:pPr>
      <w:rPr/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4233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7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86pt;width:541.000001pt;height:14.999976pt;mso-position-horizontal-relative:page;mso-position-vertical-relative:paragraph;z-index:-4232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315.381989pt;width:541.500003pt;height:13.599986pt;mso-position-horizontal-relative:page;mso-position-vertical-relative:page;z-index:-4230" coordorigin="705,6308" coordsize="10830,272">
            <v:group style="position:absolute;left:720;top:6348;width:10800;height:192" coordorigin="720,6348" coordsize="10800,192">
              <v:shape style="position:absolute;left:720;top:6348;width:10800;height:192" coordorigin="720,6348" coordsize="10800,192" path="m720,6348l11520,6348,11520,6540,720,6540,720,6348e" filled="t" fillcolor="#E6E6E6" stroked="f">
                <v:path arrowok="t"/>
                <v:fill/>
              </v:shape>
            </v:group>
            <v:group style="position:absolute;left:712;top:6314;width:10817;height:2" coordorigin="712,6314" coordsize="10817,2">
              <v:shape style="position:absolute;left:712;top:6314;width:10817;height:2" coordorigin="712,6314" coordsize="10817,0" path="m713,6314l11530,6314e" filled="f" stroked="t" strokeweight=".666667pt" strokecolor="#E6E6E6">
                <v:path arrowok="t"/>
              </v:shape>
            </v:group>
            <v:group style="position:absolute;left:718;top:6341;width:10803;height:2" coordorigin="718,6341" coordsize="10803,2">
              <v:shape style="position:absolute;left:718;top:6341;width:10803;height:2" coordorigin="718,6341" coordsize="10803,0" path="m727,6341l11530,6341e" filled="f" stroked="t" strokeweight=".666667pt" strokecolor="#E6E6E6">
                <v:path arrowok="t"/>
              </v:shape>
            </v:group>
            <v:group style="position:absolute;left:11525;top:6328;width:2;height:232" coordorigin="11525,6328" coordsize="2,232">
              <v:shape style="position:absolute;left:11525;top:6328;width:2;height:232" coordorigin="11525,6328" coordsize="0,232" path="m11525,6348l11525,6580e" filled="f" stroked="t" strokeweight=".5pt" strokecolor="#FFFFFF">
                <v:path arrowok="t"/>
              </v:shape>
            </v:group>
            <v:group style="position:absolute;left:718;top:6546;width:10803;height:2" coordorigin="718,6546" coordsize="10803,2">
              <v:shape style="position:absolute;left:718;top:6546;width:10803;height:2" coordorigin="718,6546" coordsize="10803,0" path="m727,6546l11530,6546e" filled="f" stroked="t" strokeweight=".666667pt" strokecolor="#E6E6E6">
                <v:path arrowok="t"/>
              </v:shape>
            </v:group>
            <v:group style="position:absolute;left:712;top:6573;width:10817;height:2" coordorigin="712,6573" coordsize="10817,2">
              <v:shape style="position:absolute;left:712;top:6573;width:10817;height:2" coordorigin="712,6573" coordsize="10817,0" path="m713,6573l11530,6573e" filled="f" stroked="t" strokeweight=".666667pt" strokecolor="#E6E6E6">
                <v:path arrowok="t"/>
              </v:shape>
            </v:group>
            <v:group style="position:absolute;left:715;top:6328;width:2;height:232" coordorigin="715,6328" coordsize="2,232">
              <v:shape style="position:absolute;left:715;top:6328;width:2;height:232" coordorigin="715,6328" coordsize="0,232" path="m715,6348l715,6580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62.182007pt;width:539.718009pt;height:201.537994pt;mso-position-horizontal-relative:page;mso-position-vertical-relative:page;z-index:-4229" coordorigin="723,7244" coordsize="10794,4031">
            <v:group style="position:absolute;left:728;top:7249;width:10784;height:2" coordorigin="728,7249" coordsize="10784,2">
              <v:shape style="position:absolute;left:728;top:7249;width:10784;height:2" coordorigin="728,7249" coordsize="10784,0" path="m733,7249l11517,7249e" filled="f" stroked="t" strokeweight=".5pt" strokecolor="#000000">
                <v:path arrowok="t"/>
              </v:shape>
            </v:group>
            <v:group style="position:absolute;left:11512;top:7249;width:2;height:4021" coordorigin="11512,7249" coordsize="2,4021">
              <v:shape style="position:absolute;left:11512;top:7249;width:2;height:4021" coordorigin="11512,7249" coordsize="0,4021" path="m11512,7254l11512,11274e" filled="f" stroked="t" strokeweight=".5pt" strokecolor="#000000">
                <v:path arrowok="t"/>
              </v:shape>
            </v:group>
            <v:group style="position:absolute;left:728;top:11269;width:10784;height:2" coordorigin="728,11269" coordsize="10784,2">
              <v:shape style="position:absolute;left:728;top:11269;width:10784;height:2" coordorigin="728,11269" coordsize="10784,0" path="m733,11269l11517,11269e" filled="f" stroked="t" strokeweight=".5pt" strokecolor="#000000">
                <v:path arrowok="t"/>
              </v:shape>
            </v:group>
            <v:group style="position:absolute;left:728;top:7249;width:2;height:4021" coordorigin="728,7249" coordsize="2,4021">
              <v:shape style="position:absolute;left:728;top:7249;width:2;height:4021" coordorigin="728,7249" coordsize="0,4021" path="m728,7254l728,1127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71.469971pt;width:539.718009pt;height:135.868988pt;mso-position-horizontal-relative:page;mso-position-vertical-relative:page;z-index:-4228" coordorigin="723,11429" coordsize="10794,2717">
            <v:group style="position:absolute;left:728;top:11439;width:10784;height:2" coordorigin="728,11439" coordsize="10784,2">
              <v:shape style="position:absolute;left:728;top:11439;width:10784;height:2" coordorigin="728,11439" coordsize="10784,0" path="m733,11439l11517,11439e" filled="f" stroked="t" strokeweight=".5pt" strokecolor="#000000">
                <v:path arrowok="t"/>
              </v:shape>
            </v:group>
            <v:group style="position:absolute;left:11512;top:11439;width:2;height:2702" coordorigin="11512,11439" coordsize="2,2702">
              <v:shape style="position:absolute;left:11512;top:11439;width:2;height:2702" coordorigin="11512,11439" coordsize="0,2702" path="m11512,11444l11512,14147e" filled="f" stroked="t" strokeweight=".5pt" strokecolor="#000000">
                <v:path arrowok="t"/>
              </v:shape>
            </v:group>
            <v:group style="position:absolute;left:728;top:11439;width:2;height:2702" coordorigin="728,11439" coordsize="2,2702">
              <v:shape style="position:absolute;left:728;top:11439;width:2;height:2702" coordorigin="728,11439" coordsize="0,2702" path="m728,11444l728,14147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231" type="#_x0000_t75">
            <v:imagedata r:id="rId24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81434: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Accession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Result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VistA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67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Copied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017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(LR*5.2*465)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VistA.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Vitals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"Accessioning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741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23"/>
          <w:pgSz w:w="12240" w:h="15840"/>
        </w:sectPr>
      </w:pPr>
      <w:rPr/>
    </w:p>
    <w:p>
      <w:pPr>
        <w:spacing w:before="87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20.018999pt;mso-position-horizontal-relative:page;mso-position-vertical-relative:page;z-index:-4227" coordorigin="723,1435" coordsize="10794,400">
            <v:group style="position:absolute;left:11512;top:1440;width:2;height:390" coordorigin="11512,1440" coordsize="2,390">
              <v:shape style="position:absolute;left:11512;top:1440;width:2;height:390" coordorigin="11512,1440" coordsize="0,390" path="m11512,1440l11512,1830e" filled="f" stroked="t" strokeweight=".5pt" strokecolor="#000000">
                <v:path arrowok="t"/>
              </v:shape>
            </v:group>
            <v:group style="position:absolute;left:728;top:1830;width:10784;height:2" coordorigin="728,1830" coordsize="10784,2">
              <v:shape style="position:absolute;left:728;top:1830;width:10784;height:2" coordorigin="728,1830" coordsize="10784,0" path="m733,1830l11517,1830e" filled="f" stroked="t" strokeweight=".5pt" strokecolor="#000000">
                <v:path arrowok="t"/>
              </v:shape>
            </v:group>
            <v:group style="position:absolute;left:728;top:1440;width:2;height:390" coordorigin="728,1440" coordsize="2,390">
              <v:shape style="position:absolute;left:728;top:1440;width:2;height:390" coordorigin="728,1440" coordsize="0,390" path="m728,1440l728,183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99.768997pt;width:539.718009pt;height:163.137999pt;mso-position-horizontal-relative:page;mso-position-vertical-relative:page;z-index:-4226" coordorigin="723,1995" coordsize="10794,3263">
            <v:group style="position:absolute;left:728;top:2000;width:10784;height:2" coordorigin="728,2000" coordsize="10784,2">
              <v:shape style="position:absolute;left:728;top:2000;width:10784;height:2" coordorigin="728,2000" coordsize="10784,0" path="m733,2000l11517,2000e" filled="f" stroked="t" strokeweight=".5pt" strokecolor="#000000">
                <v:path arrowok="t"/>
              </v:shape>
            </v:group>
            <v:group style="position:absolute;left:11512;top:2000;width:2;height:3253" coordorigin="11512,2000" coordsize="2,3253">
              <v:shape style="position:absolute;left:11512;top:2000;width:2;height:3253" coordorigin="11512,2000" coordsize="0,3253" path="m11512,2005l11512,5258e" filled="f" stroked="t" strokeweight=".5pt" strokecolor="#000000">
                <v:path arrowok="t"/>
              </v:shape>
            </v:group>
            <v:group style="position:absolute;left:728;top:5253;width:10784;height:2" coordorigin="728,5253" coordsize="10784,2">
              <v:shape style="position:absolute;left:728;top:5253;width:10784;height:2" coordorigin="728,5253" coordsize="10784,0" path="m733,5253l11517,5253e" filled="f" stroked="t" strokeweight=".5pt" strokecolor="#000000">
                <v:path arrowok="t"/>
              </v:shape>
            </v:group>
            <v:group style="position:absolute;left:728;top:2000;width:2;height:3253" coordorigin="728,2000" coordsize="2,3253">
              <v:shape style="position:absolute;left:728;top:2000;width:2;height:3253" coordorigin="728,2000" coordsize="0,3253" path="m728,2005l728,52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70.907013pt;width:539.718009pt;height:163.138015pt;mso-position-horizontal-relative:page;mso-position-vertical-relative:page;z-index:-4225" coordorigin="723,5418" coordsize="10794,3263">
            <v:group style="position:absolute;left:728;top:5423;width:10784;height:2" coordorigin="728,5423" coordsize="10784,2">
              <v:shape style="position:absolute;left:728;top:5423;width:10784;height:2" coordorigin="728,5423" coordsize="10784,0" path="m733,5423l11517,5423e" filled="f" stroked="t" strokeweight=".5pt" strokecolor="#000000">
                <v:path arrowok="t"/>
              </v:shape>
            </v:group>
            <v:group style="position:absolute;left:11512;top:5423;width:2;height:3253" coordorigin="11512,5423" coordsize="2,3253">
              <v:shape style="position:absolute;left:11512;top:5423;width:2;height:3253" coordorigin="11512,5423" coordsize="0,3253" path="m11512,5428l11512,8681e" filled="f" stroked="t" strokeweight=".5pt" strokecolor="#000000">
                <v:path arrowok="t"/>
              </v:shape>
            </v:group>
            <v:group style="position:absolute;left:728;top:8676;width:10784;height:2" coordorigin="728,8676" coordsize="10784,2">
              <v:shape style="position:absolute;left:728;top:8676;width:10784;height:2" coordorigin="728,8676" coordsize="10784,0" path="m733,8676l11517,8676e" filled="f" stroked="t" strokeweight=".5pt" strokecolor="#000000">
                <v:path arrowok="t"/>
              </v:shape>
            </v:group>
            <v:group style="position:absolute;left:728;top:5423;width:2;height:3253" coordorigin="728,5423" coordsize="2,3253">
              <v:shape style="position:absolute;left:728;top:5423;width:2;height:3253" coordorigin="728,5423" coordsize="0,3253" path="m728,5428l728,868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42.045013pt;width:539.718009pt;height:163.13797pt;mso-position-horizontal-relative:page;mso-position-vertical-relative:page;z-index:-4224" coordorigin="723,8841" coordsize="10794,3263">
            <v:group style="position:absolute;left:728;top:8846;width:10784;height:2" coordorigin="728,8846" coordsize="10784,2">
              <v:shape style="position:absolute;left:728;top:8846;width:10784;height:2" coordorigin="728,8846" coordsize="10784,0" path="m733,8846l11517,8846e" filled="f" stroked="t" strokeweight=".5pt" strokecolor="#000000">
                <v:path arrowok="t"/>
              </v:shape>
            </v:group>
            <v:group style="position:absolute;left:11512;top:8846;width:2;height:3253" coordorigin="11512,8846" coordsize="2,3253">
              <v:shape style="position:absolute;left:11512;top:8846;width:2;height:3253" coordorigin="11512,8846" coordsize="0,3253" path="m11512,8851l11512,12104e" filled="f" stroked="t" strokeweight=".5pt" strokecolor="#000000">
                <v:path arrowok="t"/>
              </v:shape>
            </v:group>
            <v:group style="position:absolute;left:728;top:12099;width:10784;height:2" coordorigin="728,12099" coordsize="10784,2">
              <v:shape style="position:absolute;left:728;top:12099;width:10784;height:2" coordorigin="728,12099" coordsize="10784,0" path="m733,12099l11517,12099e" filled="f" stroked="t" strokeweight=".5pt" strokecolor="#000000">
                <v:path arrowok="t"/>
              </v:shape>
            </v:group>
            <v:group style="position:absolute;left:728;top:8846;width:2;height:3253" coordorigin="728,8846" coordsize="2,3253">
              <v:shape style="position:absolute;left:728;top:8846;width:2;height:3253" coordorigin="728,8846" coordsize="0,3253" path="m728,8851l728,1210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12.932983pt;width:539.718009pt;height:92.669007pt;mso-position-horizontal-relative:page;mso-position-vertical-relative:page;z-index:-4223" coordorigin="723,12259" coordsize="10794,1853">
            <v:group style="position:absolute;left:728;top:12269;width:10784;height:2" coordorigin="728,12269" coordsize="10784,2">
              <v:shape style="position:absolute;left:728;top:12269;width:10784;height:2" coordorigin="728,12269" coordsize="10784,0" path="m733,12269l11517,12269e" filled="f" stroked="t" strokeweight=".5pt" strokecolor="#000000">
                <v:path arrowok="t"/>
              </v:shape>
            </v:group>
            <v:group style="position:absolute;left:11512;top:12269;width:2;height:1838" coordorigin="11512,12269" coordsize="2,1838">
              <v:shape style="position:absolute;left:11512;top:12269;width:2;height:1838" coordorigin="11512,12269" coordsize="0,1838" path="m11512,12274l11512,14112e" filled="f" stroked="t" strokeweight=".5pt" strokecolor="#000000">
                <v:path arrowok="t"/>
              </v:shape>
            </v:group>
            <v:group style="position:absolute;left:728;top:12269;width:2;height:1838" coordorigin="728,12269" coordsize="2,1838">
              <v:shape style="position:absolute;left:728;top:12269;width:2;height:1838" coordorigin="728,12269" coordsize="0,1838" path="m728,12274l728,1411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8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1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Collection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Date@Time: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Collection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Date@Time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(e.g.,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22,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2015@14:12:54)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9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LABLABEL//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63.219002pt;mso-position-horizontal-relative:page;mso-position-vertical-relative:page;z-index:-4222" coordorigin="723,1435" coordsize="10794,1264">
            <v:group style="position:absolute;left:11512;top:1440;width:2;height:1254" coordorigin="11512,1440" coordsize="2,1254">
              <v:shape style="position:absolute;left:11512;top:1440;width:2;height:1254" coordorigin="11512,1440" coordsize="0,1254" path="m11512,1440l11512,2694e" filled="f" stroked="t" strokeweight=".5pt" strokecolor="#000000">
                <v:path arrowok="t"/>
              </v:shape>
            </v:group>
            <v:group style="position:absolute;left:728;top:2694;width:10784;height:2" coordorigin="728,2694" coordsize="10784,2">
              <v:shape style="position:absolute;left:728;top:2694;width:10784;height:2" coordorigin="728,2694" coordsize="10784,0" path="m733,2694l11517,2694e" filled="f" stroked="t" strokeweight=".5pt" strokecolor="#000000">
                <v:path arrowok="t"/>
              </v:shape>
            </v:group>
            <v:group style="position:absolute;left:728;top:1440;width:2;height:1254" coordorigin="728,1440" coordsize="2,1254">
              <v:shape style="position:absolute;left:728;top:1440;width:2;height:1254" coordorigin="728,1440" coordsize="0,1254" path="m728,1440l728,269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42.969009pt;width:539.718009pt;height:163.137993pt;mso-position-horizontal-relative:page;mso-position-vertical-relative:page;z-index:-4221" coordorigin="723,2859" coordsize="10794,3263">
            <v:group style="position:absolute;left:728;top:2864;width:10784;height:2" coordorigin="728,2864" coordsize="10784,2">
              <v:shape style="position:absolute;left:728;top:2864;width:10784;height:2" coordorigin="728,2864" coordsize="10784,0" path="m733,2864l11517,2864e" filled="f" stroked="t" strokeweight=".5pt" strokecolor="#000000">
                <v:path arrowok="t"/>
              </v:shape>
            </v:group>
            <v:group style="position:absolute;left:11512;top:2864;width:2;height:3253" coordorigin="11512,2864" coordsize="2,3253">
              <v:shape style="position:absolute;left:11512;top:2864;width:2;height:3253" coordorigin="11512,2864" coordsize="0,3253" path="m11512,2869l11512,6122e" filled="f" stroked="t" strokeweight=".5pt" strokecolor="#000000">
                <v:path arrowok="t"/>
              </v:shape>
            </v:group>
            <v:group style="position:absolute;left:728;top:6117;width:10784;height:2" coordorigin="728,6117" coordsize="10784,2">
              <v:shape style="position:absolute;left:728;top:6117;width:10784;height:2" coordorigin="728,6117" coordsize="10784,0" path="m733,6117l11517,6117e" filled="f" stroked="t" strokeweight=".5pt" strokecolor="#000000">
                <v:path arrowok="t"/>
              </v:shape>
            </v:group>
            <v:group style="position:absolute;left:728;top:2864;width:2;height:3253" coordorigin="728,2864" coordsize="2,3253">
              <v:shape style="position:absolute;left:728;top:2864;width:2;height:3253" coordorigin="728,2864" coordsize="0,3253" path="m728,2869l728,612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14.106995pt;width:539.718009pt;height:163.138pt;mso-position-horizontal-relative:page;mso-position-vertical-relative:page;z-index:-4220" coordorigin="723,6282" coordsize="10794,3263">
            <v:group style="position:absolute;left:728;top:6287;width:10784;height:2" coordorigin="728,6287" coordsize="10784,2">
              <v:shape style="position:absolute;left:728;top:6287;width:10784;height:2" coordorigin="728,6287" coordsize="10784,0" path="m733,6287l11517,6287e" filled="f" stroked="t" strokeweight=".5pt" strokecolor="#000000">
                <v:path arrowok="t"/>
              </v:shape>
            </v:group>
            <v:group style="position:absolute;left:11512;top:6287;width:2;height:3253" coordorigin="11512,6287" coordsize="2,3253">
              <v:shape style="position:absolute;left:11512;top:6287;width:2;height:3253" coordorigin="11512,6287" coordsize="0,3253" path="m11512,6292l11512,9545e" filled="f" stroked="t" strokeweight=".5pt" strokecolor="#000000">
                <v:path arrowok="t"/>
              </v:shape>
            </v:group>
            <v:group style="position:absolute;left:728;top:9540;width:10784;height:2" coordorigin="728,9540" coordsize="10784,2">
              <v:shape style="position:absolute;left:728;top:9540;width:10784;height:2" coordorigin="728,9540" coordsize="10784,0" path="m733,9540l11517,9540e" filled="f" stroked="t" strokeweight=".5pt" strokecolor="#000000">
                <v:path arrowok="t"/>
              </v:shape>
            </v:group>
            <v:group style="position:absolute;left:728;top:6287;width:2;height:3253" coordorigin="728,6287" coordsize="2,3253">
              <v:shape style="position:absolute;left:728;top:6287;width:2;height:3253" coordorigin="728,6287" coordsize="0,3253" path="m728,6292l728,954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85.244995pt;width:539.718009pt;height:163.138001pt;mso-position-horizontal-relative:page;mso-position-vertical-relative:page;z-index:-4219" coordorigin="723,9705" coordsize="10794,3263">
            <v:group style="position:absolute;left:728;top:9710;width:10784;height:2" coordorigin="728,9710" coordsize="10784,2">
              <v:shape style="position:absolute;left:728;top:9710;width:10784;height:2" coordorigin="728,9710" coordsize="10784,0" path="m733,9710l11517,9710e" filled="f" stroked="t" strokeweight=".5pt" strokecolor="#000000">
                <v:path arrowok="t"/>
              </v:shape>
            </v:group>
            <v:group style="position:absolute;left:11512;top:9710;width:2;height:3253" coordorigin="11512,9710" coordsize="2,3253">
              <v:shape style="position:absolute;left:11512;top:9710;width:2;height:3253" coordorigin="11512,9710" coordsize="0,3253" path="m11512,9715l11512,12968e" filled="f" stroked="t" strokeweight=".5pt" strokecolor="#000000">
                <v:path arrowok="t"/>
              </v:shape>
            </v:group>
            <v:group style="position:absolute;left:728;top:12963;width:10784;height:2" coordorigin="728,12963" coordsize="10784,2">
              <v:shape style="position:absolute;left:728;top:12963;width:10784;height:2" coordorigin="728,12963" coordsize="10784,0" path="m733,12963l11517,12963e" filled="f" stroked="t" strokeweight=".5pt" strokecolor="#000000">
                <v:path arrowok="t"/>
              </v:shape>
            </v:group>
            <v:group style="position:absolute;left:728;top:9710;width:2;height:3253" coordorigin="728,9710" coordsize="2,3253">
              <v:shape style="position:absolute;left:728;top:9710;width:2;height:3253" coordorigin="728,9710" coordsize="0,3253" path="m728,9715l728,1296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56.132996pt;width:539.718009pt;height:61.468994pt;mso-position-horizontal-relative:page;mso-position-vertical-relative:page;z-index:-4218" coordorigin="723,13123" coordsize="10794,1229">
            <v:group style="position:absolute;left:728;top:13133;width:10784;height:2" coordorigin="728,13133" coordsize="10784,2">
              <v:shape style="position:absolute;left:728;top:13133;width:10784;height:2" coordorigin="728,13133" coordsize="10784,0" path="m733,13133l11517,13133e" filled="f" stroked="t" strokeweight=".5pt" strokecolor="#000000">
                <v:path arrowok="t"/>
              </v:shape>
            </v:group>
            <v:group style="position:absolute;left:11512;top:13133;width:2;height:1214" coordorigin="11512,13133" coordsize="2,1214">
              <v:shape style="position:absolute;left:11512;top:13133;width:2;height:1214" coordorigin="11512,13133" coordsize="0,1214" path="m11512,13138l11512,14352e" filled="f" stroked="t" strokeweight=".5pt" strokecolor="#000000">
                <v:path arrowok="t"/>
              </v:shape>
            </v:group>
            <v:group style="position:absolute;left:728;top:13133;width:2;height:1214" coordorigin="728,13133" coordsize="2,1214">
              <v:shape style="position:absolute;left:728;top:13133;width:2;height:1214" coordorigin="728,13133" coordsize="0,1214" path="m728,13138l728,1435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5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78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89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94.418999pt;mso-position-horizontal-relative:page;mso-position-vertical-relative:page;z-index:-4217" coordorigin="723,1435" coordsize="10794,1888">
            <v:group style="position:absolute;left:11512;top:1440;width:2;height:1878" coordorigin="11512,1440" coordsize="2,1878">
              <v:shape style="position:absolute;left:11512;top:1440;width:2;height:1878" coordorigin="11512,1440" coordsize="0,1878" path="m11512,1440l11512,3318e" filled="f" stroked="t" strokeweight=".5pt" strokecolor="#000000">
                <v:path arrowok="t"/>
              </v:shape>
            </v:group>
            <v:group style="position:absolute;left:728;top:3318;width:10784;height:2" coordorigin="728,3318" coordsize="10784,2">
              <v:shape style="position:absolute;left:728;top:3318;width:10784;height:2" coordorigin="728,3318" coordsize="10784,0" path="m733,3318l11517,3318e" filled="f" stroked="t" strokeweight=".5pt" strokecolor="#000000">
                <v:path arrowok="t"/>
              </v:shape>
            </v:group>
            <v:group style="position:absolute;left:728;top:1440;width:2;height:1878" coordorigin="728,1440" coordsize="2,1878">
              <v:shape style="position:absolute;left:728;top:1440;width:2;height:1878" coordorigin="728,1440" coordsize="0,1878" path="m728,1440l728,33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74.169006pt;width:539.718009pt;height:163.138008pt;mso-position-horizontal-relative:page;mso-position-vertical-relative:page;z-index:-4216" coordorigin="723,3483" coordsize="10794,3263">
            <v:group style="position:absolute;left:728;top:3488;width:10784;height:2" coordorigin="728,3488" coordsize="10784,2">
              <v:shape style="position:absolute;left:728;top:3488;width:10784;height:2" coordorigin="728,3488" coordsize="10784,0" path="m733,3488l11517,3488e" filled="f" stroked="t" strokeweight=".5pt" strokecolor="#000000">
                <v:path arrowok="t"/>
              </v:shape>
            </v:group>
            <v:group style="position:absolute;left:11512;top:3488;width:2;height:3253" coordorigin="11512,3488" coordsize="2,3253">
              <v:shape style="position:absolute;left:11512;top:3488;width:2;height:3253" coordorigin="11512,3488" coordsize="0,3253" path="m11512,3493l11512,6746e" filled="f" stroked="t" strokeweight=".5pt" strokecolor="#000000">
                <v:path arrowok="t"/>
              </v:shape>
            </v:group>
            <v:group style="position:absolute;left:728;top:6741;width:10784;height:2" coordorigin="728,6741" coordsize="10784,2">
              <v:shape style="position:absolute;left:728;top:6741;width:10784;height:2" coordorigin="728,6741" coordsize="10784,0" path="m733,6741l11517,6741e" filled="f" stroked="t" strokeweight=".5pt" strokecolor="#000000">
                <v:path arrowok="t"/>
              </v:shape>
            </v:group>
            <v:group style="position:absolute;left:728;top:3488;width:2;height:3253" coordorigin="728,3488" coordsize="2,3253">
              <v:shape style="position:absolute;left:728;top:3488;width:2;height:3253" coordorigin="728,3488" coordsize="0,3253" path="m728,3493l728,674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5.307007pt;width:539.718009pt;height:163.138pt;mso-position-horizontal-relative:page;mso-position-vertical-relative:page;z-index:-4215" coordorigin="723,6906" coordsize="10794,3263">
            <v:group style="position:absolute;left:728;top:6911;width:10784;height:2" coordorigin="728,6911" coordsize="10784,2">
              <v:shape style="position:absolute;left:728;top:6911;width:10784;height:2" coordorigin="728,6911" coordsize="10784,0" path="m733,6911l11517,6911e" filled="f" stroked="t" strokeweight=".5pt" strokecolor="#000000">
                <v:path arrowok="t"/>
              </v:shape>
            </v:group>
            <v:group style="position:absolute;left:11512;top:6911;width:2;height:3253" coordorigin="11512,6911" coordsize="2,3253">
              <v:shape style="position:absolute;left:11512;top:6911;width:2;height:3253" coordorigin="11512,6911" coordsize="0,3253" path="m11512,6916l11512,10169e" filled="f" stroked="t" strokeweight=".5pt" strokecolor="#000000">
                <v:path arrowok="t"/>
              </v:shape>
            </v:group>
            <v:group style="position:absolute;left:728;top:10164;width:10784;height:2" coordorigin="728,10164" coordsize="10784,2">
              <v:shape style="position:absolute;left:728;top:10164;width:10784;height:2" coordorigin="728,10164" coordsize="10784,0" path="m733,10164l11517,10164e" filled="f" stroked="t" strokeweight=".5pt" strokecolor="#000000">
                <v:path arrowok="t"/>
              </v:shape>
            </v:group>
            <v:group style="position:absolute;left:728;top:6911;width:2;height:3253" coordorigin="728,6911" coordsize="2,3253">
              <v:shape style="position:absolute;left:728;top:6911;width:2;height:3253" coordorigin="728,6911" coordsize="0,3253" path="m728,6916l728,1016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16.445007pt;width:539.718009pt;height:163.138001pt;mso-position-horizontal-relative:page;mso-position-vertical-relative:page;z-index:-4214" coordorigin="723,10329" coordsize="10794,3263">
            <v:group style="position:absolute;left:728;top:10334;width:10784;height:2" coordorigin="728,10334" coordsize="10784,2">
              <v:shape style="position:absolute;left:728;top:10334;width:10784;height:2" coordorigin="728,10334" coordsize="10784,0" path="m733,10334l11517,10334e" filled="f" stroked="t" strokeweight=".5pt" strokecolor="#000000">
                <v:path arrowok="t"/>
              </v:shape>
            </v:group>
            <v:group style="position:absolute;left:11512;top:10334;width:2;height:3253" coordorigin="11512,10334" coordsize="2,3253">
              <v:shape style="position:absolute;left:11512;top:10334;width:2;height:3253" coordorigin="11512,10334" coordsize="0,3253" path="m11512,10339l11512,13592e" filled="f" stroked="t" strokeweight=".5pt" strokecolor="#000000">
                <v:path arrowok="t"/>
              </v:shape>
            </v:group>
            <v:group style="position:absolute;left:728;top:13587;width:10784;height:2" coordorigin="728,13587" coordsize="10784,2">
              <v:shape style="position:absolute;left:728;top:13587;width:10784;height:2" coordorigin="728,13587" coordsize="10784,0" path="m733,13587l11517,13587e" filled="f" stroked="t" strokeweight=".5pt" strokecolor="#000000">
                <v:path arrowok="t"/>
              </v:shape>
            </v:group>
            <v:group style="position:absolute;left:728;top:10334;width:2;height:3253" coordorigin="728,10334" coordsize="2,3253">
              <v:shape style="position:absolute;left:728;top:10334;width:2;height:3253" coordorigin="728,10334" coordsize="0,3253" path="m728,10339l728,1359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87.333008pt;width:539.718009pt;height:30.268982pt;mso-position-horizontal-relative:page;mso-position-vertical-relative:page;z-index:-4213" coordorigin="723,13747" coordsize="10794,605">
            <v:group style="position:absolute;left:728;top:13757;width:10784;height:2" coordorigin="728,13757" coordsize="10784,2">
              <v:shape style="position:absolute;left:728;top:13757;width:10784;height:2" coordorigin="728,13757" coordsize="10784,0" path="m733,13757l11517,13757e" filled="f" stroked="t" strokeweight=".5pt" strokecolor="#000000">
                <v:path arrowok="t"/>
              </v:shape>
            </v:group>
            <v:group style="position:absolute;left:11512;top:13757;width:2;height:590" coordorigin="11512,13757" coordsize="2,590">
              <v:shape style="position:absolute;left:11512;top:13757;width:2;height:590" coordorigin="11512,13757" coordsize="0,590" path="m11512,13762l11512,14352e" filled="f" stroked="t" strokeweight=".5pt" strokecolor="#000000">
                <v:path arrowok="t"/>
              </v:shape>
            </v:group>
            <v:group style="position:absolute;left:728;top:13757;width:2;height:590" coordorigin="728,13757" coordsize="2,590">
              <v:shape style="position:absolute;left:728;top:13757;width:2;height:590" coordorigin="728,13757" coordsize="0,590" path="m728,13762l728,1435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Bypass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Entry/Verify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44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before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after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2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Laboratory: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CHEYENNE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VAMC//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6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COLLECTION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25.619003pt;mso-position-horizontal-relative:page;mso-position-vertical-relative:page;z-index:-4212" coordorigin="723,1435" coordsize="10794,2512">
            <v:group style="position:absolute;left:11512;top:1440;width:2;height:2502" coordorigin="11512,1440" coordsize="2,2502">
              <v:shape style="position:absolute;left:11512;top:1440;width:2;height:2502" coordorigin="11512,1440" coordsize="0,2502" path="m11512,1440l11512,3942e" filled="f" stroked="t" strokeweight=".5pt" strokecolor="#000000">
                <v:path arrowok="t"/>
              </v:shape>
            </v:group>
            <v:group style="position:absolute;left:728;top:3942;width:10784;height:2" coordorigin="728,3942" coordsize="10784,2">
              <v:shape style="position:absolute;left:728;top:3942;width:10784;height:2" coordorigin="728,3942" coordsize="10784,0" path="m733,3942l11517,3942e" filled="f" stroked="t" strokeweight=".5pt" strokecolor="#000000">
                <v:path arrowok="t"/>
              </v:shape>
            </v:group>
            <v:group style="position:absolute;left:728;top:1440;width:2;height:2502" coordorigin="728,1440" coordsize="2,2502">
              <v:shape style="position:absolute;left:728;top:1440;width:2;height:2502" coordorigin="728,1440" coordsize="0,2502" path="m728,1440l728,394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05.369003pt;width:539.718009pt;height:163.137986pt;mso-position-horizontal-relative:page;mso-position-vertical-relative:page;z-index:-4211" coordorigin="723,4107" coordsize="10794,3263">
            <v:group style="position:absolute;left:728;top:4112;width:10784;height:2" coordorigin="728,4112" coordsize="10784,2">
              <v:shape style="position:absolute;left:728;top:4112;width:10784;height:2" coordorigin="728,4112" coordsize="10784,0" path="m733,4112l11517,4112e" filled="f" stroked="t" strokeweight=".5pt" strokecolor="#000000">
                <v:path arrowok="t"/>
              </v:shape>
            </v:group>
            <v:group style="position:absolute;left:11512;top:4112;width:2;height:3253" coordorigin="11512,4112" coordsize="2,3253">
              <v:shape style="position:absolute;left:11512;top:4112;width:2;height:3253" coordorigin="11512,4112" coordsize="0,3253" path="m11512,4117l11512,7370e" filled="f" stroked="t" strokeweight=".5pt" strokecolor="#000000">
                <v:path arrowok="t"/>
              </v:shape>
            </v:group>
            <v:group style="position:absolute;left:728;top:7365;width:10784;height:2" coordorigin="728,7365" coordsize="10784,2">
              <v:shape style="position:absolute;left:728;top:7365;width:10784;height:2" coordorigin="728,7365" coordsize="10784,0" path="m733,7365l11517,7365e" filled="f" stroked="t" strokeweight=".5pt" strokecolor="#000000">
                <v:path arrowok="t"/>
              </v:shape>
            </v:group>
            <v:group style="position:absolute;left:728;top:4112;width:2;height:3253" coordorigin="728,4112" coordsize="2,3253">
              <v:shape style="position:absolute;left:728;top:4112;width:2;height:3253" coordorigin="728,4112" coordsize="0,3253" path="m728,4117l728,737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76.506989pt;width:539.718009pt;height:163.138pt;mso-position-horizontal-relative:page;mso-position-vertical-relative:page;z-index:-4210" coordorigin="723,7530" coordsize="10794,3263">
            <v:group style="position:absolute;left:728;top:7535;width:10784;height:2" coordorigin="728,7535" coordsize="10784,2">
              <v:shape style="position:absolute;left:728;top:7535;width:10784;height:2" coordorigin="728,7535" coordsize="10784,0" path="m733,7535l11517,7535e" filled="f" stroked="t" strokeweight=".5pt" strokecolor="#000000">
                <v:path arrowok="t"/>
              </v:shape>
            </v:group>
            <v:group style="position:absolute;left:11512;top:7535;width:2;height:3253" coordorigin="11512,7535" coordsize="2,3253">
              <v:shape style="position:absolute;left:11512;top:7535;width:2;height:3253" coordorigin="11512,7535" coordsize="0,3253" path="m11512,7540l11512,10793e" filled="f" stroked="t" strokeweight=".5pt" strokecolor="#000000">
                <v:path arrowok="t"/>
              </v:shape>
            </v:group>
            <v:group style="position:absolute;left:728;top:10788;width:10784;height:2" coordorigin="728,10788" coordsize="10784,2">
              <v:shape style="position:absolute;left:728;top:10788;width:10784;height:2" coordorigin="728,10788" coordsize="10784,0" path="m733,10788l11517,10788e" filled="f" stroked="t" strokeweight=".5pt" strokecolor="#000000">
                <v:path arrowok="t"/>
              </v:shape>
            </v:group>
            <v:group style="position:absolute;left:728;top:7535;width:2;height:3253" coordorigin="728,7535" coordsize="2,3253">
              <v:shape style="position:absolute;left:728;top:7535;width:2;height:3253" coordorigin="728,7535" coordsize="0,3253" path="m728,7540l728,1079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47.644958pt;width:539.718009pt;height:163.138031pt;mso-position-horizontal-relative:page;mso-position-vertical-relative:page;z-index:-4209" coordorigin="723,10953" coordsize="10794,3263">
            <v:group style="position:absolute;left:728;top:10958;width:10784;height:2" coordorigin="728,10958" coordsize="10784,2">
              <v:shape style="position:absolute;left:728;top:10958;width:10784;height:2" coordorigin="728,10958" coordsize="10784,0" path="m733,10958l11517,10958e" filled="f" stroked="t" strokeweight=".5pt" strokecolor="#000000">
                <v:path arrowok="t"/>
              </v:shape>
            </v:group>
            <v:group style="position:absolute;left:11512;top:10958;width:2;height:3253" coordorigin="11512,10958" coordsize="2,3253">
              <v:shape style="position:absolute;left:11512;top:10958;width:2;height:3253" coordorigin="11512,10958" coordsize="0,3253" path="m11512,10963l11512,14216e" filled="f" stroked="t" strokeweight=".5pt" strokecolor="#000000">
                <v:path arrowok="t"/>
              </v:shape>
            </v:group>
            <v:group style="position:absolute;left:728;top:14211;width:10784;height:2" coordorigin="728,14211" coordsize="10784,2">
              <v:shape style="position:absolute;left:728;top:14211;width:10784;height:2" coordorigin="728,14211" coordsize="10784,0" path="m733,14211l11517,14211e" filled="f" stroked="t" strokeweight=".5pt" strokecolor="#000000">
                <v:path arrowok="t"/>
              </v:shape>
            </v:group>
            <v:group style="position:absolute;left:728;top:10958;width:2;height:3253" coordorigin="728,10958" coordsize="2,3253">
              <v:shape style="position:absolute;left:728;top:10958;width:2;height:3253" coordorigin="728,10958" coordsize="0,3253" path="m728,10963l728,14216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7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Chemistry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3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6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Specimen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collected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7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63.138pt;mso-position-horizontal-relative:page;mso-position-vertical-relative:page;z-index:-4208" coordorigin="723,1440" coordsize="10794,326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3253" coordorigin="11512,1445" coordsize="2,3253">
              <v:shape style="position:absolute;left:11512;top:1445;width:2;height:3253" coordorigin="11512,1445" coordsize="0,3253" path="m11512,1450l11512,4703e" filled="f" stroked="t" strokeweight=".5pt" strokecolor="#000000">
                <v:path arrowok="t"/>
              </v:shape>
            </v:group>
            <v:group style="position:absolute;left:728;top:4698;width:10784;height:2" coordorigin="728,4698" coordsize="10784,2">
              <v:shape style="position:absolute;left:728;top:4698;width:10784;height:2" coordorigin="728,4698" coordsize="10784,0" path="m733,4698l11517,4698e" filled="f" stroked="t" strokeweight=".5pt" strokecolor="#000000">
                <v:path arrowok="t"/>
              </v:shape>
            </v:group>
            <v:group style="position:absolute;left:728;top:1445;width:2;height:3253" coordorigin="728,1445" coordsize="2,3253">
              <v:shape style="position:absolute;left:728;top:1445;width:2;height:3253" coordorigin="728,1445" coordsize="0,3253" path="m728,1450l728,470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3.138pt;width:539.718009pt;height:163.138001pt;mso-position-horizontal-relative:page;mso-position-vertical-relative:page;z-index:-4207" coordorigin="723,4863" coordsize="10794,3263">
            <v:group style="position:absolute;left:728;top:4868;width:10784;height:2" coordorigin="728,4868" coordsize="10784,2">
              <v:shape style="position:absolute;left:728;top:4868;width:10784;height:2" coordorigin="728,4868" coordsize="10784,0" path="m733,4868l11517,4868e" filled="f" stroked="t" strokeweight=".5pt" strokecolor="#000000">
                <v:path arrowok="t"/>
              </v:shape>
            </v:group>
            <v:group style="position:absolute;left:11512;top:4868;width:2;height:3253" coordorigin="11512,4868" coordsize="2,3253">
              <v:shape style="position:absolute;left:11512;top:4868;width:2;height:3253" coordorigin="11512,4868" coordsize="0,3253" path="m11512,4873l11512,8126e" filled="f" stroked="t" strokeweight=".5pt" strokecolor="#000000">
                <v:path arrowok="t"/>
              </v:shape>
            </v:group>
            <v:group style="position:absolute;left:728;top:8121;width:10784;height:2" coordorigin="728,8121" coordsize="10784,2">
              <v:shape style="position:absolute;left:728;top:8121;width:10784;height:2" coordorigin="728,8121" coordsize="10784,0" path="m733,8121l11517,8121e" filled="f" stroked="t" strokeweight=".5pt" strokecolor="#000000">
                <v:path arrowok="t"/>
              </v:shape>
            </v:group>
            <v:group style="position:absolute;left:728;top:4868;width:2;height:3253" coordorigin="728,4868" coordsize="2,3253">
              <v:shape style="position:absolute;left:728;top:4868;width:2;height:3253" coordorigin="728,4868" coordsize="0,3253" path="m728,4873l728,81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4.276001pt;width:539.718009pt;height:163.138pt;mso-position-horizontal-relative:page;mso-position-vertical-relative:page;z-index:-4206" coordorigin="723,8286" coordsize="10794,3263">
            <v:group style="position:absolute;left:728;top:8291;width:10784;height:2" coordorigin="728,8291" coordsize="10784,2">
              <v:shape style="position:absolute;left:728;top:8291;width:10784;height:2" coordorigin="728,8291" coordsize="10784,0" path="m733,8291l11517,8291e" filled="f" stroked="t" strokeweight=".5pt" strokecolor="#000000">
                <v:path arrowok="t"/>
              </v:shape>
            </v:group>
            <v:group style="position:absolute;left:11512;top:8291;width:2;height:3253" coordorigin="11512,8291" coordsize="2,3253">
              <v:shape style="position:absolute;left:11512;top:8291;width:2;height:3253" coordorigin="11512,8291" coordsize="0,3253" path="m11512,8296l11512,11548e" filled="f" stroked="t" strokeweight=".5pt" strokecolor="#000000">
                <v:path arrowok="t"/>
              </v:shape>
            </v:group>
            <v:group style="position:absolute;left:728;top:11543;width:10784;height:2" coordorigin="728,11543" coordsize="10784,2">
              <v:shape style="position:absolute;left:728;top:11543;width:10784;height:2" coordorigin="728,11543" coordsize="10784,0" path="m733,11543l11517,11543e" filled="f" stroked="t" strokeweight=".5pt" strokecolor="#000000">
                <v:path arrowok="t"/>
              </v:shape>
            </v:group>
            <v:group style="position:absolute;left:728;top:8291;width:2;height:3253" coordorigin="728,8291" coordsize="2,3253">
              <v:shape style="position:absolute;left:728;top:8291;width:2;height:3253" coordorigin="728,8291" coordsize="0,3253" path="m728,8296l728,1154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5.164001pt;width:539.718009pt;height:114.268982pt;mso-position-horizontal-relative:page;mso-position-vertical-relative:page;z-index:-4205" coordorigin="723,11703" coordsize="10794,2285">
            <v:group style="position:absolute;left:728;top:11713;width:10784;height:2" coordorigin="728,11713" coordsize="10784,2">
              <v:shape style="position:absolute;left:728;top:11713;width:10784;height:2" coordorigin="728,11713" coordsize="10784,0" path="m733,11713l11517,11713e" filled="f" stroked="t" strokeweight=".5pt" strokecolor="#000000">
                <v:path arrowok="t"/>
              </v:shape>
            </v:group>
            <v:group style="position:absolute;left:11512;top:11713;width:2;height:2270" coordorigin="11512,11713" coordsize="2,2270">
              <v:shape style="position:absolute;left:11512;top:11713;width:2;height:2270" coordorigin="11512,11713" coordsize="0,2270" path="m11512,11718l11512,13989e" filled="f" stroked="t" strokeweight=".5pt" strokecolor="#000000">
                <v:path arrowok="t"/>
              </v:shape>
            </v:group>
            <v:group style="position:absolute;left:728;top:11713;width:2;height:2270" coordorigin="728,11713" coordsize="2,2270">
              <v:shape style="position:absolute;left:728;top:11713;width:2;height:2270" coordorigin="728,11713" coordsize="0,2270" path="m728,11718l728,1398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2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439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(e.g.,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2626)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well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8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tests?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81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1.618999pt;mso-position-horizontal-relative:page;mso-position-vertical-relative:page;z-index:-4204" coordorigin="723,1435" coordsize="10794,832">
            <v:group style="position:absolute;left:11512;top:1440;width:2;height:822" coordorigin="11512,1440" coordsize="2,822">
              <v:shape style="position:absolute;left:11512;top:1440;width:2;height:822" coordorigin="11512,1440" coordsize="0,822" path="m11512,1440l11512,2262e" filled="f" stroked="t" strokeweight=".5pt" strokecolor="#000000">
                <v:path arrowok="t"/>
              </v:shape>
            </v:group>
            <v:group style="position:absolute;left:728;top:2262;width:10784;height:2" coordorigin="728,2262" coordsize="10784,2">
              <v:shape style="position:absolute;left:728;top:2262;width:10784;height:2" coordorigin="728,2262" coordsize="10784,0" path="m733,2262l11517,2262e" filled="f" stroked="t" strokeweight=".5pt" strokecolor="#000000">
                <v:path arrowok="t"/>
              </v:shape>
            </v:group>
            <v:group style="position:absolute;left:728;top:1440;width:2;height:822" coordorigin="728,1440" coordsize="2,822">
              <v:shape style="position:absolute;left:728;top:1440;width:2;height:822" coordorigin="728,1440" coordsize="0,822" path="m728,1440l728,226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1.368996pt;width:539.718009pt;height:163.138005pt;mso-position-horizontal-relative:page;mso-position-vertical-relative:page;z-index:-4203" coordorigin="723,2427" coordsize="10794,3263">
            <v:group style="position:absolute;left:728;top:2432;width:10784;height:2" coordorigin="728,2432" coordsize="10784,2">
              <v:shape style="position:absolute;left:728;top:2432;width:10784;height:2" coordorigin="728,2432" coordsize="10784,0" path="m733,2432l11517,2432e" filled="f" stroked="t" strokeweight=".5pt" strokecolor="#000000">
                <v:path arrowok="t"/>
              </v:shape>
            </v:group>
            <v:group style="position:absolute;left:11512;top:2432;width:2;height:3253" coordorigin="11512,2432" coordsize="2,3253">
              <v:shape style="position:absolute;left:11512;top:2432;width:2;height:3253" coordorigin="11512,2432" coordsize="0,3253" path="m11512,2437l11512,5690e" filled="f" stroked="t" strokeweight=".5pt" strokecolor="#000000">
                <v:path arrowok="t"/>
              </v:shape>
            </v:group>
            <v:group style="position:absolute;left:728;top:5685;width:10784;height:2" coordorigin="728,5685" coordsize="10784,2">
              <v:shape style="position:absolute;left:728;top:5685;width:10784;height:2" coordorigin="728,5685" coordsize="10784,0" path="m733,5685l11517,5685e" filled="f" stroked="t" strokeweight=".5pt" strokecolor="#000000">
                <v:path arrowok="t"/>
              </v:shape>
            </v:group>
            <v:group style="position:absolute;left:728;top:2432;width:2;height:3253" coordorigin="728,2432" coordsize="2,3253">
              <v:shape style="position:absolute;left:728;top:2432;width:2;height:3253" coordorigin="728,2432" coordsize="0,3253" path="m728,2437l728,569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92.507019pt;width:539.718009pt;height:163.137985pt;mso-position-horizontal-relative:page;mso-position-vertical-relative:page;z-index:-4202" coordorigin="723,5850" coordsize="10794,3263">
            <v:group style="position:absolute;left:728;top:5855;width:10784;height:2" coordorigin="728,5855" coordsize="10784,2">
              <v:shape style="position:absolute;left:728;top:5855;width:10784;height:2" coordorigin="728,5855" coordsize="10784,0" path="m733,5855l11517,5855e" filled="f" stroked="t" strokeweight=".5pt" strokecolor="#000000">
                <v:path arrowok="t"/>
              </v:shape>
            </v:group>
            <v:group style="position:absolute;left:11512;top:5855;width:2;height:3253" coordorigin="11512,5855" coordsize="2,3253">
              <v:shape style="position:absolute;left:11512;top:5855;width:2;height:3253" coordorigin="11512,5855" coordsize="0,3253" path="m11512,5860l11512,9113e" filled="f" stroked="t" strokeweight=".5pt" strokecolor="#000000">
                <v:path arrowok="t"/>
              </v:shape>
            </v:group>
            <v:group style="position:absolute;left:728;top:9108;width:10784;height:2" coordorigin="728,9108" coordsize="10784,2">
              <v:shape style="position:absolute;left:728;top:9108;width:10784;height:2" coordorigin="728,9108" coordsize="10784,0" path="m733,9108l11517,9108e" filled="f" stroked="t" strokeweight=".5pt" strokecolor="#000000">
                <v:path arrowok="t"/>
              </v:shape>
            </v:group>
            <v:group style="position:absolute;left:728;top:5855;width:2;height:3253" coordorigin="728,5855" coordsize="2,3253">
              <v:shape style="position:absolute;left:728;top:5855;width:2;height:3253" coordorigin="728,5855" coordsize="0,3253" path="m728,5860l728,911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3.644989pt;width:539.718009pt;height:163.138031pt;mso-position-horizontal-relative:page;mso-position-vertical-relative:page;z-index:-4201" coordorigin="723,9273" coordsize="10794,3263">
            <v:group style="position:absolute;left:728;top:9278;width:10784;height:2" coordorigin="728,9278" coordsize="10784,2">
              <v:shape style="position:absolute;left:728;top:9278;width:10784;height:2" coordorigin="728,9278" coordsize="10784,0" path="m733,9278l11517,9278e" filled="f" stroked="t" strokeweight=".5pt" strokecolor="#000000">
                <v:path arrowok="t"/>
              </v:shape>
            </v:group>
            <v:group style="position:absolute;left:11512;top:9278;width:2;height:3253" coordorigin="11512,9278" coordsize="2,3253">
              <v:shape style="position:absolute;left:11512;top:9278;width:2;height:3253" coordorigin="11512,9278" coordsize="0,3253" path="m11512,9283l11512,12536e" filled="f" stroked="t" strokeweight=".5pt" strokecolor="#000000">
                <v:path arrowok="t"/>
              </v:shape>
            </v:group>
            <v:group style="position:absolute;left:728;top:12531;width:10784;height:2" coordorigin="728,12531" coordsize="10784,2">
              <v:shape style="position:absolute;left:728;top:12531;width:10784;height:2" coordorigin="728,12531" coordsize="10784,0" path="m733,12531l11517,12531e" filled="f" stroked="t" strokeweight=".5pt" strokecolor="#000000">
                <v:path arrowok="t"/>
              </v:shape>
            </v:group>
            <v:group style="position:absolute;left:728;top:9278;width:2;height:3253" coordorigin="728,9278" coordsize="2,3253">
              <v:shape style="position:absolute;left:728;top:9278;width:2;height:3253" coordorigin="728,9278" coordsize="0,3253" path="m728,9283l728,1253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4.53302pt;width:539.718009pt;height:61.468994pt;mso-position-horizontal-relative:page;mso-position-vertical-relative:page;z-index:-4200" coordorigin="723,12691" coordsize="10794,1229">
            <v:group style="position:absolute;left:728;top:12701;width:10784;height:2" coordorigin="728,12701" coordsize="10784,2">
              <v:shape style="position:absolute;left:728;top:12701;width:10784;height:2" coordorigin="728,12701" coordsize="10784,0" path="m733,12701l11517,12701e" filled="f" stroked="t" strokeweight=".5pt" strokecolor="#000000">
                <v:path arrowok="t"/>
              </v:shape>
            </v:group>
            <v:group style="position:absolute;left:11512;top:12701;width:2;height:1214" coordorigin="11512,12701" coordsize="2,1214">
              <v:shape style="position:absolute;left:11512;top:12701;width:2;height:1214" coordorigin="11512,12701" coordsize="0,1214" path="m11512,12706l11512,13920e" filled="f" stroked="t" strokeweight=".5pt" strokecolor="#000000">
                <v:path arrowok="t"/>
              </v:shape>
            </v:group>
            <v:group style="position:absolute;left:728;top:12701;width:2;height:1214" coordorigin="728,12701" coordsize="2,1214">
              <v:shape style="position:absolute;left:728;top:12701;width:2;height:1214" coordorigin="728,12701" coordsize="0,1214" path="m728,12706l728,1392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18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BLOOD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sample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collect?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1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specimen/source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9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Urgency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ROUTINE//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94.418999pt;mso-position-horizontal-relative:page;mso-position-vertical-relative:page;z-index:-4199" coordorigin="723,1435" coordsize="10794,1888">
            <v:group style="position:absolute;left:11512;top:1440;width:2;height:1878" coordorigin="11512,1440" coordsize="2,1878">
              <v:shape style="position:absolute;left:11512;top:1440;width:2;height:1878" coordorigin="11512,1440" coordsize="0,1878" path="m11512,1440l11512,3318e" filled="f" stroked="t" strokeweight=".5pt" strokecolor="#000000">
                <v:path arrowok="t"/>
              </v:shape>
            </v:group>
            <v:group style="position:absolute;left:728;top:3318;width:10784;height:2" coordorigin="728,3318" coordsize="10784,2">
              <v:shape style="position:absolute;left:728;top:3318;width:10784;height:2" coordorigin="728,3318" coordsize="10784,0" path="m733,3318l11517,3318e" filled="f" stroked="t" strokeweight=".5pt" strokecolor="#000000">
                <v:path arrowok="t"/>
              </v:shape>
            </v:group>
            <v:group style="position:absolute;left:728;top:1440;width:2;height:1878" coordorigin="728,1440" coordsize="2,1878">
              <v:shape style="position:absolute;left:728;top:1440;width:2;height:1878" coordorigin="728,1440" coordsize="0,1878" path="m728,1440l728,33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74.169006pt;width:539.718009pt;height:163.138008pt;mso-position-horizontal-relative:page;mso-position-vertical-relative:page;z-index:-4198" coordorigin="723,3483" coordsize="10794,3263">
            <v:group style="position:absolute;left:728;top:3488;width:10784;height:2" coordorigin="728,3488" coordsize="10784,2">
              <v:shape style="position:absolute;left:728;top:3488;width:10784;height:2" coordorigin="728,3488" coordsize="10784,0" path="m733,3488l11517,3488e" filled="f" stroked="t" strokeweight=".5pt" strokecolor="#000000">
                <v:path arrowok="t"/>
              </v:shape>
            </v:group>
            <v:group style="position:absolute;left:11512;top:3488;width:2;height:3253" coordorigin="11512,3488" coordsize="2,3253">
              <v:shape style="position:absolute;left:11512;top:3488;width:2;height:3253" coordorigin="11512,3488" coordsize="0,3253" path="m11512,3493l11512,6746e" filled="f" stroked="t" strokeweight=".5pt" strokecolor="#000000">
                <v:path arrowok="t"/>
              </v:shape>
            </v:group>
            <v:group style="position:absolute;left:728;top:6741;width:10784;height:2" coordorigin="728,6741" coordsize="10784,2">
              <v:shape style="position:absolute;left:728;top:6741;width:10784;height:2" coordorigin="728,6741" coordsize="10784,0" path="m733,6741l11517,6741e" filled="f" stroked="t" strokeweight=".5pt" strokecolor="#000000">
                <v:path arrowok="t"/>
              </v:shape>
            </v:group>
            <v:group style="position:absolute;left:728;top:3488;width:2;height:3253" coordorigin="728,3488" coordsize="2,3253">
              <v:shape style="position:absolute;left:728;top:3488;width:2;height:3253" coordorigin="728,3488" coordsize="0,3253" path="m728,3493l728,674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5.307007pt;width:539.718009pt;height:163.138pt;mso-position-horizontal-relative:page;mso-position-vertical-relative:page;z-index:-4197" coordorigin="723,6906" coordsize="10794,3263">
            <v:group style="position:absolute;left:728;top:6911;width:10784;height:2" coordorigin="728,6911" coordsize="10784,2">
              <v:shape style="position:absolute;left:728;top:6911;width:10784;height:2" coordorigin="728,6911" coordsize="10784,0" path="m733,6911l11517,6911e" filled="f" stroked="t" strokeweight=".5pt" strokecolor="#000000">
                <v:path arrowok="t"/>
              </v:shape>
            </v:group>
            <v:group style="position:absolute;left:11512;top:6911;width:2;height:3253" coordorigin="11512,6911" coordsize="2,3253">
              <v:shape style="position:absolute;left:11512;top:6911;width:2;height:3253" coordorigin="11512,6911" coordsize="0,3253" path="m11512,6916l11512,10169e" filled="f" stroked="t" strokeweight=".5pt" strokecolor="#000000">
                <v:path arrowok="t"/>
              </v:shape>
            </v:group>
            <v:group style="position:absolute;left:728;top:10164;width:10784;height:2" coordorigin="728,10164" coordsize="10784,2">
              <v:shape style="position:absolute;left:728;top:10164;width:10784;height:2" coordorigin="728,10164" coordsize="10784,0" path="m733,10164l11517,10164e" filled="f" stroked="t" strokeweight=".5pt" strokecolor="#000000">
                <v:path arrowok="t"/>
              </v:shape>
            </v:group>
            <v:group style="position:absolute;left:728;top:6911;width:2;height:3253" coordorigin="728,6911" coordsize="2,3253">
              <v:shape style="position:absolute;left:728;top:6911;width:2;height:3253" coordorigin="728,6911" coordsize="0,3253" path="m728,6916l728,1016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16.445007pt;width:539.718009pt;height:172.737976pt;mso-position-horizontal-relative:page;mso-position-vertical-relative:page;z-index:-4196" coordorigin="723,10329" coordsize="10794,3455">
            <v:group style="position:absolute;left:728;top:10334;width:10784;height:2" coordorigin="728,10334" coordsize="10784,2">
              <v:shape style="position:absolute;left:728;top:10334;width:10784;height:2" coordorigin="728,10334" coordsize="10784,0" path="m733,10334l11517,10334e" filled="f" stroked="t" strokeweight=".5pt" strokecolor="#000000">
                <v:path arrowok="t"/>
              </v:shape>
            </v:group>
            <v:group style="position:absolute;left:11512;top:10334;width:2;height:3445" coordorigin="11512,10334" coordsize="2,3445">
              <v:shape style="position:absolute;left:11512;top:10334;width:2;height:3445" coordorigin="11512,10334" coordsize="0,3445" path="m11512,10339l11512,13784e" filled="f" stroked="t" strokeweight=".5pt" strokecolor="#000000">
                <v:path arrowok="t"/>
              </v:shape>
            </v:group>
            <v:group style="position:absolute;left:728;top:13779;width:10784;height:2" coordorigin="728,13779" coordsize="10784,2">
              <v:shape style="position:absolute;left:728;top:13779;width:10784;height:2" coordorigin="728,13779" coordsize="10784,0" path="m733,13779l11517,13779e" filled="f" stroked="t" strokeweight=".5pt" strokecolor="#000000">
                <v:path arrowok="t"/>
              </v:shape>
            </v:group>
            <v:group style="position:absolute;left:728;top:10334;width:2;height:3445" coordorigin="728,10334" coordsize="2,3445">
              <v:shape style="position:absolute;left:728;top:10334;width:2;height:3445" coordorigin="728,10334" coordsize="0,3445" path="m728,10339l728,1378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96.932983pt;width:539.718009pt;height:18.669007pt;mso-position-horizontal-relative:page;mso-position-vertical-relative:page;z-index:-4195" coordorigin="723,13939" coordsize="10794,373">
            <v:group style="position:absolute;left:728;top:13949;width:10784;height:2" coordorigin="728,13949" coordsize="10784,2">
              <v:shape style="position:absolute;left:728;top:13949;width:10784;height:2" coordorigin="728,13949" coordsize="10784,0" path="m733,13949l11517,13949e" filled="f" stroked="t" strokeweight=".5pt" strokecolor="#000000">
                <v:path arrowok="t"/>
              </v:shape>
            </v:group>
            <v:group style="position:absolute;left:11512;top:13949;width:2;height:358" coordorigin="11512,13949" coordsize="2,358">
              <v:shape style="position:absolute;left:11512;top:13949;width:2;height:358" coordorigin="11512,13949" coordsize="0,358" path="m11512,13954l11512,14312e" filled="f" stroked="t" strokeweight=".5pt" strokecolor="#000000">
                <v:path arrowok="t"/>
              </v:shape>
            </v:group>
            <v:group style="position:absolute;left:728;top:13949;width:2;height:358" coordorigin="728,13949" coordsize="2,358">
              <v:shape style="position:absolute;left:728;top:13949;width:2;height:358" coordorigin="728,13949" coordsize="0,358" path="m728,13954l728,1431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Order/Change: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257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"You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tests"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well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satisfactory?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well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Collection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Date@Time: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43.218994pt;mso-position-horizontal-relative:page;mso-position-vertical-relative:page;z-index:-4194" coordorigin="723,1435" coordsize="10794,2864">
            <v:group style="position:absolute;left:11512;top:1440;width:2;height:2854" coordorigin="11512,1440" coordsize="2,2854">
              <v:shape style="position:absolute;left:11512;top:1440;width:2;height:2854" coordorigin="11512,1440" coordsize="0,2854" path="m11512,1440l11512,4294e" filled="f" stroked="t" strokeweight=".5pt" strokecolor="#000000">
                <v:path arrowok="t"/>
              </v:shape>
            </v:group>
            <v:group style="position:absolute;left:728;top:4294;width:10784;height:2" coordorigin="728,4294" coordsize="10784,2">
              <v:shape style="position:absolute;left:728;top:4294;width:10784;height:2" coordorigin="728,4294" coordsize="10784,0" path="m733,4294l11517,4294e" filled="f" stroked="t" strokeweight=".5pt" strokecolor="#000000">
                <v:path arrowok="t"/>
              </v:shape>
            </v:group>
            <v:group style="position:absolute;left:728;top:1440;width:2;height:2854" coordorigin="728,1440" coordsize="2,2854">
              <v:shape style="position:absolute;left:728;top:1440;width:2;height:2854" coordorigin="728,1440" coordsize="0,2854" path="m728,1440l728,429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22.968994pt;width:539.718009pt;height:163.138001pt;mso-position-horizontal-relative:page;mso-position-vertical-relative:page;z-index:-4193" coordorigin="723,4459" coordsize="10794,3263">
            <v:group style="position:absolute;left:728;top:4464;width:10784;height:2" coordorigin="728,4464" coordsize="10784,2">
              <v:shape style="position:absolute;left:728;top:4464;width:10784;height:2" coordorigin="728,4464" coordsize="10784,0" path="m733,4464l11517,4464e" filled="f" stroked="t" strokeweight=".5pt" strokecolor="#000000">
                <v:path arrowok="t"/>
              </v:shape>
            </v:group>
            <v:group style="position:absolute;left:11512;top:4464;width:2;height:3253" coordorigin="11512,4464" coordsize="2,3253">
              <v:shape style="position:absolute;left:11512;top:4464;width:2;height:3253" coordorigin="11512,4464" coordsize="0,3253" path="m11512,4469l11512,7722e" filled="f" stroked="t" strokeweight=".5pt" strokecolor="#000000">
                <v:path arrowok="t"/>
              </v:shape>
            </v:group>
            <v:group style="position:absolute;left:728;top:7717;width:10784;height:2" coordorigin="728,7717" coordsize="10784,2">
              <v:shape style="position:absolute;left:728;top:7717;width:10784;height:2" coordorigin="728,7717" coordsize="10784,0" path="m733,7717l11517,7717e" filled="f" stroked="t" strokeweight=".5pt" strokecolor="#000000">
                <v:path arrowok="t"/>
              </v:shape>
            </v:group>
            <v:group style="position:absolute;left:728;top:4464;width:2;height:3253" coordorigin="728,4464" coordsize="2,3253">
              <v:shape style="position:absolute;left:728;top:4464;width:2;height:3253" coordorigin="728,4464" coordsize="0,3253" path="m728,4469l728,772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94.106995pt;width:539.718009pt;height:163.138pt;mso-position-horizontal-relative:page;mso-position-vertical-relative:page;z-index:-4192" coordorigin="723,7882" coordsize="10794,3263">
            <v:group style="position:absolute;left:728;top:7887;width:10784;height:2" coordorigin="728,7887" coordsize="10784,2">
              <v:shape style="position:absolute;left:728;top:7887;width:10784;height:2" coordorigin="728,7887" coordsize="10784,0" path="m733,7887l11517,7887e" filled="f" stroked="t" strokeweight=".5pt" strokecolor="#000000">
                <v:path arrowok="t"/>
              </v:shape>
            </v:group>
            <v:group style="position:absolute;left:11512;top:7887;width:2;height:3253" coordorigin="11512,7887" coordsize="2,3253">
              <v:shape style="position:absolute;left:11512;top:7887;width:2;height:3253" coordorigin="11512,7887" coordsize="0,3253" path="m11512,7892l11512,11145e" filled="f" stroked="t" strokeweight=".5pt" strokecolor="#000000">
                <v:path arrowok="t"/>
              </v:shape>
            </v:group>
            <v:group style="position:absolute;left:728;top:11140;width:10784;height:2" coordorigin="728,11140" coordsize="10784,2">
              <v:shape style="position:absolute;left:728;top:11140;width:10784;height:2" coordorigin="728,11140" coordsize="10784,0" path="m733,11140l11517,11140e" filled="f" stroked="t" strokeweight=".5pt" strokecolor="#000000">
                <v:path arrowok="t"/>
              </v:shape>
            </v:group>
            <v:group style="position:absolute;left:728;top:7887;width:2;height:3253" coordorigin="728,7887" coordsize="2,3253">
              <v:shape style="position:absolute;left:728;top:7887;width:2;height:3253" coordorigin="728,7887" coordsize="0,3253" path="m728,7892l728,1114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64.994995pt;width:539.718009pt;height:135.869019pt;mso-position-horizontal-relative:page;mso-position-vertical-relative:page;z-index:-4191" coordorigin="723,11300" coordsize="10794,2717">
            <v:group style="position:absolute;left:728;top:11310;width:10784;height:2" coordorigin="728,11310" coordsize="10784,2">
              <v:shape style="position:absolute;left:728;top:11310;width:10784;height:2" coordorigin="728,11310" coordsize="10784,0" path="m733,11310l11517,11310e" filled="f" stroked="t" strokeweight=".5pt" strokecolor="#000000">
                <v:path arrowok="t"/>
              </v:shape>
            </v:group>
            <v:group style="position:absolute;left:11512;top:11310;width:2;height:2702" coordorigin="11512,11310" coordsize="2,2702">
              <v:shape style="position:absolute;left:11512;top:11310;width:2;height:2702" coordorigin="11512,11310" coordsize="0,2702" path="m11512,11315l11512,14017e" filled="f" stroked="t" strokeweight=".5pt" strokecolor="#000000">
                <v:path arrowok="t"/>
              </v:shape>
            </v:group>
            <v:group style="position:absolute;left:728;top:11310;width:2;height:2702" coordorigin="728,11310" coordsize="2,2702">
              <v:shape style="position:absolute;left:728;top:11310;width:2;height:2702" coordorigin="728,11310" coordsize="0,2702" path="m728,11315l728,14017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76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Collection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Date@Time: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Collection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Date@Time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(e.g.,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22,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2015@14:12:54)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9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LABLABEL//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02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10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well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Load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20.018999pt;mso-position-horizontal-relative:page;mso-position-vertical-relative:page;z-index:-4190" coordorigin="723,1435" coordsize="10794,400">
            <v:group style="position:absolute;left:11512;top:1440;width:2;height:390" coordorigin="11512,1440" coordsize="2,390">
              <v:shape style="position:absolute;left:11512;top:1440;width:2;height:390" coordorigin="11512,1440" coordsize="0,390" path="m11512,1440l11512,1830e" filled="f" stroked="t" strokeweight=".5pt" strokecolor="#000000">
                <v:path arrowok="t"/>
              </v:shape>
            </v:group>
            <v:group style="position:absolute;left:728;top:1830;width:10784;height:2" coordorigin="728,1830" coordsize="10784,2">
              <v:shape style="position:absolute;left:728;top:1830;width:10784;height:2" coordorigin="728,1830" coordsize="10784,0" path="m733,1830l11517,1830e" filled="f" stroked="t" strokeweight=".5pt" strokecolor="#000000">
                <v:path arrowok="t"/>
              </v:shape>
            </v:group>
            <v:group style="position:absolute;left:728;top:1440;width:2;height:390" coordorigin="728,1440" coordsize="2,390">
              <v:shape style="position:absolute;left:728;top:1440;width:2;height:390" coordorigin="728,1440" coordsize="0,390" path="m728,1440l728,183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99.768997pt;width:539.718009pt;height:163.137999pt;mso-position-horizontal-relative:page;mso-position-vertical-relative:page;z-index:-4189" coordorigin="723,1995" coordsize="10794,3263">
            <v:group style="position:absolute;left:728;top:2000;width:10784;height:2" coordorigin="728,2000" coordsize="10784,2">
              <v:shape style="position:absolute;left:728;top:2000;width:10784;height:2" coordorigin="728,2000" coordsize="10784,0" path="m733,2000l11517,2000e" filled="f" stroked="t" strokeweight=".5pt" strokecolor="#000000">
                <v:path arrowok="t"/>
              </v:shape>
            </v:group>
            <v:group style="position:absolute;left:11512;top:2000;width:2;height:3253" coordorigin="11512,2000" coordsize="2,3253">
              <v:shape style="position:absolute;left:11512;top:2000;width:2;height:3253" coordorigin="11512,2000" coordsize="0,3253" path="m11512,2005l11512,5258e" filled="f" stroked="t" strokeweight=".5pt" strokecolor="#000000">
                <v:path arrowok="t"/>
              </v:shape>
            </v:group>
            <v:group style="position:absolute;left:728;top:5253;width:10784;height:2" coordorigin="728,5253" coordsize="10784,2">
              <v:shape style="position:absolute;left:728;top:5253;width:10784;height:2" coordorigin="728,5253" coordsize="10784,0" path="m733,5253l11517,5253e" filled="f" stroked="t" strokeweight=".5pt" strokecolor="#000000">
                <v:path arrowok="t"/>
              </v:shape>
            </v:group>
            <v:group style="position:absolute;left:728;top:2000;width:2;height:3253" coordorigin="728,2000" coordsize="2,3253">
              <v:shape style="position:absolute;left:728;top:2000;width:2;height:3253" coordorigin="728,2000" coordsize="0,3253" path="m728,2005l728,52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70.907013pt;width:539.718009pt;height:163.345993pt;mso-position-horizontal-relative:page;mso-position-vertical-relative:page;z-index:-4188" coordorigin="723,5418" coordsize="10794,3267">
            <v:group style="position:absolute;left:728;top:5423;width:10784;height:2" coordorigin="728,5423" coordsize="10784,2">
              <v:shape style="position:absolute;left:728;top:5423;width:10784;height:2" coordorigin="728,5423" coordsize="10784,0" path="m733,5423l11517,5423e" filled="f" stroked="t" strokeweight=".5pt" strokecolor="#000000">
                <v:path arrowok="t"/>
              </v:shape>
            </v:group>
            <v:group style="position:absolute;left:11512;top:5423;width:2;height:3257" coordorigin="11512,5423" coordsize="2,3257">
              <v:shape style="position:absolute;left:11512;top:5423;width:2;height:3257" coordorigin="11512,5423" coordsize="0,3257" path="m11512,5428l11512,8685e" filled="f" stroked="t" strokeweight=".5pt" strokecolor="#000000">
                <v:path arrowok="t"/>
              </v:shape>
            </v:group>
            <v:group style="position:absolute;left:728;top:8680;width:10784;height:2" coordorigin="728,8680" coordsize="10784,2">
              <v:shape style="position:absolute;left:728;top:8680;width:10784;height:2" coordorigin="728,8680" coordsize="10784,0" path="m733,8680l11517,8680e" filled="f" stroked="t" strokeweight=".5pt" strokecolor="#000000">
                <v:path arrowok="t"/>
              </v:shape>
            </v:group>
            <v:group style="position:absolute;left:728;top:5423;width:2;height:3257" coordorigin="728,5423" coordsize="2,3257">
              <v:shape style="position:absolute;left:728;top:5423;width:2;height:3257" coordorigin="728,5423" coordsize="0,3257" path="m728,5428l728,868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42.252991pt;width:539.718009pt;height:163.138pt;mso-position-horizontal-relative:page;mso-position-vertical-relative:page;z-index:-4187" coordorigin="723,8845" coordsize="10794,3263">
            <v:group style="position:absolute;left:728;top:8850;width:10784;height:2" coordorigin="728,8850" coordsize="10784,2">
              <v:shape style="position:absolute;left:728;top:8850;width:10784;height:2" coordorigin="728,8850" coordsize="10784,0" path="m733,8850l11517,8850e" filled="f" stroked="t" strokeweight=".5pt" strokecolor="#000000">
                <v:path arrowok="t"/>
              </v:shape>
            </v:group>
            <v:group style="position:absolute;left:11512;top:8850;width:2;height:3253" coordorigin="11512,8850" coordsize="2,3253">
              <v:shape style="position:absolute;left:11512;top:8850;width:2;height:3253" coordorigin="11512,8850" coordsize="0,3253" path="m11512,8855l11512,12108e" filled="f" stroked="t" strokeweight=".5pt" strokecolor="#000000">
                <v:path arrowok="t"/>
              </v:shape>
            </v:group>
            <v:group style="position:absolute;left:728;top:12103;width:10784;height:2" coordorigin="728,12103" coordsize="10784,2">
              <v:shape style="position:absolute;left:728;top:12103;width:10784;height:2" coordorigin="728,12103" coordsize="10784,0" path="m733,12103l11517,12103e" filled="f" stroked="t" strokeweight=".5pt" strokecolor="#000000">
                <v:path arrowok="t"/>
              </v:shape>
            </v:group>
            <v:group style="position:absolute;left:728;top:8850;width:2;height:3253" coordorigin="728,8850" coordsize="2,3253">
              <v:shape style="position:absolute;left:728;top:8850;width:2;height:3253" coordorigin="728,8850" coordsize="0,3253" path="m728,8855l728,1210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13.140991pt;width:539.718009pt;height:92.669007pt;mso-position-horizontal-relative:page;mso-position-vertical-relative:page;z-index:-4186" coordorigin="723,12263" coordsize="10794,1853">
            <v:group style="position:absolute;left:728;top:12273;width:10784;height:2" coordorigin="728,12273" coordsize="10784,2">
              <v:shape style="position:absolute;left:728;top:12273;width:10784;height:2" coordorigin="728,12273" coordsize="10784,0" path="m733,12273l11517,12273e" filled="f" stroked="t" strokeweight=".5pt" strokecolor="#000000">
                <v:path arrowok="t"/>
              </v:shape>
            </v:group>
            <v:group style="position:absolute;left:11512;top:12273;width:2;height:1838" coordorigin="11512,12273" coordsize="2,1838">
              <v:shape style="position:absolute;left:11512;top:12273;width:2;height:1838" coordorigin="11512,12273" coordsize="0,1838" path="m11512,12278l11512,14116e" filled="f" stroked="t" strokeweight=".5pt" strokecolor="#000000">
                <v:path arrowok="t"/>
              </v:shape>
            </v:group>
            <v:group style="position:absolute;left:728;top:12273;width:2;height:1838" coordorigin="728,12273" coordsize="2,1838">
              <v:shape style="position:absolute;left:728;top:12273;width:2;height:1838" coordorigin="728,12273" coordsize="0,1838" path="m728,12278l728,14116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Load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sample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three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Approve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entering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initials: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initials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9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release.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approve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release.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released.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63.219002pt;mso-position-horizontal-relative:page;mso-position-vertical-relative:page;z-index:-4185" coordorigin="723,1435" coordsize="10794,1264">
            <v:group style="position:absolute;left:11512;top:1440;width:2;height:1254" coordorigin="11512,1440" coordsize="2,1254">
              <v:shape style="position:absolute;left:11512;top:1440;width:2;height:1254" coordorigin="11512,1440" coordsize="0,1254" path="m11512,1440l11512,2694e" filled="f" stroked="t" strokeweight=".5pt" strokecolor="#000000">
                <v:path arrowok="t"/>
              </v:shape>
            </v:group>
            <v:group style="position:absolute;left:728;top:2694;width:10784;height:2" coordorigin="728,2694" coordsize="10784,2">
              <v:shape style="position:absolute;left:728;top:2694;width:10784;height:2" coordorigin="728,2694" coordsize="10784,0" path="m733,2694l11517,2694e" filled="f" stroked="t" strokeweight=".5pt" strokecolor="#000000">
                <v:path arrowok="t"/>
              </v:shape>
            </v:group>
            <v:group style="position:absolute;left:728;top:1440;width:2;height:1254" coordorigin="728,1440" coordsize="2,1254">
              <v:shape style="position:absolute;left:728;top:1440;width:2;height:1254" coordorigin="728,1440" coordsize="0,1254" path="m728,1440l728,269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42.969009pt;width:539.718009pt;height:163.137993pt;mso-position-horizontal-relative:page;mso-position-vertical-relative:page;z-index:-4184" coordorigin="723,2859" coordsize="10794,3263">
            <v:group style="position:absolute;left:728;top:2864;width:10784;height:2" coordorigin="728,2864" coordsize="10784,2">
              <v:shape style="position:absolute;left:728;top:2864;width:10784;height:2" coordorigin="728,2864" coordsize="10784,0" path="m733,2864l11517,2864e" filled="f" stroked="t" strokeweight=".5pt" strokecolor="#000000">
                <v:path arrowok="t"/>
              </v:shape>
            </v:group>
            <v:group style="position:absolute;left:11512;top:2864;width:2;height:3253" coordorigin="11512,2864" coordsize="2,3253">
              <v:shape style="position:absolute;left:11512;top:2864;width:2;height:3253" coordorigin="11512,2864" coordsize="0,3253" path="m11512,2869l11512,6122e" filled="f" stroked="t" strokeweight=".5pt" strokecolor="#000000">
                <v:path arrowok="t"/>
              </v:shape>
            </v:group>
            <v:group style="position:absolute;left:728;top:6117;width:10784;height:2" coordorigin="728,6117" coordsize="10784,2">
              <v:shape style="position:absolute;left:728;top:6117;width:10784;height:2" coordorigin="728,6117" coordsize="10784,0" path="m733,6117l11517,6117e" filled="f" stroked="t" strokeweight=".5pt" strokecolor="#000000">
                <v:path arrowok="t"/>
              </v:shape>
            </v:group>
            <v:group style="position:absolute;left:728;top:2864;width:2;height:3253" coordorigin="728,2864" coordsize="2,3253">
              <v:shape style="position:absolute;left:728;top:2864;width:2;height:3253" coordorigin="728,2864" coordsize="0,3253" path="m728,2869l728,612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14.106995pt;width:539.718009pt;height:163.138pt;mso-position-horizontal-relative:page;mso-position-vertical-relative:page;z-index:-4183" coordorigin="723,6282" coordsize="10794,3263">
            <v:group style="position:absolute;left:728;top:6287;width:10784;height:2" coordorigin="728,6287" coordsize="10784,2">
              <v:shape style="position:absolute;left:728;top:6287;width:10784;height:2" coordorigin="728,6287" coordsize="10784,0" path="m733,6287l11517,6287e" filled="f" stroked="t" strokeweight=".5pt" strokecolor="#000000">
                <v:path arrowok="t"/>
              </v:shape>
            </v:group>
            <v:group style="position:absolute;left:11512;top:6287;width:2;height:3253" coordorigin="11512,6287" coordsize="2,3253">
              <v:shape style="position:absolute;left:11512;top:6287;width:2;height:3253" coordorigin="11512,6287" coordsize="0,3253" path="m11512,6292l11512,9545e" filled="f" stroked="t" strokeweight=".5pt" strokecolor="#000000">
                <v:path arrowok="t"/>
              </v:shape>
            </v:group>
            <v:group style="position:absolute;left:728;top:9540;width:10784;height:2" coordorigin="728,9540" coordsize="10784,2">
              <v:shape style="position:absolute;left:728;top:9540;width:10784;height:2" coordorigin="728,9540" coordsize="10784,0" path="m733,9540l11517,9540e" filled="f" stroked="t" strokeweight=".5pt" strokecolor="#000000">
                <v:path arrowok="t"/>
              </v:shape>
            </v:group>
            <v:group style="position:absolute;left:728;top:6287;width:2;height:3253" coordorigin="728,6287" coordsize="2,3253">
              <v:shape style="position:absolute;left:728;top:6287;width:2;height:3253" coordorigin="728,6287" coordsize="0,3253" path="m728,6292l728,954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85.244995pt;width:539.718009pt;height:153.538025pt;mso-position-horizontal-relative:page;mso-position-vertical-relative:page;z-index:-4182" coordorigin="723,9705" coordsize="10794,3071">
            <v:group style="position:absolute;left:728;top:9710;width:10784;height:2" coordorigin="728,9710" coordsize="10784,2">
              <v:shape style="position:absolute;left:728;top:9710;width:10784;height:2" coordorigin="728,9710" coordsize="10784,0" path="m733,9710l11517,9710e" filled="f" stroked="t" strokeweight=".5pt" strokecolor="#000000">
                <v:path arrowok="t"/>
              </v:shape>
            </v:group>
            <v:group style="position:absolute;left:11512;top:9710;width:2;height:3061" coordorigin="11512,9710" coordsize="2,3061">
              <v:shape style="position:absolute;left:11512;top:9710;width:2;height:3061" coordorigin="11512,9710" coordsize="0,3061" path="m11512,9715l11512,12776e" filled="f" stroked="t" strokeweight=".5pt" strokecolor="#000000">
                <v:path arrowok="t"/>
              </v:shape>
            </v:group>
            <v:group style="position:absolute;left:728;top:12771;width:10784;height:2" coordorigin="728,12771" coordsize="10784,2">
              <v:shape style="position:absolute;left:728;top:12771;width:10784;height:2" coordorigin="728,12771" coordsize="10784,0" path="m733,12771l11517,12771e" filled="f" stroked="t" strokeweight=".5pt" strokecolor="#000000">
                <v:path arrowok="t"/>
              </v:shape>
            </v:group>
            <v:group style="position:absolute;left:728;top:9710;width:2;height:3061" coordorigin="728,9710" coordsize="2,3061">
              <v:shape style="position:absolute;left:728;top:9710;width:2;height:3061" coordorigin="728,9710" coordsize="0,3061" path="m728,9715l728,1277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70.982971pt;width:540.999001pt;height:14.999999pt;mso-position-horizontal-relative:page;mso-position-vertical-relative:page;z-index:-4181" coordorigin="710,13420" coordsize="10820,300">
            <v:group style="position:absolute;left:725;top:13460;width:990;height:220" coordorigin="725,13460" coordsize="990,220">
              <v:shape style="position:absolute;left:725;top:13460;width:990;height:220" coordorigin="725,13460" coordsize="990,220" path="m725,13460l1715,13460,1715,13680,725,13680,725,13460e" filled="t" fillcolor="#E6E6E6" stroked="f">
                <v:path arrowok="t"/>
                <v:fill/>
              </v:shape>
            </v:group>
            <v:group style="position:absolute;left:717;top:13426;width:1003;height:2" coordorigin="717,13426" coordsize="1003,2">
              <v:shape style="position:absolute;left:717;top:13426;width:1003;height:2" coordorigin="717,13426" coordsize="1003,0" path="m718,13426l1722,13426e" filled="f" stroked="t" strokeweight=".666667pt" strokecolor="#E6E6E6">
                <v:path arrowok="t"/>
              </v:shape>
            </v:group>
            <v:group style="position:absolute;left:723;top:13453;width:993;height:2" coordorigin="723,13453" coordsize="993,2">
              <v:shape style="position:absolute;left:723;top:13453;width:993;height:2" coordorigin="723,13453" coordsize="993,0" path="m732,13453l1725,13453e" filled="f" stroked="t" strokeweight=".666667pt" strokecolor="#E6E6E6">
                <v:path arrowok="t"/>
              </v:shape>
            </v:group>
            <v:group style="position:absolute;left:723;top:13686;width:993;height:2" coordorigin="723,13686" coordsize="993,2">
              <v:shape style="position:absolute;left:723;top:13686;width:993;height:2" coordorigin="723,13686" coordsize="993,0" path="m727,13686l1720,13686e" filled="f" stroked="t" strokeweight=".666667pt" strokecolor="#E6E6E6">
                <v:path arrowok="t"/>
              </v:shape>
            </v:group>
            <v:group style="position:absolute;left:720;top:13440;width:2;height:260" coordorigin="720,13440" coordsize="2,260">
              <v:shape style="position:absolute;left:720;top:13440;width:2;height:260" coordorigin="720,13440" coordsize="0,260" path="m720,13460l720,13720e" filled="f" stroked="t" strokeweight=".5pt" strokecolor="#FFFFFF">
                <v:path arrowok="t"/>
              </v:shape>
            </v:group>
            <v:group style="position:absolute;left:1725;top:13460;width:2257;height:220" coordorigin="1725,13460" coordsize="2257,220">
              <v:shape style="position:absolute;left:1725;top:13460;width:2257;height:220" coordorigin="1725,13460" coordsize="2257,220" path="m1725,13460l3982,13460,3982,13680,1725,13680,1725,13460e" filled="t" fillcolor="#E6E6E6" stroked="f">
                <v:path arrowok="t"/>
                <v:fill/>
              </v:shape>
            </v:group>
            <v:group style="position:absolute;left:1720;top:13426;width:2267;height:2" coordorigin="1720,13426" coordsize="2267,2">
              <v:shape style="position:absolute;left:1720;top:13426;width:2267;height:2" coordorigin="1720,13426" coordsize="2267,0" path="m1720,13426l3987,13426e" filled="f" stroked="t" strokeweight=".666667pt" strokecolor="#E6E6E6">
                <v:path arrowok="t"/>
              </v:shape>
            </v:group>
            <v:group style="position:absolute;left:1723;top:13453;width:2260;height:2" coordorigin="1723,13453" coordsize="2260,2">
              <v:shape style="position:absolute;left:1723;top:13453;width:2260;height:2" coordorigin="1723,13453" coordsize="2260,0" path="m1727,13453l3987,13453e" filled="f" stroked="t" strokeweight=".666667pt" strokecolor="#E6E6E6">
                <v:path arrowok="t"/>
              </v:shape>
            </v:group>
            <v:group style="position:absolute;left:1723;top:13686;width:2260;height:2" coordorigin="1723,13686" coordsize="2260,2">
              <v:shape style="position:absolute;left:1723;top:13686;width:2260;height:2" coordorigin="1723,13686" coordsize="2260,0" path="m1727,13686l3987,13686e" filled="f" stroked="t" strokeweight=".666667pt" strokecolor="#E6E6E6">
                <v:path arrowok="t"/>
              </v:shape>
            </v:group>
            <v:group style="position:absolute;left:3992;top:13460;width:2990;height:220" coordorigin="3992,13460" coordsize="2990,220">
              <v:shape style="position:absolute;left:3992;top:13460;width:2990;height:220" coordorigin="3992,13460" coordsize="2990,220" path="m3992,13460l6982,13460,6982,13680,3992,13680,3992,13460e" filled="t" fillcolor="#E6E6E6" stroked="f">
                <v:path arrowok="t"/>
                <v:fill/>
              </v:shape>
            </v:group>
            <v:group style="position:absolute;left:3987;top:13426;width:3000;height:2" coordorigin="3987,13426" coordsize="3000,2">
              <v:shape style="position:absolute;left:3987;top:13426;width:3000;height:2" coordorigin="3987,13426" coordsize="3000,0" path="m3987,13426l6987,13426e" filled="f" stroked="t" strokeweight=".666667pt" strokecolor="#E6E6E6">
                <v:path arrowok="t"/>
              </v:shape>
            </v:group>
            <v:group style="position:absolute;left:3990;top:13453;width:2993;height:2" coordorigin="3990,13453" coordsize="2993,2">
              <v:shape style="position:absolute;left:3990;top:13453;width:2993;height:2" coordorigin="3990,13453" coordsize="2993,0" path="m3993,13453l6987,13453e" filled="f" stroked="t" strokeweight=".666667pt" strokecolor="#E6E6E6">
                <v:path arrowok="t"/>
              </v:shape>
            </v:group>
            <v:group style="position:absolute;left:3990;top:13686;width:2993;height:2" coordorigin="3990,13686" coordsize="2993,2">
              <v:shape style="position:absolute;left:3990;top:13686;width:2993;height:2" coordorigin="3990,13686" coordsize="2993,0" path="m3993,13686l6987,13686e" filled="f" stroked="t" strokeweight=".666667pt" strokecolor="#E6E6E6">
                <v:path arrowok="t"/>
              </v:shape>
            </v:group>
            <v:group style="position:absolute;left:6992;top:13460;width:2257;height:220" coordorigin="6992,13460" coordsize="2257,220">
              <v:shape style="position:absolute;left:6992;top:13460;width:2257;height:220" coordorigin="6992,13460" coordsize="2257,220" path="m6992,13460l9248,13460,9248,13680,6992,13680,6992,13460e" filled="t" fillcolor="#E6E6E6" stroked="f">
                <v:path arrowok="t"/>
                <v:fill/>
              </v:shape>
            </v:group>
            <v:group style="position:absolute;left:6987;top:13426;width:2267;height:2" coordorigin="6987,13426" coordsize="2267,2">
              <v:shape style="position:absolute;left:6987;top:13426;width:2267;height:2" coordorigin="6987,13426" coordsize="2267,0" path="m6987,13426l9253,13426e" filled="f" stroked="t" strokeweight=".666667pt" strokecolor="#E6E6E6">
                <v:path arrowok="t"/>
              </v:shape>
            </v:group>
            <v:group style="position:absolute;left:6990;top:13453;width:2260;height:2" coordorigin="6990,13453" coordsize="2260,2">
              <v:shape style="position:absolute;left:6990;top:13453;width:2260;height:2" coordorigin="6990,13453" coordsize="2260,0" path="m6993,13453l9253,13453e" filled="f" stroked="t" strokeweight=".666667pt" strokecolor="#E6E6E6">
                <v:path arrowok="t"/>
              </v:shape>
            </v:group>
            <v:group style="position:absolute;left:6990;top:13686;width:2260;height:2" coordorigin="6990,13686" coordsize="2260,2">
              <v:shape style="position:absolute;left:6990;top:13686;width:2260;height:2" coordorigin="6990,13686" coordsize="2260,0" path="m6993,13686l9253,13686e" filled="f" stroked="t" strokeweight=".666667pt" strokecolor="#E6E6E6">
                <v:path arrowok="t"/>
              </v:shape>
            </v:group>
            <v:group style="position:absolute;left:9258;top:13460;width:2257;height:220" coordorigin="9258,13460" coordsize="2257,220">
              <v:shape style="position:absolute;left:9258;top:13460;width:2257;height:220" coordorigin="9258,13460" coordsize="2257,220" path="m9258,13460l11515,13460,11515,13680,9258,13680,9258,13460e" filled="t" fillcolor="#E6E6E6" stroked="f">
                <v:path arrowok="t"/>
                <v:fill/>
              </v:shape>
            </v:group>
            <v:group style="position:absolute;left:9253;top:13426;width:2270;height:2" coordorigin="9253,13426" coordsize="2270,2">
              <v:shape style="position:absolute;left:9253;top:13426;width:2270;height:2" coordorigin="9253,13426" coordsize="2270,0" path="m9253,13426l11523,13426e" filled="f" stroked="t" strokeweight=".666667pt" strokecolor="#E6E6E6">
                <v:path arrowok="t"/>
              </v:shape>
            </v:group>
            <v:group style="position:absolute;left:9257;top:13453;width:2260;height:2" coordorigin="9257,13453" coordsize="2260,2">
              <v:shape style="position:absolute;left:9257;top:13453;width:2260;height:2" coordorigin="9257,13453" coordsize="2260,0" path="m9260,13453l11520,13453e" filled="f" stroked="t" strokeweight=".666667pt" strokecolor="#E6E6E6">
                <v:path arrowok="t"/>
              </v:shape>
            </v:group>
            <v:group style="position:absolute;left:11520;top:13440;width:2;height:260" coordorigin="11520,13440" coordsize="2,260">
              <v:shape style="position:absolute;left:11520;top:13440;width:2;height:260" coordorigin="11520,13440" coordsize="0,260" path="m11520,13460l11520,13720e" filled="f" stroked="t" strokeweight=".5pt" strokecolor="#FFFFFF">
                <v:path arrowok="t"/>
              </v:shape>
            </v:group>
            <v:group style="position:absolute;left:9257;top:13686;width:2260;height:2" coordorigin="9257,13686" coordsize="2260,2">
              <v:shape style="position:absolute;left:9257;top:13686;width:2260;height:2" coordorigin="9257,13686" coordsize="2260,0" path="m9260,13686l11520,13686e" filled="f" stroked="t" strokeweight=".666667pt" strokecolor="#E6E6E6">
                <v:path arrowok="t"/>
              </v:shape>
            </v:group>
            <v:group style="position:absolute;left:720;top:13713;width:10800;height:2" coordorigin="720,13713" coordsize="10800,2">
              <v:shape style="position:absolute;left:720;top:13713;width:10800;height:2" coordorigin="720,13713" coordsize="10800,0" path="m720,13713l11520,13713e" filled="f" stroked="t" strokeweight=".66667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Lookup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75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COMPLETED."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63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COMPLETED."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66" w:lineRule="auto"/>
        <w:ind w:left="100" w:right="308" w:firstLine="704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180" type="#_x0000_t75">
            <v:imagedata r:id="rId26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90125: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Create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3" w:lineRule="auto"/>
        <w:ind w:left="100" w:right="2214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12:09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27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Suspect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Contributor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85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6" w:after="0" w:line="183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Validates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99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right"/>
        <w:spacing w:after="0"/>
        <w:sectPr>
          <w:pgMar w:footer="979" w:header="0" w:top="1360" w:bottom="1160" w:left="620" w:right="1100"/>
          <w:footerReference w:type="default" r:id="rId25"/>
          <w:pgSz w:w="12240" w:h="15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0004pt;margin-top:384.140991pt;width:541.499996pt;height:13.599986pt;mso-position-horizontal-relative:page;mso-position-vertical-relative:page;z-index:-4179" coordorigin="705,7683" coordsize="10830,272">
            <v:group style="position:absolute;left:720;top:7723;width:10800;height:192" coordorigin="720,7723" coordsize="10800,192">
              <v:shape style="position:absolute;left:720;top:7723;width:10800;height:192" coordorigin="720,7723" coordsize="10800,192" path="m720,7723l11520,7723,11520,7915,720,7915,720,7723e" filled="t" fillcolor="#E6E6E6" stroked="f">
                <v:path arrowok="t"/>
                <v:fill/>
              </v:shape>
            </v:group>
            <v:group style="position:absolute;left:712;top:7689;width:10817;height:2" coordorigin="712,7689" coordsize="10817,2">
              <v:shape style="position:absolute;left:712;top:7689;width:10817;height:2" coordorigin="712,7689" coordsize="10817,0" path="m713,7689l11530,7689e" filled="f" stroked="t" strokeweight=".666667pt" strokecolor="#E6E6E6">
                <v:path arrowok="t"/>
              </v:shape>
            </v:group>
            <v:group style="position:absolute;left:718;top:7716;width:10803;height:2" coordorigin="718,7716" coordsize="10803,2">
              <v:shape style="position:absolute;left:718;top:7716;width:10803;height:2" coordorigin="718,7716" coordsize="10803,0" path="m727,7716l11530,7716e" filled="f" stroked="t" strokeweight=".666667pt" strokecolor="#E6E6E6">
                <v:path arrowok="t"/>
              </v:shape>
            </v:group>
            <v:group style="position:absolute;left:11525;top:7703;width:2;height:232" coordorigin="11525,7703" coordsize="2,232">
              <v:shape style="position:absolute;left:11525;top:7703;width:2;height:232" coordorigin="11525,7703" coordsize="0,232" path="m11525,7723l11525,7955e" filled="f" stroked="t" strokeweight=".5pt" strokecolor="#FFFFFF">
                <v:path arrowok="t"/>
              </v:shape>
            </v:group>
            <v:group style="position:absolute;left:718;top:7921;width:10803;height:2" coordorigin="718,7921" coordsize="10803,2">
              <v:shape style="position:absolute;left:718;top:7921;width:10803;height:2" coordorigin="718,7921" coordsize="10803,0" path="m727,7921l11530,7921e" filled="f" stroked="t" strokeweight=".666667pt" strokecolor="#E6E6E6">
                <v:path arrowok="t"/>
              </v:shape>
            </v:group>
            <v:group style="position:absolute;left:712;top:7948;width:10817;height:2" coordorigin="712,7948" coordsize="10817,2">
              <v:shape style="position:absolute;left:712;top:7948;width:10817;height:2" coordorigin="712,7948" coordsize="10817,0" path="m713,7948l11530,7948e" filled="f" stroked="t" strokeweight=".666667pt" strokecolor="#E6E6E6">
                <v:path arrowok="t"/>
              </v:shape>
            </v:group>
            <v:group style="position:absolute;left:715;top:7703;width:2;height:232" coordorigin="715,7703" coordsize="2,232">
              <v:shape style="position:absolute;left:715;top:7703;width:2;height:232" coordorigin="715,7703" coordsize="0,232" path="m715,7723l715,795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29.94101pt;width:541.000001pt;height:15.000001pt;mso-position-horizontal-relative:page;mso-position-vertical-relative:page;z-index:-4178" coordorigin="710,8599" coordsize="10820,300">
            <v:group style="position:absolute;left:725;top:8639;width:10790;height:220" coordorigin="725,8639" coordsize="10790,220">
              <v:shape style="position:absolute;left:725;top:8639;width:10790;height:220" coordorigin="725,8639" coordsize="10790,220" path="m725,8639l11515,8639,11515,8859,725,8859,725,8639e" filled="t" fillcolor="#E6E6E6" stroked="f">
                <v:path arrowok="t"/>
                <v:fill/>
              </v:shape>
            </v:group>
            <v:group style="position:absolute;left:717;top:8605;width:10807;height:2" coordorigin="717,8605" coordsize="10807,2">
              <v:shape style="position:absolute;left:717;top:8605;width:10807;height:2" coordorigin="717,8605" coordsize="10807,0" path="m718,8605l11525,8605e" filled="f" stroked="t" strokeweight=".666667pt" strokecolor="#E6E6E6">
                <v:path arrowok="t"/>
              </v:shape>
            </v:group>
            <v:group style="position:absolute;left:723;top:8632;width:10793;height:2" coordorigin="723,8632" coordsize="10793,2">
              <v:shape style="position:absolute;left:723;top:8632;width:10793;height:2" coordorigin="723,8632" coordsize="10793,0" path="m732,8632l11525,8632e" filled="f" stroked="t" strokeweight=".666667pt" strokecolor="#E6E6E6">
                <v:path arrowok="t"/>
              </v:shape>
            </v:group>
            <v:group style="position:absolute;left:11520;top:8619;width:2;height:260" coordorigin="11520,8619" coordsize="2,260">
              <v:shape style="position:absolute;left:11520;top:8619;width:2;height:260" coordorigin="11520,8619" coordsize="0,260" path="m11520,8639l11520,8899e" filled="f" stroked="t" strokeweight=".5pt" strokecolor="#FFFFFF">
                <v:path arrowok="t"/>
              </v:shape>
            </v:group>
            <v:group style="position:absolute;left:723;top:8865;width:10793;height:2" coordorigin="723,8865" coordsize="10793,2">
              <v:shape style="position:absolute;left:723;top:8865;width:10793;height:2" coordorigin="723,8865" coordsize="10793,0" path="m727,8865l11520,8865e" filled="f" stroked="t" strokeweight=".666667pt" strokecolor="#E6E6E6">
                <v:path arrowok="t"/>
              </v:shape>
            </v:group>
            <v:group style="position:absolute;left:720;top:8619;width:2;height:260" coordorigin="720,8619" coordsize="2,260">
              <v:shape style="position:absolute;left:720;top:8619;width:2;height:260" coordorigin="720,8619" coordsize="0,260" path="m720,8639l720,8899e" filled="f" stroked="t" strokeweight=".5pt" strokecolor="#FFFFFF">
                <v:path arrowok="t"/>
              </v:shape>
            </v:group>
            <v:group style="position:absolute;left:720;top:8892;width:10800;height:2" coordorigin="720,8892" coordsize="10800,2">
              <v:shape style="position:absolute;left:720;top:8892;width:10800;height:2" coordorigin="720,8892" coordsize="10800,0" path="m720,8892l11520,8892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77.140991pt;width:541.000001pt;height:15.000009pt;mso-position-horizontal-relative:page;mso-position-vertical-relative:page;z-index:-4177" coordorigin="710,9543" coordsize="10820,300">
            <v:group style="position:absolute;left:725;top:9583;width:5390;height:220" coordorigin="725,9583" coordsize="5390,220">
              <v:shape style="position:absolute;left:725;top:9583;width:5390;height:220" coordorigin="725,9583" coordsize="5390,220" path="m725,9583l6115,9583,6115,9803,725,9803,725,9583e" filled="t" fillcolor="#E6E6E6" stroked="f">
                <v:path arrowok="t"/>
                <v:fill/>
              </v:shape>
            </v:group>
            <v:group style="position:absolute;left:717;top:9549;width:5403;height:2" coordorigin="717,9549" coordsize="5403,2">
              <v:shape style="position:absolute;left:717;top:9549;width:5403;height:2" coordorigin="717,9549" coordsize="5403,0" path="m718,9549l6122,9549e" filled="f" stroked="t" strokeweight=".666667pt" strokecolor="#E6E6E6">
                <v:path arrowok="t"/>
              </v:shape>
            </v:group>
            <v:group style="position:absolute;left:723;top:9576;width:5393;height:2" coordorigin="723,9576" coordsize="5393,2">
              <v:shape style="position:absolute;left:723;top:9576;width:5393;height:2" coordorigin="723,9576" coordsize="5393,0" path="m732,9576l6125,9576e" filled="f" stroked="t" strokeweight=".666667pt" strokecolor="#E6E6E6">
                <v:path arrowok="t"/>
              </v:shape>
            </v:group>
            <v:group style="position:absolute;left:723;top:9809;width:5393;height:2" coordorigin="723,9809" coordsize="5393,2">
              <v:shape style="position:absolute;left:723;top:9809;width:5393;height:2" coordorigin="723,9809" coordsize="5393,0" path="m727,9809l6120,9809e" filled="f" stroked="t" strokeweight=".666667pt" strokecolor="#E6E6E6">
                <v:path arrowok="t"/>
              </v:shape>
            </v:group>
            <v:group style="position:absolute;left:720;top:9563;width:2;height:260" coordorigin="720,9563" coordsize="2,260">
              <v:shape style="position:absolute;left:720;top:9563;width:2;height:260" coordorigin="720,9563" coordsize="0,260" path="m720,9583l720,9843e" filled="f" stroked="t" strokeweight=".5pt" strokecolor="#FFFFFF">
                <v:path arrowok="t"/>
              </v:shape>
            </v:group>
            <v:group style="position:absolute;left:6125;top:9583;width:5390;height:220" coordorigin="6125,9583" coordsize="5390,220">
              <v:shape style="position:absolute;left:6125;top:9583;width:5390;height:220" coordorigin="6125,9583" coordsize="5390,220" path="m6125,9583l11515,9583,11515,9803,6125,9803,6125,9583e" filled="t" fillcolor="#E6E6E6" stroked="f">
                <v:path arrowok="t"/>
                <v:fill/>
              </v:shape>
            </v:group>
            <v:group style="position:absolute;left:6120;top:9549;width:5403;height:2" coordorigin="6120,9549" coordsize="5403,2">
              <v:shape style="position:absolute;left:6120;top:9549;width:5403;height:2" coordorigin="6120,9549" coordsize="5403,0" path="m6120,9549l11523,9549e" filled="f" stroked="t" strokeweight=".666667pt" strokecolor="#E6E6E6">
                <v:path arrowok="t"/>
              </v:shape>
            </v:group>
            <v:group style="position:absolute;left:6123;top:9576;width:5393;height:2" coordorigin="6123,9576" coordsize="5393,2">
              <v:shape style="position:absolute;left:6123;top:9576;width:5393;height:2" coordorigin="6123,9576" coordsize="5393,0" path="m6127,9576l11520,9576e" filled="f" stroked="t" strokeweight=".666667pt" strokecolor="#E6E6E6">
                <v:path arrowok="t"/>
              </v:shape>
            </v:group>
            <v:group style="position:absolute;left:11520;top:9563;width:2;height:260" coordorigin="11520,9563" coordsize="2,260">
              <v:shape style="position:absolute;left:11520;top:9563;width:2;height:260" coordorigin="11520,9563" coordsize="0,260" path="m11520,9583l11520,9843e" filled="f" stroked="t" strokeweight=".5pt" strokecolor="#FFFFFF">
                <v:path arrowok="t"/>
              </v:shape>
            </v:group>
            <v:group style="position:absolute;left:6123;top:9809;width:5393;height:2" coordorigin="6123,9809" coordsize="5393,2">
              <v:shape style="position:absolute;left:6123;top:9809;width:5393;height:2" coordorigin="6123,9809" coordsize="5393,0" path="m6127,9809l11520,9809e" filled="f" stroked="t" strokeweight=".666667pt" strokecolor="#E6E6E6">
                <v:path arrowok="t"/>
              </v:shape>
            </v:group>
            <v:group style="position:absolute;left:720;top:9836;width:10800;height:2" coordorigin="720,9836" coordsize="10800,2">
              <v:shape style="position:absolute;left:720;top:9836;width:10800;height:2" coordorigin="720,9836" coordsize="10800,0" path="m720,9836l11520,9836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536.440979pt;width:541.000001pt;height:22.606021pt;mso-position-horizontal-relative:page;mso-position-vertical-relative:page;z-index:-4176" coordorigin="710,10729" coordsize="10820,452">
            <v:shape style="position:absolute;left:2143;top:10729;width:585;height:117" type="#_x0000_t75">
              <v:imagedata r:id="rId28" o:title=""/>
            </v:shape>
            <v:group style="position:absolute;left:725;top:10921;width:3590;height:220" coordorigin="725,10921" coordsize="3590,220">
              <v:shape style="position:absolute;left:725;top:10921;width:3590;height:220" coordorigin="725,10921" coordsize="3590,220" path="m725,10921l4315,10921,4315,11141,725,11141,725,10921e" filled="t" fillcolor="#E6E6E6" stroked="f">
                <v:path arrowok="t"/>
                <v:fill/>
              </v:shape>
            </v:group>
            <v:group style="position:absolute;left:717;top:10888;width:3603;height:2" coordorigin="717,10888" coordsize="3603,2">
              <v:shape style="position:absolute;left:717;top:10888;width:3603;height:2" coordorigin="717,10888" coordsize="3603,0" path="m718,10888l4322,10888e" filled="f" stroked="t" strokeweight=".666667pt" strokecolor="#E6E6E6">
                <v:path arrowok="t"/>
              </v:shape>
            </v:group>
            <v:group style="position:absolute;left:723;top:10914;width:3593;height:2" coordorigin="723,10914" coordsize="3593,2">
              <v:shape style="position:absolute;left:723;top:10914;width:3593;height:2" coordorigin="723,10914" coordsize="3593,0" path="m732,10914l4325,10914e" filled="f" stroked="t" strokeweight=".666667pt" strokecolor="#E6E6E6">
                <v:path arrowok="t"/>
              </v:shape>
            </v:group>
            <v:group style="position:absolute;left:723;top:11148;width:3593;height:2" coordorigin="723,11148" coordsize="3593,2">
              <v:shape style="position:absolute;left:723;top:11148;width:3593;height:2" coordorigin="723,11148" coordsize="3593,0" path="m727,11148l4320,11148e" filled="f" stroked="t" strokeweight=".666667pt" strokecolor="#E6E6E6">
                <v:path arrowok="t"/>
              </v:shape>
            </v:group>
            <v:group style="position:absolute;left:720;top:10901;width:2;height:260" coordorigin="720,10901" coordsize="2,260">
              <v:shape style="position:absolute;left:720;top:10901;width:2;height:260" coordorigin="720,10901" coordsize="0,260" path="m720,10921l720,11181e" filled="f" stroked="t" strokeweight=".5pt" strokecolor="#FFFFFF">
                <v:path arrowok="t"/>
              </v:shape>
            </v:group>
            <v:group style="position:absolute;left:4325;top:10921;width:3590;height:220" coordorigin="4325,10921" coordsize="3590,220">
              <v:shape style="position:absolute;left:4325;top:10921;width:3590;height:220" coordorigin="4325,10921" coordsize="3590,220" path="m4325,10921l7915,10921,7915,11141,4325,11141,4325,10921e" filled="t" fillcolor="#E6E6E6" stroked="f">
                <v:path arrowok="t"/>
                <v:fill/>
              </v:shape>
            </v:group>
            <v:group style="position:absolute;left:4320;top:10888;width:3600;height:2" coordorigin="4320,10888" coordsize="3600,2">
              <v:shape style="position:absolute;left:4320;top:10888;width:3600;height:2" coordorigin="4320,10888" coordsize="3600,0" path="m4320,10888l7920,10888e" filled="f" stroked="t" strokeweight=".666667pt" strokecolor="#E6E6E6">
                <v:path arrowok="t"/>
              </v:shape>
            </v:group>
            <v:group style="position:absolute;left:4323;top:10914;width:3593;height:2" coordorigin="4323,10914" coordsize="3593,2">
              <v:shape style="position:absolute;left:4323;top:10914;width:3593;height:2" coordorigin="4323,10914" coordsize="3593,0" path="m4327,10914l7920,10914e" filled="f" stroked="t" strokeweight=".666667pt" strokecolor="#E6E6E6">
                <v:path arrowok="t"/>
              </v:shape>
            </v:group>
            <v:group style="position:absolute;left:4323;top:11148;width:3593;height:2" coordorigin="4323,11148" coordsize="3593,2">
              <v:shape style="position:absolute;left:4323;top:11148;width:3593;height:2" coordorigin="4323,11148" coordsize="3593,0" path="m4327,11148l7920,11148e" filled="f" stroked="t" strokeweight=".666667pt" strokecolor="#E6E6E6">
                <v:path arrowok="t"/>
              </v:shape>
            </v:group>
            <v:group style="position:absolute;left:7925;top:10921;width:3590;height:220" coordorigin="7925,10921" coordsize="3590,220">
              <v:shape style="position:absolute;left:7925;top:10921;width:3590;height:220" coordorigin="7925,10921" coordsize="3590,220" path="m7925,10921l11515,10921,11515,11141,7925,11141,7925,10921e" filled="t" fillcolor="#E6E6E6" stroked="f">
                <v:path arrowok="t"/>
                <v:fill/>
              </v:shape>
            </v:group>
            <v:group style="position:absolute;left:7920;top:10888;width:3603;height:2" coordorigin="7920,10888" coordsize="3603,2">
              <v:shape style="position:absolute;left:7920;top:10888;width:3603;height:2" coordorigin="7920,10888" coordsize="3603,0" path="m7920,10888l11523,10888e" filled="f" stroked="t" strokeweight=".666667pt" strokecolor="#E6E6E6">
                <v:path arrowok="t"/>
              </v:shape>
            </v:group>
            <v:group style="position:absolute;left:7923;top:10914;width:3593;height:2" coordorigin="7923,10914" coordsize="3593,2">
              <v:shape style="position:absolute;left:7923;top:10914;width:3593;height:2" coordorigin="7923,10914" coordsize="3593,0" path="m7927,10914l11520,10914e" filled="f" stroked="t" strokeweight=".666667pt" strokecolor="#E6E6E6">
                <v:path arrowok="t"/>
              </v:shape>
            </v:group>
            <v:group style="position:absolute;left:11520;top:10901;width:2;height:260" coordorigin="11520,10901" coordsize="2,260">
              <v:shape style="position:absolute;left:11520;top:10901;width:2;height:260" coordorigin="11520,10901" coordsize="0,260" path="m11520,10921l11520,11181e" filled="f" stroked="t" strokeweight=".5pt" strokecolor="#FFFFFF">
                <v:path arrowok="t"/>
              </v:shape>
            </v:group>
            <v:group style="position:absolute;left:7923;top:11148;width:3593;height:2" coordorigin="7923,11148" coordsize="3593,2">
              <v:shape style="position:absolute;left:7923;top:11148;width:3593;height:2" coordorigin="7923,11148" coordsize="3593,0" path="m7927,11148l11520,11148e" filled="f" stroked="t" strokeweight=".666667pt" strokecolor="#E6E6E6">
                <v:path arrowok="t"/>
              </v:shape>
            </v:group>
            <v:group style="position:absolute;left:720;top:11174;width:10800;height:2" coordorigin="720,11174" coordsize="10800,2">
              <v:shape style="position:absolute;left:720;top:11174;width:10800;height:2" coordorigin="720,11174" coordsize="10800,0" path="m720,11174l11520,11174e" filled="f" stroked="t" strokeweight=".666669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66.846985pt;width:540.999998pt;height:26.425pt;mso-position-horizontal-relative:page;mso-position-vertical-relative:page;z-index:-4175" coordorigin="710,13337" coordsize="10820,529">
            <v:group style="position:absolute;left:725;top:13377;width:638;height:288" coordorigin="725,13377" coordsize="638,288">
              <v:shape style="position:absolute;left:725;top:13377;width:638;height:288" coordorigin="725,13377" coordsize="638,288" path="m725,13377l1363,13377,1363,13665,725,13665,725,13377e" filled="t" fillcolor="#E6E6E6" stroked="f">
                <v:path arrowok="t"/>
                <v:fill/>
              </v:shape>
            </v:group>
            <v:group style="position:absolute;left:717;top:13344;width:651;height:2" coordorigin="717,13344" coordsize="651,2">
              <v:shape style="position:absolute;left:717;top:13344;width:651;height:2" coordorigin="717,13344" coordsize="651,0" path="m718,13344l1370,13344e" filled="f" stroked="t" strokeweight=".666667pt" strokecolor="#E6E6E6">
                <v:path arrowok="t"/>
              </v:shape>
            </v:group>
            <v:group style="position:absolute;left:723;top:13370;width:641;height:2" coordorigin="723,13370" coordsize="641,2">
              <v:shape style="position:absolute;left:723;top:13370;width:641;height:2" coordorigin="723,13370" coordsize="641,0" path="m732,13370l1373,13370e" filled="f" stroked="t" strokeweight=".666667pt" strokecolor="#E6E6E6">
                <v:path arrowok="t"/>
              </v:shape>
            </v:group>
            <v:group style="position:absolute;left:723;top:13672;width:641;height:2" coordorigin="723,13672" coordsize="641,2">
              <v:shape style="position:absolute;left:723;top:13672;width:641;height:2" coordorigin="723,13672" coordsize="641,0" path="m727,13672l1368,13672e" filled="f" stroked="t" strokeweight=".666667pt" strokecolor="#E6E6E6">
                <v:path arrowok="t"/>
              </v:shape>
            </v:group>
            <v:group style="position:absolute;left:720;top:13357;width:2;height:328" coordorigin="720,13357" coordsize="2,328">
              <v:shape style="position:absolute;left:720;top:13357;width:2;height:328" coordorigin="720,13357" coordsize="0,328" path="m720,13377l720,13705e" filled="f" stroked="t" strokeweight=".5pt" strokecolor="#FFFFFF">
                <v:path arrowok="t"/>
              </v:shape>
            </v:group>
            <v:group style="position:absolute;left:1373;top:13377;width:2798;height:288" coordorigin="1373,13377" coordsize="2798,288">
              <v:shape style="position:absolute;left:1373;top:13377;width:2798;height:288" coordorigin="1373,13377" coordsize="2798,288" path="m1373,13377l4171,13377,4171,13665,1373,13665,1373,13377e" filled="t" fillcolor="#E6E6E6" stroked="f">
                <v:path arrowok="t"/>
                <v:fill/>
              </v:shape>
            </v:group>
            <v:group style="position:absolute;left:1368;top:13344;width:2808;height:2" coordorigin="1368,13344" coordsize="2808,2">
              <v:shape style="position:absolute;left:1368;top:13344;width:2808;height:2" coordorigin="1368,13344" coordsize="2808,0" path="m1368,13344l4176,13344e" filled="f" stroked="t" strokeweight=".666667pt" strokecolor="#E6E6E6">
                <v:path arrowok="t"/>
              </v:shape>
            </v:group>
            <v:group style="position:absolute;left:1371;top:13370;width:2801;height:2" coordorigin="1371,13370" coordsize="2801,2">
              <v:shape style="position:absolute;left:1371;top:13370;width:2801;height:2" coordorigin="1371,13370" coordsize="2801,0" path="m1375,13370l4176,13370e" filled="f" stroked="t" strokeweight=".666667pt" strokecolor="#E6E6E6">
                <v:path arrowok="t"/>
              </v:shape>
            </v:group>
            <v:group style="position:absolute;left:1371;top:13672;width:2801;height:2" coordorigin="1371,13672" coordsize="2801,2">
              <v:shape style="position:absolute;left:1371;top:13672;width:2801;height:2" coordorigin="1371,13672" coordsize="2801,0" path="m1375,13672l4176,13672e" filled="f" stroked="t" strokeweight=".666667pt" strokecolor="#E6E6E6">
                <v:path arrowok="t"/>
              </v:shape>
            </v:group>
            <v:group style="position:absolute;left:4181;top:13377;width:962;height:288" coordorigin="4181,13377" coordsize="962,288">
              <v:shape style="position:absolute;left:4181;top:13377;width:962;height:288" coordorigin="4181,13377" coordsize="962,288" path="m4181,13377l5143,13377,5143,13665,4181,13665,4181,13377e" filled="t" fillcolor="#E6E6E6" stroked="f">
                <v:path arrowok="t"/>
                <v:fill/>
              </v:shape>
            </v:group>
            <v:group style="position:absolute;left:4176;top:13344;width:972;height:2" coordorigin="4176,13344" coordsize="972,2">
              <v:shape style="position:absolute;left:4176;top:13344;width:972;height:2" coordorigin="4176,13344" coordsize="972,0" path="m4176,13344l5148,13344e" filled="f" stroked="t" strokeweight=".666667pt" strokecolor="#E6E6E6">
                <v:path arrowok="t"/>
              </v:shape>
            </v:group>
            <v:group style="position:absolute;left:4179;top:13370;width:965;height:2" coordorigin="4179,13370" coordsize="965,2">
              <v:shape style="position:absolute;left:4179;top:13370;width:965;height:2" coordorigin="4179,13370" coordsize="965,0" path="m4183,13370l5148,13370e" filled="f" stroked="t" strokeweight=".666667pt" strokecolor="#E6E6E6">
                <v:path arrowok="t"/>
              </v:shape>
            </v:group>
            <v:group style="position:absolute;left:4179;top:13672;width:965;height:2" coordorigin="4179,13672" coordsize="965,2">
              <v:shape style="position:absolute;left:4179;top:13672;width:965;height:2" coordorigin="4179,13672" coordsize="965,0" path="m4183,13672l5148,13672e" filled="f" stroked="t" strokeweight=".666667pt" strokecolor="#E6E6E6">
                <v:path arrowok="t"/>
              </v:shape>
            </v:group>
            <v:group style="position:absolute;left:5153;top:13377;width:1178;height:288" coordorigin="5153,13377" coordsize="1178,288">
              <v:shape style="position:absolute;left:5153;top:13377;width:1178;height:288" coordorigin="5153,13377" coordsize="1178,288" path="m5153,13377l6331,13377,6331,13665,5153,13665,5153,13377e" filled="t" fillcolor="#E6E6E6" stroked="f">
                <v:path arrowok="t"/>
                <v:fill/>
              </v:shape>
            </v:group>
            <v:group style="position:absolute;left:5148;top:13344;width:1188;height:2" coordorigin="5148,13344" coordsize="1188,2">
              <v:shape style="position:absolute;left:5148;top:13344;width:1188;height:2" coordorigin="5148,13344" coordsize="1188,0" path="m5148,13344l6336,13344e" filled="f" stroked="t" strokeweight=".666667pt" strokecolor="#E6E6E6">
                <v:path arrowok="t"/>
              </v:shape>
            </v:group>
            <v:group style="position:absolute;left:5151;top:13370;width:1181;height:2" coordorigin="5151,13370" coordsize="1181,2">
              <v:shape style="position:absolute;left:5151;top:13370;width:1181;height:2" coordorigin="5151,13370" coordsize="1181,0" path="m5155,13370l6336,13370e" filled="f" stroked="t" strokeweight=".666667pt" strokecolor="#E6E6E6">
                <v:path arrowok="t"/>
              </v:shape>
            </v:group>
            <v:group style="position:absolute;left:5151;top:13672;width:1181;height:2" coordorigin="5151,13672" coordsize="1181,2">
              <v:shape style="position:absolute;left:5151;top:13672;width:1181;height:2" coordorigin="5151,13672" coordsize="1181,0" path="m5155,13672l6336,13672e" filled="f" stroked="t" strokeweight=".666667pt" strokecolor="#E6E6E6">
                <v:path arrowok="t"/>
              </v:shape>
            </v:group>
            <v:group style="position:absolute;left:6341;top:13377;width:1178;height:288" coordorigin="6341,13377" coordsize="1178,288">
              <v:shape style="position:absolute;left:6341;top:13377;width:1178;height:288" coordorigin="6341,13377" coordsize="1178,288" path="m6341,13377l7519,13377,7519,13665,6341,13665,6341,13377e" filled="t" fillcolor="#E6E6E6" stroked="f">
                <v:path arrowok="t"/>
                <v:fill/>
              </v:shape>
            </v:group>
            <v:group style="position:absolute;left:6336;top:13344;width:1188;height:2" coordorigin="6336,13344" coordsize="1188,2">
              <v:shape style="position:absolute;left:6336;top:13344;width:1188;height:2" coordorigin="6336,13344" coordsize="1188,0" path="m6336,13344l7524,13344e" filled="f" stroked="t" strokeweight=".666667pt" strokecolor="#E6E6E6">
                <v:path arrowok="t"/>
              </v:shape>
            </v:group>
            <v:group style="position:absolute;left:6339;top:13370;width:1181;height:2" coordorigin="6339,13370" coordsize="1181,2">
              <v:shape style="position:absolute;left:6339;top:13370;width:1181;height:2" coordorigin="6339,13370" coordsize="1181,0" path="m6343,13370l7524,13370e" filled="f" stroked="t" strokeweight=".666667pt" strokecolor="#E6E6E6">
                <v:path arrowok="t"/>
              </v:shape>
            </v:group>
            <v:group style="position:absolute;left:6339;top:13672;width:1181;height:2" coordorigin="6339,13672" coordsize="1181,2">
              <v:shape style="position:absolute;left:6339;top:13672;width:1181;height:2" coordorigin="6339,13672" coordsize="1181,0" path="m6343,13672l7524,13672e" filled="f" stroked="t" strokeweight=".666667pt" strokecolor="#E6E6E6">
                <v:path arrowok="t"/>
              </v:shape>
            </v:group>
            <v:group style="position:absolute;left:7529;top:13377;width:1394;height:288" coordorigin="7529,13377" coordsize="1394,288">
              <v:shape style="position:absolute;left:7529;top:13377;width:1394;height:288" coordorigin="7529,13377" coordsize="1394,288" path="m7529,13377l8923,13377,8923,13665,7529,13665,7529,13377e" filled="t" fillcolor="#E6E6E6" stroked="f">
                <v:path arrowok="t"/>
                <v:fill/>
              </v:shape>
            </v:group>
            <v:group style="position:absolute;left:7524;top:13344;width:1404;height:2" coordorigin="7524,13344" coordsize="1404,2">
              <v:shape style="position:absolute;left:7524;top:13344;width:1404;height:2" coordorigin="7524,13344" coordsize="1404,0" path="m7524,13344l8928,13344e" filled="f" stroked="t" strokeweight=".666667pt" strokecolor="#E6E6E6">
                <v:path arrowok="t"/>
              </v:shape>
            </v:group>
            <v:group style="position:absolute;left:7527;top:13370;width:1397;height:2" coordorigin="7527,13370" coordsize="1397,2">
              <v:shape style="position:absolute;left:7527;top:13370;width:1397;height:2" coordorigin="7527,13370" coordsize="1397,0" path="m7531,13370l8928,13370e" filled="f" stroked="t" strokeweight=".666667pt" strokecolor="#E6E6E6">
                <v:path arrowok="t"/>
              </v:shape>
            </v:group>
            <v:group style="position:absolute;left:7527;top:13672;width:1397;height:2" coordorigin="7527,13672" coordsize="1397,2">
              <v:shape style="position:absolute;left:7527;top:13672;width:1397;height:2" coordorigin="7527,13672" coordsize="1397,0" path="m7531,13672l8928,13672e" filled="f" stroked="t" strokeweight=".666667pt" strokecolor="#E6E6E6">
                <v:path arrowok="t"/>
              </v:shape>
            </v:group>
            <v:group style="position:absolute;left:8933;top:13377;width:1178;height:288" coordorigin="8933,13377" coordsize="1178,288">
              <v:shape style="position:absolute;left:8933;top:13377;width:1178;height:288" coordorigin="8933,13377" coordsize="1178,288" path="m8933,13377l10111,13377,10111,13665,8933,13665,8933,13377e" filled="t" fillcolor="#E6E6E6" stroked="f">
                <v:path arrowok="t"/>
                <v:fill/>
              </v:shape>
            </v:group>
            <v:group style="position:absolute;left:8928;top:13344;width:1188;height:2" coordorigin="8928,13344" coordsize="1188,2">
              <v:shape style="position:absolute;left:8928;top:13344;width:1188;height:2" coordorigin="8928,13344" coordsize="1188,0" path="m8928,13344l10116,13344e" filled="f" stroked="t" strokeweight=".666667pt" strokecolor="#E6E6E6">
                <v:path arrowok="t"/>
              </v:shape>
            </v:group>
            <v:group style="position:absolute;left:8931;top:13370;width:1181;height:2" coordorigin="8931,13370" coordsize="1181,2">
              <v:shape style="position:absolute;left:8931;top:13370;width:1181;height:2" coordorigin="8931,13370" coordsize="1181,0" path="m8935,13370l10116,13370e" filled="f" stroked="t" strokeweight=".666667pt" strokecolor="#E6E6E6">
                <v:path arrowok="t"/>
              </v:shape>
            </v:group>
            <v:group style="position:absolute;left:8931;top:13672;width:1181;height:2" coordorigin="8931,13672" coordsize="1181,2">
              <v:shape style="position:absolute;left:8931;top:13672;width:1181;height:2" coordorigin="8931,13672" coordsize="1181,0" path="m8935,13672l10116,13672e" filled="f" stroked="t" strokeweight=".666667pt" strokecolor="#E6E6E6">
                <v:path arrowok="t"/>
              </v:shape>
            </v:group>
            <v:group style="position:absolute;left:10121;top:13377;width:1394;height:288" coordorigin="10121,13377" coordsize="1394,288">
              <v:shape style="position:absolute;left:10121;top:13377;width:1394;height:288" coordorigin="10121,13377" coordsize="1394,288" path="m10121,13377l11515,13377,11515,13665,10121,13665,10121,13377e" filled="t" fillcolor="#E6E6E6" stroked="f">
                <v:path arrowok="t"/>
                <v:fill/>
              </v:shape>
            </v:group>
            <v:group style="position:absolute;left:10116;top:13344;width:1407;height:2" coordorigin="10116,13344" coordsize="1407,2">
              <v:shape style="position:absolute;left:10116;top:13344;width:1407;height:2" coordorigin="10116,13344" coordsize="1407,0" path="m10116,13344l11523,13344e" filled="f" stroked="t" strokeweight=".666667pt" strokecolor="#E6E6E6">
                <v:path arrowok="t"/>
              </v:shape>
            </v:group>
            <v:group style="position:absolute;left:10119;top:13370;width:1397;height:2" coordorigin="10119,13370" coordsize="1397,2">
              <v:shape style="position:absolute;left:10119;top:13370;width:1397;height:2" coordorigin="10119,13370" coordsize="1397,0" path="m10123,13370l11520,13370e" filled="f" stroked="t" strokeweight=".666667pt" strokecolor="#E6E6E6">
                <v:path arrowok="t"/>
              </v:shape>
            </v:group>
            <v:group style="position:absolute;left:11520;top:13357;width:2;height:328" coordorigin="11520,13357" coordsize="2,328">
              <v:shape style="position:absolute;left:11520;top:13357;width:2;height:328" coordorigin="11520,13357" coordsize="0,328" path="m11520,13377l11520,13705e" filled="f" stroked="t" strokeweight=".5pt" strokecolor="#FFFFFF">
                <v:path arrowok="t"/>
              </v:shape>
            </v:group>
            <v:group style="position:absolute;left:10119;top:13672;width:1397;height:2" coordorigin="10119,13672" coordsize="1397,2">
              <v:shape style="position:absolute;left:10119;top:13672;width:1397;height:2" coordorigin="10119,13672" coordsize="1397,0" path="m10123,13672l11520,13672e" filled="f" stroked="t" strokeweight=".666667pt" strokecolor="#E6E6E6">
                <v:path arrowok="t"/>
              </v:shape>
            </v:group>
            <v:group style="position:absolute;left:720;top:13698;width:10800;height:2" coordorigin="720,13698" coordsize="10800,2">
              <v:shape style="position:absolute;left:720;top:13698;width:10800;height:2" coordorigin="720,13698" coordsize="10800,0" path="m720,13698l11520,13698e" filled="f" stroked="t" strokeweight=".666676pt" strokecolor="#E6E6E6">
                <v:path arrowok="t"/>
              </v:shape>
              <v:shape style="position:absolute;left:1468;top:13721;width:144;height:144" type="#_x0000_t75">
                <v:imagedata r:id="rId29" o:title=""/>
              </v:shape>
            </v:group>
            <w10:wrap type="none"/>
          </v:group>
        </w:pict>
      </w:r>
      <w:r>
        <w:rPr/>
        <w:pict>
          <v:group style="position:absolute;margin-left:36pt;margin-top:702.789001pt;width:539.999997pt;height:.1pt;mso-position-horizontal-relative:page;mso-position-vertical-relative:page;z-index:-4174" coordorigin="720,14056" coordsize="10800,2">
            <v:shape style="position:absolute;left:720;top:14056;width:10800;height:2" coordorigin="720,14056" coordsize="10800,0" path="m720,14056l11520,14056e" filled="f" stroked="t" strokeweight=".500010pt" strokecolor="#DFDFDF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169" w:lineRule="exact"/>
        <w:ind w:left="307" w:right="-64"/>
        <w:jc w:val="left"/>
        <w:tabs>
          <w:tab w:pos="9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81440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Medication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13" w:lineRule="exact"/>
        <w:ind w:left="84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7" w:after="0" w:line="184" w:lineRule="exact"/>
        <w:ind w:right="-69"/>
        <w:jc w:val="left"/>
        <w:tabs>
          <w:tab w:pos="960" w:val="left"/>
          <w:tab w:pos="21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8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24,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1100"/>
          <w:cols w:num="3" w:equalWidth="0">
            <w:col w:w="3314" w:space="342"/>
            <w:col w:w="3148" w:space="200"/>
            <w:col w:w="351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4173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106574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112354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136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5" w:after="0" w:line="144" w:lineRule="exact"/>
        <w:ind w:left="616" w:right="-44" w:firstLine="-616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3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CPRS_Dev1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136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5" w:after="0" w:line="144" w:lineRule="exact"/>
        <w:ind w:left="616" w:right="-44" w:firstLine="-616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3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3" w:lineRule="exact"/>
        <w:ind w:left="-49" w:right="413"/>
        <w:jc w:val="right"/>
        <w:tabs>
          <w:tab w:pos="1120" w:val="left"/>
          <w:tab w:pos="22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3" w:lineRule="exact"/>
        <w:ind w:left="-49" w:right="47"/>
        <w:jc w:val="right"/>
        <w:tabs>
          <w:tab w:pos="1120" w:val="left"/>
          <w:tab w:pos="22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4"/>
        </w:rPr>
        <w:t>  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4"/>
        </w:rPr>
        <w:t>Lucy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7" w:lineRule="exact"/>
        <w:ind w:right="47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VHAISDILUSTL</w:t>
      </w:r>
    </w:p>
    <w:p>
      <w:pPr>
        <w:spacing w:before="8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56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5pt;margin-top:22.394798pt;width:540.250097pt;height:.500111pt;mso-position-horizontal-relative:page;mso-position-vertical-relative:paragraph;z-index:-4172" coordorigin="717,448" coordsize="10805,10">
            <v:group style="position:absolute;left:720;top:450;width:10800;height:2" coordorigin="720,450" coordsize="10800,2">
              <v:shape style="position:absolute;left:720;top:450;width:10800;height:2" coordorigin="720,450" coordsize="10800,0" path="m720,450l11520,450e" filled="f" stroked="t" strokeweight=".250098pt" strokecolor="#DFDFDF">
                <v:path arrowok="t"/>
              </v:shape>
            </v:group>
            <v:group style="position:absolute;left:720;top:455;width:10800;height:2" coordorigin="720,455" coordsize="10800,2">
              <v:shape style="position:absolute;left:720;top:455;width:10800;height:2" coordorigin="720,455" coordsize="10800,0" path="m720,455l11520,455e" filled="f" stroked="t" strokeweight=".25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244958pt;width:539.999999pt;height:.1pt;mso-position-horizontal-relative:page;mso-position-vertical-relative:paragraph;z-index:-4170" coordorigin="720,165" coordsize="10800,2">
            <v:shape style="position:absolute;left:720;top:165;width:10800;height:2" coordorigin="720,165" coordsize="10800,0" path="m720,165l11520,165e" filled="f" stroked="t" strokeweight=".5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10pt;width:7.2pt;height:7.2pt;mso-position-horizontal-relative:page;mso-position-vertical-relative:paragraph;z-index:-4171" type="#_x0000_t75">
            <v:imagedata r:id="rId32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12,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22pt;width:7.2pt;height:7.2pt;mso-position-horizontal-relative:page;mso-position-vertical-relative:paragraph;z-index:-4169" type="#_x0000_t75">
            <v:imagedata r:id="rId33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Jan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26,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83" w:space="637"/>
            <w:col w:w="2030" w:space="206"/>
            <w:col w:w="3196" w:space="152"/>
            <w:col w:w="934" w:space="146"/>
            <w:col w:w="1087" w:space="209"/>
            <w:col w:w="1480"/>
          </w:cols>
        </w:sectPr>
      </w:pPr>
      <w:rPr/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pt;width:541.000001pt;height:15.0pt;mso-position-horizontal-relative:page;mso-position-vertical-relative:paragraph;z-index:-4168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4167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97.781982pt;width:541.500003pt;height:13.600017pt;mso-position-horizontal-relative:page;mso-position-vertical-relative:page;z-index:-4165" coordorigin="705,5956" coordsize="10830,272">
            <v:group style="position:absolute;left:720;top:5996;width:10800;height:192" coordorigin="720,5996" coordsize="10800,192">
              <v:shape style="position:absolute;left:720;top:5996;width:10800;height:192" coordorigin="720,5996" coordsize="10800,192" path="m720,5996l11520,5996,11520,6188,720,6188,720,5996e" filled="t" fillcolor="#E6E6E6" stroked="f">
                <v:path arrowok="t"/>
                <v:fill/>
              </v:shape>
            </v:group>
            <v:group style="position:absolute;left:712;top:5962;width:10817;height:2" coordorigin="712,5962" coordsize="10817,2">
              <v:shape style="position:absolute;left:712;top:5962;width:10817;height:2" coordorigin="712,5962" coordsize="10817,0" path="m713,5962l11530,5962e" filled="f" stroked="t" strokeweight=".666667pt" strokecolor="#E6E6E6">
                <v:path arrowok="t"/>
              </v:shape>
            </v:group>
            <v:group style="position:absolute;left:718;top:5989;width:10803;height:2" coordorigin="718,5989" coordsize="10803,2">
              <v:shape style="position:absolute;left:718;top:5989;width:10803;height:2" coordorigin="718,5989" coordsize="10803,0" path="m727,5989l11530,5989e" filled="f" stroked="t" strokeweight=".666667pt" strokecolor="#E6E6E6">
                <v:path arrowok="t"/>
              </v:shape>
            </v:group>
            <v:group style="position:absolute;left:11525;top:5976;width:2;height:232" coordorigin="11525,5976" coordsize="2,232">
              <v:shape style="position:absolute;left:11525;top:5976;width:2;height:232" coordorigin="11525,5976" coordsize="0,232" path="m11525,5996l11525,6228e" filled="f" stroked="t" strokeweight=".5pt" strokecolor="#FFFFFF">
                <v:path arrowok="t"/>
              </v:shape>
            </v:group>
            <v:group style="position:absolute;left:718;top:6194;width:10803;height:2" coordorigin="718,6194" coordsize="10803,2">
              <v:shape style="position:absolute;left:718;top:6194;width:10803;height:2" coordorigin="718,6194" coordsize="10803,0" path="m727,6194l11530,6194e" filled="f" stroked="t" strokeweight=".666667pt" strokecolor="#E6E6E6">
                <v:path arrowok="t"/>
              </v:shape>
            </v:group>
            <v:group style="position:absolute;left:712;top:6221;width:10817;height:2" coordorigin="712,6221" coordsize="10817,2">
              <v:shape style="position:absolute;left:712;top:6221;width:10817;height:2" coordorigin="712,6221" coordsize="10817,0" path="m713,6221l11530,6221e" filled="f" stroked="t" strokeweight=".666667pt" strokecolor="#E6E6E6">
                <v:path arrowok="t"/>
              </v:shape>
            </v:group>
            <v:group style="position:absolute;left:715;top:5976;width:2;height:232" coordorigin="715,5976" coordsize="2,232">
              <v:shape style="position:absolute;left:715;top:5976;width:2;height:232" coordorigin="715,5976" coordsize="0,232" path="m715,5996l715,6228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4.582001pt;width:539.718009pt;height:220.738006pt;mso-position-horizontal-relative:page;mso-position-vertical-relative:page;z-index:-4164" coordorigin="723,6892" coordsize="10794,4415">
            <v:group style="position:absolute;left:728;top:6897;width:10784;height:2" coordorigin="728,6897" coordsize="10784,2">
              <v:shape style="position:absolute;left:728;top:6897;width:10784;height:2" coordorigin="728,6897" coordsize="10784,0" path="m733,6897l11517,6897e" filled="f" stroked="t" strokeweight=".5pt" strokecolor="#000000">
                <v:path arrowok="t"/>
              </v:shape>
            </v:group>
            <v:group style="position:absolute;left:11512;top:6897;width:2;height:4405" coordorigin="11512,6897" coordsize="2,4405">
              <v:shape style="position:absolute;left:11512;top:6897;width:2;height:4405" coordorigin="11512,6897" coordsize="0,4405" path="m11512,6902l11512,11306e" filled="f" stroked="t" strokeweight=".5pt" strokecolor="#000000">
                <v:path arrowok="t"/>
              </v:shape>
            </v:group>
            <v:group style="position:absolute;left:728;top:11301;width:10784;height:2" coordorigin="728,11301" coordsize="10784,2">
              <v:shape style="position:absolute;left:728;top:11301;width:10784;height:2" coordorigin="728,11301" coordsize="10784,0" path="m733,11301l11517,11301e" filled="f" stroked="t" strokeweight=".5pt" strokecolor="#000000">
                <v:path arrowok="t"/>
              </v:shape>
            </v:group>
            <v:group style="position:absolute;left:728;top:6897;width:2;height:4405" coordorigin="728,6897" coordsize="2,4405">
              <v:shape style="position:absolute;left:728;top:6897;width:2;height:4405" coordorigin="728,6897" coordsize="0,4405" path="m728,6902l728,1130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73.070007pt;width:539.718009pt;height:145.468994pt;mso-position-horizontal-relative:page;mso-position-vertical-relative:page;z-index:-4163" coordorigin="723,11461" coordsize="10794,2909">
            <v:group style="position:absolute;left:728;top:11471;width:10784;height:2" coordorigin="728,11471" coordsize="10784,2">
              <v:shape style="position:absolute;left:728;top:11471;width:10784;height:2" coordorigin="728,11471" coordsize="10784,0" path="m733,11471l11517,11471e" filled="f" stroked="t" strokeweight=".5pt" strokecolor="#000000">
                <v:path arrowok="t"/>
              </v:shape>
            </v:group>
            <v:group style="position:absolute;left:11512;top:11471;width:2;height:2894" coordorigin="11512,11471" coordsize="2,2894">
              <v:shape style="position:absolute;left:11512;top:11471;width:2;height:2894" coordorigin="11512,11471" coordsize="0,2894" path="m11512,11476l11512,14371e" filled="f" stroked="t" strokeweight=".5pt" strokecolor="#000000">
                <v:path arrowok="t"/>
              </v:shape>
            </v:group>
            <v:group style="position:absolute;left:728;top:11471;width:2;height:2894" coordorigin="728,11471" coordsize="2,2894">
              <v:shape style="position:absolute;left:728;top:11471;width:2;height:2894" coordorigin="728,11471" coordsize="0,2894" path="m728,11476l728,14371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66" w:lineRule="auto"/>
        <w:ind w:left="100" w:right="468" w:firstLine="704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166" type="#_x0000_t75">
            <v:imagedata r:id="rId35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81440: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Create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67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Vitals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released.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34"/>
          <w:pgSz w:w="12240" w:h="15840"/>
        </w:sectPr>
      </w:pPr>
      <w:rPr/>
    </w:p>
    <w:p>
      <w:pPr>
        <w:spacing w:before="87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4.759912pt;width:539.718009pt;height:20.018999pt;mso-position-horizontal-relative:page;mso-position-vertical-relative:paragraph;z-index:-4162" coordorigin="723,95" coordsize="10794,400">
            <v:group style="position:absolute;left:11512;top:100;width:2;height:390" coordorigin="11512,100" coordsize="2,390">
              <v:shape style="position:absolute;left:11512;top:100;width:2;height:390" coordorigin="11512,100" coordsize="0,390" path="m11512,100l11512,491e" filled="f" stroked="t" strokeweight=".5pt" strokecolor="#000000">
                <v:path arrowok="t"/>
              </v:shape>
            </v:group>
            <v:group style="position:absolute;left:728;top:491;width:10784;height:2" coordorigin="728,491" coordsize="10784,2">
              <v:shape style="position:absolute;left:728;top:491;width:10784;height:2" coordorigin="728,491" coordsize="10784,0" path="m733,491l11517,491e" filled="f" stroked="t" strokeweight=".5pt" strokecolor="#000000">
                <v:path arrowok="t"/>
              </v:shape>
            </v:group>
            <v:group style="position:absolute;left:728;top:100;width:2;height:390" coordorigin="728,100" coordsize="2,390">
              <v:shape style="position:absolute;left:728;top:100;width:2;height:390" coordorigin="728,100" coordsize="0,390" path="m728,100l728,491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1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-174.782104pt;width:539.718009pt;height:163.137999pt;mso-position-horizontal-relative:page;mso-position-vertical-relative:paragraph;z-index:-4161" coordorigin="723,-3496" coordsize="10794,3263">
            <v:group style="position:absolute;left:728;top:-3491;width:10784;height:2" coordorigin="728,-3491" coordsize="10784,2">
              <v:shape style="position:absolute;left:728;top:-3491;width:10784;height:2" coordorigin="728,-3491" coordsize="10784,0" path="m733,-3491l11517,-3491e" filled="f" stroked="t" strokeweight=".5pt" strokecolor="#000000">
                <v:path arrowok="t"/>
              </v:shape>
            </v:group>
            <v:group style="position:absolute;left:11512;top:-3491;width:2;height:3253" coordorigin="11512,-3491" coordsize="2,3253">
              <v:shape style="position:absolute;left:11512;top:-3491;width:2;height:3253" coordorigin="11512,-3491" coordsize="0,3253" path="m11512,-3486l11512,-233e" filled="f" stroked="t" strokeweight=".5pt" strokecolor="#000000">
                <v:path arrowok="t"/>
              </v:shape>
            </v:group>
            <v:group style="position:absolute;left:728;top:-238;width:10784;height:2" coordorigin="728,-238" coordsize="10784,2">
              <v:shape style="position:absolute;left:728;top:-238;width:10784;height:2" coordorigin="728,-238" coordsize="10784,0" path="m733,-238l11517,-238e" filled="f" stroked="t" strokeweight=".5pt" strokecolor="#000000">
                <v:path arrowok="t"/>
              </v:shape>
            </v:group>
            <v:group style="position:absolute;left:728;top:-3491;width:2;height:3253" coordorigin="728,-3491" coordsize="2,3253">
              <v:shape style="position:absolute;left:728;top:-3491;width:2;height:3253" coordorigin="728,-3491" coordsize="0,3253" path="m728,-3486l728,-23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1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-174.782135pt;width:539.718009pt;height:163.138015pt;mso-position-horizontal-relative:page;mso-position-vertical-relative:paragraph;z-index:-4160" coordorigin="723,-3496" coordsize="10794,3263">
            <v:group style="position:absolute;left:728;top:-3491;width:10784;height:2" coordorigin="728,-3491" coordsize="10784,2">
              <v:shape style="position:absolute;left:728;top:-3491;width:10784;height:2" coordorigin="728,-3491" coordsize="10784,0" path="m733,-3491l11517,-3491e" filled="f" stroked="t" strokeweight=".5pt" strokecolor="#000000">
                <v:path arrowok="t"/>
              </v:shape>
            </v:group>
            <v:group style="position:absolute;left:11512;top:-3491;width:2;height:3253" coordorigin="11512,-3491" coordsize="2,3253">
              <v:shape style="position:absolute;left:11512;top:-3491;width:2;height:3253" coordorigin="11512,-3491" coordsize="0,3253" path="m11512,-3486l11512,-233e" filled="f" stroked="t" strokeweight=".5pt" strokecolor="#000000">
                <v:path arrowok="t"/>
              </v:shape>
            </v:group>
            <v:group style="position:absolute;left:728;top:-238;width:10784;height:2" coordorigin="728,-238" coordsize="10784,2">
              <v:shape style="position:absolute;left:728;top:-238;width:10784;height:2" coordorigin="728,-238" coordsize="10784,0" path="m733,-238l11517,-238e" filled="f" stroked="t" strokeweight=".5pt" strokecolor="#000000">
                <v:path arrowok="t"/>
              </v:shape>
            </v:group>
            <v:group style="position:absolute;left:728;top:-3491;width:2;height:3253" coordorigin="728,-3491" coordsize="2,3253">
              <v:shape style="position:absolute;left:728;top:-3491;width:2;height:3253" coordorigin="728,-3491" coordsize="0,3253" path="m728,-3486l728,-23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before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08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before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30.128893pt;width:539.718009pt;height:92.669007pt;mso-position-horizontal-relative:page;mso-position-vertical-relative:paragraph;z-index:-4158" coordorigin="723,603" coordsize="10794,1853">
            <v:group style="position:absolute;left:728;top:613;width:10784;height:2" coordorigin="728,613" coordsize="10784,2">
              <v:shape style="position:absolute;left:728;top:613;width:10784;height:2" coordorigin="728,613" coordsize="10784,0" path="m733,613l11517,613e" filled="f" stroked="t" strokeweight=".5pt" strokecolor="#000000">
                <v:path arrowok="t"/>
              </v:shape>
            </v:group>
            <v:group style="position:absolute;left:11512;top:613;width:2;height:1838" coordorigin="11512,613" coordsize="2,1838">
              <v:shape style="position:absolute;left:11512;top:613;width:2;height:1838" coordorigin="11512,613" coordsize="0,1838" path="m11512,618l11512,2456e" filled="f" stroked="t" strokeweight=".5pt" strokecolor="#000000">
                <v:path arrowok="t"/>
              </v:shape>
            </v:group>
            <v:group style="position:absolute;left:728;top:613;width:2;height:1838" coordorigin="728,613" coordsize="2,1838">
              <v:shape style="position:absolute;left:728;top:613;width:2;height:1838" coordorigin="728,613" coordsize="0,1838" path="m728,618l728,2456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-174.782089pt;width:539.718009pt;height:163.13797pt;mso-position-horizontal-relative:page;mso-position-vertical-relative:paragraph;z-index:-4159" coordorigin="723,-3496" coordsize="10794,3263">
            <v:group style="position:absolute;left:728;top:-3491;width:10784;height:2" coordorigin="728,-3491" coordsize="10784,2">
              <v:shape style="position:absolute;left:728;top:-3491;width:10784;height:2" coordorigin="728,-3491" coordsize="10784,0" path="m733,-3491l11517,-3491e" filled="f" stroked="t" strokeweight=".5pt" strokecolor="#000000">
                <v:path arrowok="t"/>
              </v:shape>
            </v:group>
            <v:group style="position:absolute;left:11512;top:-3491;width:2;height:3253" coordorigin="11512,-3491" coordsize="2,3253">
              <v:shape style="position:absolute;left:11512;top:-3491;width:2;height:3253" coordorigin="11512,-3491" coordsize="0,3253" path="m11512,-3486l11512,-233e" filled="f" stroked="t" strokeweight=".5pt" strokecolor="#000000">
                <v:path arrowok="t"/>
              </v:shape>
            </v:group>
            <v:group style="position:absolute;left:728;top:-238;width:10784;height:2" coordorigin="728,-238" coordsize="10784,2">
              <v:shape style="position:absolute;left:728;top:-238;width:10784;height:2" coordorigin="728,-238" coordsize="10784,0" path="m733,-238l11517,-238e" filled="f" stroked="t" strokeweight=".5pt" strokecolor="#000000">
                <v:path arrowok="t"/>
              </v:shape>
            </v:group>
            <v:group style="position:absolute;left:728;top:-3491;width:2;height:3253" coordorigin="728,-3491" coordsize="2,3253">
              <v:shape style="position:absolute;left:728;top:-3491;width:2;height:3253" coordorigin="728,-3491" coordsize="0,3253" path="m728,-3486l728,-23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</w:p>
    <w:p>
      <w:pPr>
        <w:jc w:val="left"/>
        <w:spacing w:after="0"/>
        <w:sectPr>
          <w:pgMar w:header="0" w:footer="979" w:top="1340" w:bottom="1160" w:left="740" w:right="86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63.219002pt;mso-position-horizontal-relative:page;mso-position-vertical-relative:page;z-index:-4157" coordorigin="723,1435" coordsize="10794,1264">
            <v:group style="position:absolute;left:11512;top:1440;width:2;height:1254" coordorigin="11512,1440" coordsize="2,1254">
              <v:shape style="position:absolute;left:11512;top:1440;width:2;height:1254" coordorigin="11512,1440" coordsize="0,1254" path="m11512,1440l11512,2694e" filled="f" stroked="t" strokeweight=".5pt" strokecolor="#000000">
                <v:path arrowok="t"/>
              </v:shape>
            </v:group>
            <v:group style="position:absolute;left:728;top:2694;width:10784;height:2" coordorigin="728,2694" coordsize="10784,2">
              <v:shape style="position:absolute;left:728;top:2694;width:10784;height:2" coordorigin="728,2694" coordsize="10784,0" path="m733,2694l11517,2694e" filled="f" stroked="t" strokeweight=".5pt" strokecolor="#000000">
                <v:path arrowok="t"/>
              </v:shape>
            </v:group>
            <v:group style="position:absolute;left:728;top:1440;width:2;height:1254" coordorigin="728,1440" coordsize="2,1254">
              <v:shape style="position:absolute;left:728;top:1440;width:2;height:1254" coordorigin="728,1440" coordsize="0,1254" path="m728,1440l728,269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42.969009pt;width:539.718009pt;height:163.137993pt;mso-position-horizontal-relative:page;mso-position-vertical-relative:page;z-index:-4156" coordorigin="723,2859" coordsize="10794,3263">
            <v:group style="position:absolute;left:728;top:2864;width:10784;height:2" coordorigin="728,2864" coordsize="10784,2">
              <v:shape style="position:absolute;left:728;top:2864;width:10784;height:2" coordorigin="728,2864" coordsize="10784,0" path="m733,2864l11517,2864e" filled="f" stroked="t" strokeweight=".5pt" strokecolor="#000000">
                <v:path arrowok="t"/>
              </v:shape>
            </v:group>
            <v:group style="position:absolute;left:11512;top:2864;width:2;height:3253" coordorigin="11512,2864" coordsize="2,3253">
              <v:shape style="position:absolute;left:11512;top:2864;width:2;height:3253" coordorigin="11512,2864" coordsize="0,3253" path="m11512,2869l11512,6122e" filled="f" stroked="t" strokeweight=".5pt" strokecolor="#000000">
                <v:path arrowok="t"/>
              </v:shape>
            </v:group>
            <v:group style="position:absolute;left:728;top:6117;width:10784;height:2" coordorigin="728,6117" coordsize="10784,2">
              <v:shape style="position:absolute;left:728;top:6117;width:10784;height:2" coordorigin="728,6117" coordsize="10784,0" path="m733,6117l11517,6117e" filled="f" stroked="t" strokeweight=".5pt" strokecolor="#000000">
                <v:path arrowok="t"/>
              </v:shape>
            </v:group>
            <v:group style="position:absolute;left:728;top:2864;width:2;height:3253" coordorigin="728,2864" coordsize="2,3253">
              <v:shape style="position:absolute;left:728;top:2864;width:2;height:3253" coordorigin="728,2864" coordsize="0,3253" path="m728,2869l728,612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14.106995pt;width:539.718009pt;height:172.738006pt;mso-position-horizontal-relative:page;mso-position-vertical-relative:page;z-index:-4155" coordorigin="723,6282" coordsize="10794,3455">
            <v:group style="position:absolute;left:728;top:6287;width:10784;height:2" coordorigin="728,6287" coordsize="10784,2">
              <v:shape style="position:absolute;left:728;top:6287;width:10784;height:2" coordorigin="728,6287" coordsize="10784,0" path="m733,6287l11517,6287e" filled="f" stroked="t" strokeweight=".5pt" strokecolor="#000000">
                <v:path arrowok="t"/>
              </v:shape>
            </v:group>
            <v:group style="position:absolute;left:11512;top:6287;width:2;height:3445" coordorigin="11512,6287" coordsize="2,3445">
              <v:shape style="position:absolute;left:11512;top:6287;width:2;height:3445" coordorigin="11512,6287" coordsize="0,3445" path="m11512,6292l11512,9737e" filled="f" stroked="t" strokeweight=".5pt" strokecolor="#000000">
                <v:path arrowok="t"/>
              </v:shape>
            </v:group>
            <v:group style="position:absolute;left:728;top:9732;width:10784;height:2" coordorigin="728,9732" coordsize="10784,2">
              <v:shape style="position:absolute;left:728;top:9732;width:10784;height:2" coordorigin="728,9732" coordsize="10784,0" path="m733,9732l11517,9732e" filled="f" stroked="t" strokeweight=".5pt" strokecolor="#000000">
                <v:path arrowok="t"/>
              </v:shape>
            </v:group>
            <v:group style="position:absolute;left:728;top:6287;width:2;height:3445" coordorigin="728,6287" coordsize="2,3445">
              <v:shape style="position:absolute;left:728;top:6287;width:2;height:3445" coordorigin="728,6287" coordsize="0,3445" path="m728,6292l728,9737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94.845001pt;width:539.718009pt;height:172.738007pt;mso-position-horizontal-relative:page;mso-position-vertical-relative:page;z-index:-4154" coordorigin="723,9897" coordsize="10794,3455">
            <v:group style="position:absolute;left:728;top:9902;width:10784;height:2" coordorigin="728,9902" coordsize="10784,2">
              <v:shape style="position:absolute;left:728;top:9902;width:10784;height:2" coordorigin="728,9902" coordsize="10784,0" path="m733,9902l11517,9902e" filled="f" stroked="t" strokeweight=".5pt" strokecolor="#000000">
                <v:path arrowok="t"/>
              </v:shape>
            </v:group>
            <v:group style="position:absolute;left:11512;top:9902;width:2;height:3445" coordorigin="11512,9902" coordsize="2,3445">
              <v:shape style="position:absolute;left:11512;top:9902;width:2;height:3445" coordorigin="11512,9902" coordsize="0,3445" path="m11512,9907l11512,13352e" filled="f" stroked="t" strokeweight=".5pt" strokecolor="#000000">
                <v:path arrowok="t"/>
              </v:shape>
            </v:group>
            <v:group style="position:absolute;left:728;top:13347;width:10784;height:2" coordorigin="728,13347" coordsize="10784,2">
              <v:shape style="position:absolute;left:728;top:13347;width:10784;height:2" coordorigin="728,13347" coordsize="10784,0" path="m733,13347l11517,13347e" filled="f" stroked="t" strokeweight=".5pt" strokecolor="#000000">
                <v:path arrowok="t"/>
              </v:shape>
            </v:group>
            <v:group style="position:absolute;left:728;top:9902;width:2;height:3445" coordorigin="728,9902" coordsize="2,3445">
              <v:shape style="position:absolute;left:728;top:9902;width:2;height:3445" coordorigin="728,9902" coordsize="0,3445" path="m728,9907l728,1335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75.333008pt;width:539.718009pt;height:30.268982pt;mso-position-horizontal-relative:page;mso-position-vertical-relative:page;z-index:-4153" coordorigin="723,13507" coordsize="10794,605">
            <v:group style="position:absolute;left:728;top:13517;width:10784;height:2" coordorigin="728,13517" coordsize="10784,2">
              <v:shape style="position:absolute;left:728;top:13517;width:10784;height:2" coordorigin="728,13517" coordsize="10784,0" path="m733,13517l11517,13517e" filled="f" stroked="t" strokeweight=".5pt" strokecolor="#000000">
                <v:path arrowok="t"/>
              </v:shape>
            </v:group>
            <v:group style="position:absolute;left:11512;top:13517;width:2;height:590" coordorigin="11512,13517" coordsize="2,590">
              <v:shape style="position:absolute;left:11512;top:13517;width:2;height:590" coordorigin="11512,13517" coordsize="0,590" path="m11512,13522l11512,14112e" filled="f" stroked="t" strokeweight=".5pt" strokecolor="#000000">
                <v:path arrowok="t"/>
              </v:shape>
            </v:group>
            <v:group style="position:absolute;left:728;top:13517;width:2;height:590" coordorigin="728,13517" coordsize="2,590">
              <v:shape style="position:absolute;left:728;top:13517;width:2;height:590" coordorigin="728,13517" coordsize="0,590" path="m728,13522l728,1411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8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updated.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06" w:right="1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TCGRx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SCRIPTPRO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21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TCGRx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SCRIPTPRO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TID-WITH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FOOD."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497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TID-WITH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FOOD."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25.619003pt;mso-position-horizontal-relative:page;mso-position-vertical-relative:page;z-index:-4152" coordorigin="723,1435" coordsize="10794,2512">
            <v:group style="position:absolute;left:11512;top:1440;width:2;height:2502" coordorigin="11512,1440" coordsize="2,2502">
              <v:shape style="position:absolute;left:11512;top:1440;width:2;height:2502" coordorigin="11512,1440" coordsize="0,2502" path="m11512,1440l11512,3942e" filled="f" stroked="t" strokeweight=".5pt" strokecolor="#000000">
                <v:path arrowok="t"/>
              </v:shape>
            </v:group>
            <v:group style="position:absolute;left:728;top:3942;width:10784;height:2" coordorigin="728,3942" coordsize="10784,2">
              <v:shape style="position:absolute;left:728;top:3942;width:10784;height:2" coordorigin="728,3942" coordsize="10784,0" path="m733,3942l11517,3942e" filled="f" stroked="t" strokeweight=".5pt" strokecolor="#000000">
                <v:path arrowok="t"/>
              </v:shape>
            </v:group>
            <v:group style="position:absolute;left:728;top:1440;width:2;height:2502" coordorigin="728,1440" coordsize="2,2502">
              <v:shape style="position:absolute;left:728;top:1440;width:2;height:2502" coordorigin="728,1440" coordsize="0,2502" path="m728,1440l728,394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05.369003pt;width:539.718009pt;height:163.137986pt;mso-position-horizontal-relative:page;mso-position-vertical-relative:page;z-index:-4151" coordorigin="723,4107" coordsize="10794,3263">
            <v:group style="position:absolute;left:728;top:4112;width:10784;height:2" coordorigin="728,4112" coordsize="10784,2">
              <v:shape style="position:absolute;left:728;top:4112;width:10784;height:2" coordorigin="728,4112" coordsize="10784,0" path="m733,4112l11517,4112e" filled="f" stroked="t" strokeweight=".5pt" strokecolor="#000000">
                <v:path arrowok="t"/>
              </v:shape>
            </v:group>
            <v:group style="position:absolute;left:11512;top:4112;width:2;height:3253" coordorigin="11512,4112" coordsize="2,3253">
              <v:shape style="position:absolute;left:11512;top:4112;width:2;height:3253" coordorigin="11512,4112" coordsize="0,3253" path="m11512,4117l11512,7370e" filled="f" stroked="t" strokeweight=".5pt" strokecolor="#000000">
                <v:path arrowok="t"/>
              </v:shape>
            </v:group>
            <v:group style="position:absolute;left:728;top:7365;width:10784;height:2" coordorigin="728,7365" coordsize="10784,2">
              <v:shape style="position:absolute;left:728;top:7365;width:10784;height:2" coordorigin="728,7365" coordsize="10784,0" path="m733,7365l11517,7365e" filled="f" stroked="t" strokeweight=".5pt" strokecolor="#000000">
                <v:path arrowok="t"/>
              </v:shape>
            </v:group>
            <v:group style="position:absolute;left:728;top:4112;width:2;height:3253" coordorigin="728,4112" coordsize="2,3253">
              <v:shape style="position:absolute;left:728;top:4112;width:2;height:3253" coordorigin="728,4112" coordsize="0,3253" path="m728,4117l728,737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76.506989pt;width:539.718009pt;height:163.138pt;mso-position-horizontal-relative:page;mso-position-vertical-relative:page;z-index:-4150" coordorigin="723,7530" coordsize="10794,3263">
            <v:group style="position:absolute;left:728;top:7535;width:10784;height:2" coordorigin="728,7535" coordsize="10784,2">
              <v:shape style="position:absolute;left:728;top:7535;width:10784;height:2" coordorigin="728,7535" coordsize="10784,0" path="m733,7535l11517,7535e" filled="f" stroked="t" strokeweight=".5pt" strokecolor="#000000">
                <v:path arrowok="t"/>
              </v:shape>
            </v:group>
            <v:group style="position:absolute;left:11512;top:7535;width:2;height:3253" coordorigin="11512,7535" coordsize="2,3253">
              <v:shape style="position:absolute;left:11512;top:7535;width:2;height:3253" coordorigin="11512,7535" coordsize="0,3253" path="m11512,7540l11512,10793e" filled="f" stroked="t" strokeweight=".5pt" strokecolor="#000000">
                <v:path arrowok="t"/>
              </v:shape>
            </v:group>
            <v:group style="position:absolute;left:728;top:10788;width:10784;height:2" coordorigin="728,10788" coordsize="10784,2">
              <v:shape style="position:absolute;left:728;top:10788;width:10784;height:2" coordorigin="728,10788" coordsize="10784,0" path="m733,10788l11517,10788e" filled="f" stroked="t" strokeweight=".5pt" strokecolor="#000000">
                <v:path arrowok="t"/>
              </v:shape>
            </v:group>
            <v:group style="position:absolute;left:728;top:7535;width:2;height:3253" coordorigin="728,7535" coordsize="2,3253">
              <v:shape style="position:absolute;left:728;top:7535;width:2;height:3253" coordorigin="728,7535" coordsize="0,3253" path="m728,7540l728,1079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47.644958pt;width:539.718009pt;height:163.138031pt;mso-position-horizontal-relative:page;mso-position-vertical-relative:page;z-index:-4149" coordorigin="723,10953" coordsize="10794,3263">
            <v:group style="position:absolute;left:728;top:10958;width:10784;height:2" coordorigin="728,10958" coordsize="10784,2">
              <v:shape style="position:absolute;left:728;top:10958;width:10784;height:2" coordorigin="728,10958" coordsize="10784,0" path="m733,10958l11517,10958e" filled="f" stroked="t" strokeweight=".5pt" strokecolor="#000000">
                <v:path arrowok="t"/>
              </v:shape>
            </v:group>
            <v:group style="position:absolute;left:11512;top:10958;width:2;height:3253" coordorigin="11512,10958" coordsize="2,3253">
              <v:shape style="position:absolute;left:11512;top:10958;width:2;height:3253" coordorigin="11512,10958" coordsize="0,3253" path="m11512,10963l11512,14216e" filled="f" stroked="t" strokeweight=".5pt" strokecolor="#000000">
                <v:path arrowok="t"/>
              </v:shape>
            </v:group>
            <v:group style="position:absolute;left:728;top:14211;width:10784;height:2" coordorigin="728,14211" coordsize="10784,2">
              <v:shape style="position:absolute;left:728;top:14211;width:10784;height:2" coordorigin="728,14211" coordsize="10784,0" path="m733,14211l11517,14211e" filled="f" stroked="t" strokeweight=".5pt" strokecolor="#000000">
                <v:path arrowok="t"/>
              </v:shape>
            </v:group>
            <v:group style="position:absolute;left:728;top:10958;width:2;height:3253" coordorigin="728,10958" coordsize="2,3253">
              <v:shape style="position:absolute;left:728;top:10958;width:2;height:3253" coordorigin="728,10958" coordsize="0,3253" path="m728,10963l728,14216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Unsaved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Metformin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82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Complete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Metformin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21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Metformin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67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53.537994pt;mso-position-horizontal-relative:page;mso-position-vertical-relative:page;z-index:-4148" coordorigin="723,1440" coordsize="10794,3071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3061" coordorigin="11512,1445" coordsize="2,3061">
              <v:shape style="position:absolute;left:11512;top:1445;width:2;height:3061" coordorigin="11512,1445" coordsize="0,3061" path="m11512,1450l11512,4511e" filled="f" stroked="t" strokeweight=".5pt" strokecolor="#000000">
                <v:path arrowok="t"/>
              </v:shape>
            </v:group>
            <v:group style="position:absolute;left:728;top:4506;width:10784;height:2" coordorigin="728,4506" coordsize="10784,2">
              <v:shape style="position:absolute;left:728;top:4506;width:10784;height:2" coordorigin="728,4506" coordsize="10784,0" path="m733,4506l11517,4506e" filled="f" stroked="t" strokeweight=".5pt" strokecolor="#000000">
                <v:path arrowok="t"/>
              </v:shape>
            </v:group>
            <v:group style="position:absolute;left:728;top:1445;width:2;height:3061" coordorigin="728,1445" coordsize="2,3061">
              <v:shape style="position:absolute;left:728;top:1445;width:2;height:3061" coordorigin="728,1445" coordsize="0,3061" path="m728,1450l728,451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57.738007pt;width:540.999001pt;height:15.000096pt;mso-position-horizontal-relative:page;mso-position-vertical-relative:page;z-index:-4147" coordorigin="710,5155" coordsize="10820,300">
            <v:group style="position:absolute;left:725;top:5195;width:990;height:220" coordorigin="725,5195" coordsize="990,220">
              <v:shape style="position:absolute;left:725;top:5195;width:990;height:220" coordorigin="725,5195" coordsize="990,220" path="m725,5195l1715,5195,1715,5415,725,5415,725,5195e" filled="t" fillcolor="#E6E6E6" stroked="f">
                <v:path arrowok="t"/>
                <v:fill/>
              </v:shape>
            </v:group>
            <v:group style="position:absolute;left:717;top:5161;width:1003;height:2" coordorigin="717,5161" coordsize="1003,2">
              <v:shape style="position:absolute;left:717;top:5161;width:1003;height:2" coordorigin="717,5161" coordsize="1003,0" path="m718,5161l1722,5161e" filled="f" stroked="t" strokeweight=".666667pt" strokecolor="#E6E6E6">
                <v:path arrowok="t"/>
              </v:shape>
            </v:group>
            <v:group style="position:absolute;left:723;top:5188;width:993;height:2" coordorigin="723,5188" coordsize="993,2">
              <v:shape style="position:absolute;left:723;top:5188;width:993;height:2" coordorigin="723,5188" coordsize="993,0" path="m732,5188l1725,5188e" filled="f" stroked="t" strokeweight=".666667pt" strokecolor="#E6E6E6">
                <v:path arrowok="t"/>
              </v:shape>
            </v:group>
            <v:group style="position:absolute;left:723;top:5421;width:993;height:2" coordorigin="723,5421" coordsize="993,2">
              <v:shape style="position:absolute;left:723;top:5421;width:993;height:2" coordorigin="723,5421" coordsize="993,0" path="m727,5421l1720,5421e" filled="f" stroked="t" strokeweight=".666667pt" strokecolor="#E6E6E6">
                <v:path arrowok="t"/>
              </v:shape>
            </v:group>
            <v:group style="position:absolute;left:720;top:5175;width:2;height:260" coordorigin="720,5175" coordsize="2,260">
              <v:shape style="position:absolute;left:720;top:5175;width:2;height:260" coordorigin="720,5175" coordsize="0,260" path="m720,5195l720,5455e" filled="f" stroked="t" strokeweight=".5pt" strokecolor="#FFFFFF">
                <v:path arrowok="t"/>
              </v:shape>
            </v:group>
            <v:group style="position:absolute;left:1725;top:5195;width:2257;height:220" coordorigin="1725,5195" coordsize="2257,220">
              <v:shape style="position:absolute;left:1725;top:5195;width:2257;height:220" coordorigin="1725,5195" coordsize="2257,220" path="m1725,5195l3982,5195,3982,5415,1725,5415,1725,5195e" filled="t" fillcolor="#E6E6E6" stroked="f">
                <v:path arrowok="t"/>
                <v:fill/>
              </v:shape>
            </v:group>
            <v:group style="position:absolute;left:1720;top:5161;width:2267;height:2" coordorigin="1720,5161" coordsize="2267,2">
              <v:shape style="position:absolute;left:1720;top:5161;width:2267;height:2" coordorigin="1720,5161" coordsize="2267,0" path="m1720,5161l3987,5161e" filled="f" stroked="t" strokeweight=".666667pt" strokecolor="#E6E6E6">
                <v:path arrowok="t"/>
              </v:shape>
            </v:group>
            <v:group style="position:absolute;left:1723;top:5188;width:2260;height:2" coordorigin="1723,5188" coordsize="2260,2">
              <v:shape style="position:absolute;left:1723;top:5188;width:2260;height:2" coordorigin="1723,5188" coordsize="2260,0" path="m1727,5188l3987,5188e" filled="f" stroked="t" strokeweight=".666667pt" strokecolor="#E6E6E6">
                <v:path arrowok="t"/>
              </v:shape>
            </v:group>
            <v:group style="position:absolute;left:1723;top:5421;width:2260;height:2" coordorigin="1723,5421" coordsize="2260,2">
              <v:shape style="position:absolute;left:1723;top:5421;width:2260;height:2" coordorigin="1723,5421" coordsize="2260,0" path="m1727,5421l3987,5421e" filled="f" stroked="t" strokeweight=".666667pt" strokecolor="#E6E6E6">
                <v:path arrowok="t"/>
              </v:shape>
            </v:group>
            <v:group style="position:absolute;left:3992;top:5195;width:2990;height:220" coordorigin="3992,5195" coordsize="2990,220">
              <v:shape style="position:absolute;left:3992;top:5195;width:2990;height:220" coordorigin="3992,5195" coordsize="2990,220" path="m3992,5195l6982,5195,6982,5415,3992,5415,3992,5195e" filled="t" fillcolor="#E6E6E6" stroked="f">
                <v:path arrowok="t"/>
                <v:fill/>
              </v:shape>
            </v:group>
            <v:group style="position:absolute;left:3987;top:5161;width:3000;height:2" coordorigin="3987,5161" coordsize="3000,2">
              <v:shape style="position:absolute;left:3987;top:5161;width:3000;height:2" coordorigin="3987,5161" coordsize="3000,0" path="m3987,5161l6987,5161e" filled="f" stroked="t" strokeweight=".666667pt" strokecolor="#E6E6E6">
                <v:path arrowok="t"/>
              </v:shape>
            </v:group>
            <v:group style="position:absolute;left:3990;top:5188;width:2993;height:2" coordorigin="3990,5188" coordsize="2993,2">
              <v:shape style="position:absolute;left:3990;top:5188;width:2993;height:2" coordorigin="3990,5188" coordsize="2993,0" path="m3993,5188l6987,5188e" filled="f" stroked="t" strokeweight=".666667pt" strokecolor="#E6E6E6">
                <v:path arrowok="t"/>
              </v:shape>
            </v:group>
            <v:group style="position:absolute;left:3990;top:5421;width:2993;height:2" coordorigin="3990,5421" coordsize="2993,2">
              <v:shape style="position:absolute;left:3990;top:5421;width:2993;height:2" coordorigin="3990,5421" coordsize="2993,0" path="m3993,5421l6987,5421e" filled="f" stroked="t" strokeweight=".666667pt" strokecolor="#E6E6E6">
                <v:path arrowok="t"/>
              </v:shape>
            </v:group>
            <v:group style="position:absolute;left:6992;top:5195;width:2257;height:220" coordorigin="6992,5195" coordsize="2257,220">
              <v:shape style="position:absolute;left:6992;top:5195;width:2257;height:220" coordorigin="6992,5195" coordsize="2257,220" path="m6992,5195l9248,5195,9248,5415,6992,5415,6992,5195e" filled="t" fillcolor="#E6E6E6" stroked="f">
                <v:path arrowok="t"/>
                <v:fill/>
              </v:shape>
            </v:group>
            <v:group style="position:absolute;left:6987;top:5161;width:2267;height:2" coordorigin="6987,5161" coordsize="2267,2">
              <v:shape style="position:absolute;left:6987;top:5161;width:2267;height:2" coordorigin="6987,5161" coordsize="2267,0" path="m6987,5161l9253,5161e" filled="f" stroked="t" strokeweight=".666667pt" strokecolor="#E6E6E6">
                <v:path arrowok="t"/>
              </v:shape>
            </v:group>
            <v:group style="position:absolute;left:6990;top:5188;width:2260;height:2" coordorigin="6990,5188" coordsize="2260,2">
              <v:shape style="position:absolute;left:6990;top:5188;width:2260;height:2" coordorigin="6990,5188" coordsize="2260,0" path="m6993,5188l9253,5188e" filled="f" stroked="t" strokeweight=".666667pt" strokecolor="#E6E6E6">
                <v:path arrowok="t"/>
              </v:shape>
            </v:group>
            <v:group style="position:absolute;left:6990;top:5421;width:2260;height:2" coordorigin="6990,5421" coordsize="2260,2">
              <v:shape style="position:absolute;left:6990;top:5421;width:2260;height:2" coordorigin="6990,5421" coordsize="2260,0" path="m6993,5421l9253,5421e" filled="f" stroked="t" strokeweight=".666667pt" strokecolor="#E6E6E6">
                <v:path arrowok="t"/>
              </v:shape>
            </v:group>
            <v:group style="position:absolute;left:9258;top:5195;width:2257;height:220" coordorigin="9258,5195" coordsize="2257,220">
              <v:shape style="position:absolute;left:9258;top:5195;width:2257;height:220" coordorigin="9258,5195" coordsize="2257,220" path="m9258,5195l11515,5195,11515,5415,9258,5415,9258,5195e" filled="t" fillcolor="#E6E6E6" stroked="f">
                <v:path arrowok="t"/>
                <v:fill/>
              </v:shape>
            </v:group>
            <v:group style="position:absolute;left:9253;top:5161;width:2270;height:2" coordorigin="9253,5161" coordsize="2270,2">
              <v:shape style="position:absolute;left:9253;top:5161;width:2270;height:2" coordorigin="9253,5161" coordsize="2270,0" path="m9253,5161l11523,5161e" filled="f" stroked="t" strokeweight=".666667pt" strokecolor="#E6E6E6">
                <v:path arrowok="t"/>
              </v:shape>
            </v:group>
            <v:group style="position:absolute;left:9257;top:5188;width:2260;height:2" coordorigin="9257,5188" coordsize="2260,2">
              <v:shape style="position:absolute;left:9257;top:5188;width:2260;height:2" coordorigin="9257,5188" coordsize="2260,0" path="m9260,5188l11520,5188e" filled="f" stroked="t" strokeweight=".666667pt" strokecolor="#E6E6E6">
                <v:path arrowok="t"/>
              </v:shape>
            </v:group>
            <v:group style="position:absolute;left:11520;top:5175;width:2;height:260" coordorigin="11520,5175" coordsize="2,260">
              <v:shape style="position:absolute;left:11520;top:5175;width:2;height:260" coordorigin="11520,5175" coordsize="0,260" path="m11520,5195l11520,5455e" filled="f" stroked="t" strokeweight=".5pt" strokecolor="#FFFFFF">
                <v:path arrowok="t"/>
              </v:shape>
            </v:group>
            <v:group style="position:absolute;left:9257;top:5421;width:2260;height:2" coordorigin="9257,5421" coordsize="2260,2">
              <v:shape style="position:absolute;left:9257;top:5421;width:2260;height:2" coordorigin="9257,5421" coordsize="2260,0" path="m9260,5421l11520,5421e" filled="f" stroked="t" strokeweight=".666667pt" strokecolor="#E6E6E6">
                <v:path arrowok="t"/>
              </v:shape>
            </v:group>
            <v:group style="position:absolute;left:720;top:5448;width:10800;height:2" coordorigin="720,5448" coordsize="10800,2">
              <v:shape style="position:absolute;left:720;top:5448;width:10800;height:2" coordorigin="720,5448" coordsize="10800,0" path="m720,5448l11520,5448e" filled="f" stroked="t" strokeweight=".66673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66" w:lineRule="auto"/>
        <w:ind w:left="100" w:right="58" w:firstLine="704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146" type="#_x0000_t75">
            <v:imagedata r:id="rId37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90133: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Create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Outpatient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3" w:lineRule="auto"/>
        <w:ind w:left="100" w:right="2303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4:11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3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Suspect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Contributor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85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6" w:after="0" w:line="183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Validates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99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right"/>
        <w:spacing w:after="0"/>
        <w:sectPr>
          <w:pgMar w:footer="979" w:header="0" w:top="1360" w:bottom="1160" w:left="620" w:right="1100"/>
          <w:footerReference w:type="default" r:id="rId36"/>
          <w:pgSz w:w="12240" w:h="15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0004pt;margin-top:384.140991pt;width:541.499996pt;height:13.599986pt;mso-position-horizontal-relative:page;mso-position-vertical-relative:page;z-index:-4145" coordorigin="705,7683" coordsize="10830,272">
            <v:group style="position:absolute;left:720;top:7723;width:10800;height:192" coordorigin="720,7723" coordsize="10800,192">
              <v:shape style="position:absolute;left:720;top:7723;width:10800;height:192" coordorigin="720,7723" coordsize="10800,192" path="m720,7723l11520,7723,11520,7915,720,7915,720,7723e" filled="t" fillcolor="#E6E6E6" stroked="f">
                <v:path arrowok="t"/>
                <v:fill/>
              </v:shape>
            </v:group>
            <v:group style="position:absolute;left:712;top:7689;width:10817;height:2" coordorigin="712,7689" coordsize="10817,2">
              <v:shape style="position:absolute;left:712;top:7689;width:10817;height:2" coordorigin="712,7689" coordsize="10817,0" path="m713,7689l11530,7689e" filled="f" stroked="t" strokeweight=".666667pt" strokecolor="#E6E6E6">
                <v:path arrowok="t"/>
              </v:shape>
            </v:group>
            <v:group style="position:absolute;left:718;top:7716;width:10803;height:2" coordorigin="718,7716" coordsize="10803,2">
              <v:shape style="position:absolute;left:718;top:7716;width:10803;height:2" coordorigin="718,7716" coordsize="10803,0" path="m727,7716l11530,7716e" filled="f" stroked="t" strokeweight=".666667pt" strokecolor="#E6E6E6">
                <v:path arrowok="t"/>
              </v:shape>
            </v:group>
            <v:group style="position:absolute;left:11525;top:7703;width:2;height:232" coordorigin="11525,7703" coordsize="2,232">
              <v:shape style="position:absolute;left:11525;top:7703;width:2;height:232" coordorigin="11525,7703" coordsize="0,232" path="m11525,7723l11525,7955e" filled="f" stroked="t" strokeweight=".5pt" strokecolor="#FFFFFF">
                <v:path arrowok="t"/>
              </v:shape>
            </v:group>
            <v:group style="position:absolute;left:718;top:7921;width:10803;height:2" coordorigin="718,7921" coordsize="10803,2">
              <v:shape style="position:absolute;left:718;top:7921;width:10803;height:2" coordorigin="718,7921" coordsize="10803,0" path="m727,7921l11530,7921e" filled="f" stroked="t" strokeweight=".666667pt" strokecolor="#E6E6E6">
                <v:path arrowok="t"/>
              </v:shape>
            </v:group>
            <v:group style="position:absolute;left:712;top:7948;width:10817;height:2" coordorigin="712,7948" coordsize="10817,2">
              <v:shape style="position:absolute;left:712;top:7948;width:10817;height:2" coordorigin="712,7948" coordsize="10817,0" path="m713,7948l11530,7948e" filled="f" stroked="t" strokeweight=".666667pt" strokecolor="#E6E6E6">
                <v:path arrowok="t"/>
              </v:shape>
            </v:group>
            <v:group style="position:absolute;left:715;top:7703;width:2;height:232" coordorigin="715,7703" coordsize="2,232">
              <v:shape style="position:absolute;left:715;top:7703;width:2;height:232" coordorigin="715,7703" coordsize="0,232" path="m715,7723l715,795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29.94101pt;width:541.000001pt;height:15.000001pt;mso-position-horizontal-relative:page;mso-position-vertical-relative:page;z-index:-4144" coordorigin="710,8599" coordsize="10820,300">
            <v:group style="position:absolute;left:725;top:8639;width:10790;height:220" coordorigin="725,8639" coordsize="10790,220">
              <v:shape style="position:absolute;left:725;top:8639;width:10790;height:220" coordorigin="725,8639" coordsize="10790,220" path="m725,8639l11515,8639,11515,8859,725,8859,725,8639e" filled="t" fillcolor="#E6E6E6" stroked="f">
                <v:path arrowok="t"/>
                <v:fill/>
              </v:shape>
            </v:group>
            <v:group style="position:absolute;left:717;top:8605;width:10807;height:2" coordorigin="717,8605" coordsize="10807,2">
              <v:shape style="position:absolute;left:717;top:8605;width:10807;height:2" coordorigin="717,8605" coordsize="10807,0" path="m718,8605l11525,8605e" filled="f" stroked="t" strokeweight=".666667pt" strokecolor="#E6E6E6">
                <v:path arrowok="t"/>
              </v:shape>
            </v:group>
            <v:group style="position:absolute;left:723;top:8632;width:10793;height:2" coordorigin="723,8632" coordsize="10793,2">
              <v:shape style="position:absolute;left:723;top:8632;width:10793;height:2" coordorigin="723,8632" coordsize="10793,0" path="m732,8632l11525,8632e" filled="f" stroked="t" strokeweight=".666667pt" strokecolor="#E6E6E6">
                <v:path arrowok="t"/>
              </v:shape>
            </v:group>
            <v:group style="position:absolute;left:11520;top:8619;width:2;height:260" coordorigin="11520,8619" coordsize="2,260">
              <v:shape style="position:absolute;left:11520;top:8619;width:2;height:260" coordorigin="11520,8619" coordsize="0,260" path="m11520,8639l11520,8899e" filled="f" stroked="t" strokeweight=".5pt" strokecolor="#FFFFFF">
                <v:path arrowok="t"/>
              </v:shape>
            </v:group>
            <v:group style="position:absolute;left:723;top:8865;width:10793;height:2" coordorigin="723,8865" coordsize="10793,2">
              <v:shape style="position:absolute;left:723;top:8865;width:10793;height:2" coordorigin="723,8865" coordsize="10793,0" path="m727,8865l11520,8865e" filled="f" stroked="t" strokeweight=".666667pt" strokecolor="#E6E6E6">
                <v:path arrowok="t"/>
              </v:shape>
            </v:group>
            <v:group style="position:absolute;left:720;top:8619;width:2;height:260" coordorigin="720,8619" coordsize="2,260">
              <v:shape style="position:absolute;left:720;top:8619;width:2;height:260" coordorigin="720,8619" coordsize="0,260" path="m720,8639l720,8899e" filled="f" stroked="t" strokeweight=".5pt" strokecolor="#FFFFFF">
                <v:path arrowok="t"/>
              </v:shape>
            </v:group>
            <v:group style="position:absolute;left:720;top:8892;width:10800;height:2" coordorigin="720,8892" coordsize="10800,2">
              <v:shape style="position:absolute;left:720;top:8892;width:10800;height:2" coordorigin="720,8892" coordsize="10800,0" path="m720,8892l11520,8892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77.140991pt;width:541.000001pt;height:15.000009pt;mso-position-horizontal-relative:page;mso-position-vertical-relative:page;z-index:-4143" coordorigin="710,9543" coordsize="10820,300">
            <v:group style="position:absolute;left:725;top:9583;width:5390;height:220" coordorigin="725,9583" coordsize="5390,220">
              <v:shape style="position:absolute;left:725;top:9583;width:5390;height:220" coordorigin="725,9583" coordsize="5390,220" path="m725,9583l6115,9583,6115,9803,725,9803,725,9583e" filled="t" fillcolor="#E6E6E6" stroked="f">
                <v:path arrowok="t"/>
                <v:fill/>
              </v:shape>
            </v:group>
            <v:group style="position:absolute;left:717;top:9549;width:5403;height:2" coordorigin="717,9549" coordsize="5403,2">
              <v:shape style="position:absolute;left:717;top:9549;width:5403;height:2" coordorigin="717,9549" coordsize="5403,0" path="m718,9549l6122,9549e" filled="f" stroked="t" strokeweight=".666667pt" strokecolor="#E6E6E6">
                <v:path arrowok="t"/>
              </v:shape>
            </v:group>
            <v:group style="position:absolute;left:723;top:9576;width:5393;height:2" coordorigin="723,9576" coordsize="5393,2">
              <v:shape style="position:absolute;left:723;top:9576;width:5393;height:2" coordorigin="723,9576" coordsize="5393,0" path="m732,9576l6125,9576e" filled="f" stroked="t" strokeweight=".666667pt" strokecolor="#E6E6E6">
                <v:path arrowok="t"/>
              </v:shape>
            </v:group>
            <v:group style="position:absolute;left:723;top:9809;width:5393;height:2" coordorigin="723,9809" coordsize="5393,2">
              <v:shape style="position:absolute;left:723;top:9809;width:5393;height:2" coordorigin="723,9809" coordsize="5393,0" path="m727,9809l6120,9809e" filled="f" stroked="t" strokeweight=".666667pt" strokecolor="#E6E6E6">
                <v:path arrowok="t"/>
              </v:shape>
            </v:group>
            <v:group style="position:absolute;left:720;top:9563;width:2;height:260" coordorigin="720,9563" coordsize="2,260">
              <v:shape style="position:absolute;left:720;top:9563;width:2;height:260" coordorigin="720,9563" coordsize="0,260" path="m720,9583l720,9843e" filled="f" stroked="t" strokeweight=".5pt" strokecolor="#FFFFFF">
                <v:path arrowok="t"/>
              </v:shape>
            </v:group>
            <v:group style="position:absolute;left:6125;top:9583;width:5390;height:220" coordorigin="6125,9583" coordsize="5390,220">
              <v:shape style="position:absolute;left:6125;top:9583;width:5390;height:220" coordorigin="6125,9583" coordsize="5390,220" path="m6125,9583l11515,9583,11515,9803,6125,9803,6125,9583e" filled="t" fillcolor="#E6E6E6" stroked="f">
                <v:path arrowok="t"/>
                <v:fill/>
              </v:shape>
            </v:group>
            <v:group style="position:absolute;left:6120;top:9549;width:5403;height:2" coordorigin="6120,9549" coordsize="5403,2">
              <v:shape style="position:absolute;left:6120;top:9549;width:5403;height:2" coordorigin="6120,9549" coordsize="5403,0" path="m6120,9549l11523,9549e" filled="f" stroked="t" strokeweight=".666667pt" strokecolor="#E6E6E6">
                <v:path arrowok="t"/>
              </v:shape>
            </v:group>
            <v:group style="position:absolute;left:6123;top:9576;width:5393;height:2" coordorigin="6123,9576" coordsize="5393,2">
              <v:shape style="position:absolute;left:6123;top:9576;width:5393;height:2" coordorigin="6123,9576" coordsize="5393,0" path="m6127,9576l11520,9576e" filled="f" stroked="t" strokeweight=".666667pt" strokecolor="#E6E6E6">
                <v:path arrowok="t"/>
              </v:shape>
            </v:group>
            <v:group style="position:absolute;left:11520;top:9563;width:2;height:260" coordorigin="11520,9563" coordsize="2,260">
              <v:shape style="position:absolute;left:11520;top:9563;width:2;height:260" coordorigin="11520,9563" coordsize="0,260" path="m11520,9583l11520,9843e" filled="f" stroked="t" strokeweight=".5pt" strokecolor="#FFFFFF">
                <v:path arrowok="t"/>
              </v:shape>
            </v:group>
            <v:group style="position:absolute;left:6123;top:9809;width:5393;height:2" coordorigin="6123,9809" coordsize="5393,2">
              <v:shape style="position:absolute;left:6123;top:9809;width:5393;height:2" coordorigin="6123,9809" coordsize="5393,0" path="m6127,9809l11520,9809e" filled="f" stroked="t" strokeweight=".666667pt" strokecolor="#E6E6E6">
                <v:path arrowok="t"/>
              </v:shape>
            </v:group>
            <v:group style="position:absolute;left:720;top:9836;width:10800;height:2" coordorigin="720,9836" coordsize="10800,2">
              <v:shape style="position:absolute;left:720;top:9836;width:10800;height:2" coordorigin="720,9836" coordsize="10800,0" path="m720,9836l11520,9836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536.440979pt;width:541.000001pt;height:22.606021pt;mso-position-horizontal-relative:page;mso-position-vertical-relative:page;z-index:-4142" coordorigin="710,10729" coordsize="10820,452">
            <v:shape style="position:absolute;left:2143;top:10729;width:585;height:117" type="#_x0000_t75">
              <v:imagedata r:id="rId39" o:title=""/>
            </v:shape>
            <v:group style="position:absolute;left:725;top:10921;width:3590;height:220" coordorigin="725,10921" coordsize="3590,220">
              <v:shape style="position:absolute;left:725;top:10921;width:3590;height:220" coordorigin="725,10921" coordsize="3590,220" path="m725,10921l4315,10921,4315,11141,725,11141,725,10921e" filled="t" fillcolor="#E6E6E6" stroked="f">
                <v:path arrowok="t"/>
                <v:fill/>
              </v:shape>
            </v:group>
            <v:group style="position:absolute;left:717;top:10888;width:3603;height:2" coordorigin="717,10888" coordsize="3603,2">
              <v:shape style="position:absolute;left:717;top:10888;width:3603;height:2" coordorigin="717,10888" coordsize="3603,0" path="m718,10888l4322,10888e" filled="f" stroked="t" strokeweight=".666667pt" strokecolor="#E6E6E6">
                <v:path arrowok="t"/>
              </v:shape>
            </v:group>
            <v:group style="position:absolute;left:723;top:10914;width:3593;height:2" coordorigin="723,10914" coordsize="3593,2">
              <v:shape style="position:absolute;left:723;top:10914;width:3593;height:2" coordorigin="723,10914" coordsize="3593,0" path="m732,10914l4325,10914e" filled="f" stroked="t" strokeweight=".666667pt" strokecolor="#E6E6E6">
                <v:path arrowok="t"/>
              </v:shape>
            </v:group>
            <v:group style="position:absolute;left:723;top:11148;width:3593;height:2" coordorigin="723,11148" coordsize="3593,2">
              <v:shape style="position:absolute;left:723;top:11148;width:3593;height:2" coordorigin="723,11148" coordsize="3593,0" path="m727,11148l4320,11148e" filled="f" stroked="t" strokeweight=".666667pt" strokecolor="#E6E6E6">
                <v:path arrowok="t"/>
              </v:shape>
            </v:group>
            <v:group style="position:absolute;left:720;top:10901;width:2;height:260" coordorigin="720,10901" coordsize="2,260">
              <v:shape style="position:absolute;left:720;top:10901;width:2;height:260" coordorigin="720,10901" coordsize="0,260" path="m720,10921l720,11181e" filled="f" stroked="t" strokeweight=".5pt" strokecolor="#FFFFFF">
                <v:path arrowok="t"/>
              </v:shape>
            </v:group>
            <v:group style="position:absolute;left:4325;top:10921;width:3590;height:220" coordorigin="4325,10921" coordsize="3590,220">
              <v:shape style="position:absolute;left:4325;top:10921;width:3590;height:220" coordorigin="4325,10921" coordsize="3590,220" path="m4325,10921l7915,10921,7915,11141,4325,11141,4325,10921e" filled="t" fillcolor="#E6E6E6" stroked="f">
                <v:path arrowok="t"/>
                <v:fill/>
              </v:shape>
            </v:group>
            <v:group style="position:absolute;left:4320;top:10888;width:3600;height:2" coordorigin="4320,10888" coordsize="3600,2">
              <v:shape style="position:absolute;left:4320;top:10888;width:3600;height:2" coordorigin="4320,10888" coordsize="3600,0" path="m4320,10888l7920,10888e" filled="f" stroked="t" strokeweight=".666667pt" strokecolor="#E6E6E6">
                <v:path arrowok="t"/>
              </v:shape>
            </v:group>
            <v:group style="position:absolute;left:4323;top:10914;width:3593;height:2" coordorigin="4323,10914" coordsize="3593,2">
              <v:shape style="position:absolute;left:4323;top:10914;width:3593;height:2" coordorigin="4323,10914" coordsize="3593,0" path="m4327,10914l7920,10914e" filled="f" stroked="t" strokeweight=".666667pt" strokecolor="#E6E6E6">
                <v:path arrowok="t"/>
              </v:shape>
            </v:group>
            <v:group style="position:absolute;left:4323;top:11148;width:3593;height:2" coordorigin="4323,11148" coordsize="3593,2">
              <v:shape style="position:absolute;left:4323;top:11148;width:3593;height:2" coordorigin="4323,11148" coordsize="3593,0" path="m4327,11148l7920,11148e" filled="f" stroked="t" strokeweight=".666667pt" strokecolor="#E6E6E6">
                <v:path arrowok="t"/>
              </v:shape>
            </v:group>
            <v:group style="position:absolute;left:7925;top:10921;width:3590;height:220" coordorigin="7925,10921" coordsize="3590,220">
              <v:shape style="position:absolute;left:7925;top:10921;width:3590;height:220" coordorigin="7925,10921" coordsize="3590,220" path="m7925,10921l11515,10921,11515,11141,7925,11141,7925,10921e" filled="t" fillcolor="#E6E6E6" stroked="f">
                <v:path arrowok="t"/>
                <v:fill/>
              </v:shape>
            </v:group>
            <v:group style="position:absolute;left:7920;top:10888;width:3603;height:2" coordorigin="7920,10888" coordsize="3603,2">
              <v:shape style="position:absolute;left:7920;top:10888;width:3603;height:2" coordorigin="7920,10888" coordsize="3603,0" path="m7920,10888l11523,10888e" filled="f" stroked="t" strokeweight=".666667pt" strokecolor="#E6E6E6">
                <v:path arrowok="t"/>
              </v:shape>
            </v:group>
            <v:group style="position:absolute;left:7923;top:10914;width:3593;height:2" coordorigin="7923,10914" coordsize="3593,2">
              <v:shape style="position:absolute;left:7923;top:10914;width:3593;height:2" coordorigin="7923,10914" coordsize="3593,0" path="m7927,10914l11520,10914e" filled="f" stroked="t" strokeweight=".666667pt" strokecolor="#E6E6E6">
                <v:path arrowok="t"/>
              </v:shape>
            </v:group>
            <v:group style="position:absolute;left:11520;top:10901;width:2;height:260" coordorigin="11520,10901" coordsize="2,260">
              <v:shape style="position:absolute;left:11520;top:10901;width:2;height:260" coordorigin="11520,10901" coordsize="0,260" path="m11520,10921l11520,11181e" filled="f" stroked="t" strokeweight=".5pt" strokecolor="#FFFFFF">
                <v:path arrowok="t"/>
              </v:shape>
            </v:group>
            <v:group style="position:absolute;left:7923;top:11148;width:3593;height:2" coordorigin="7923,11148" coordsize="3593,2">
              <v:shape style="position:absolute;left:7923;top:11148;width:3593;height:2" coordorigin="7923,11148" coordsize="3593,0" path="m7927,11148l11520,11148e" filled="f" stroked="t" strokeweight=".666667pt" strokecolor="#E6E6E6">
                <v:path arrowok="t"/>
              </v:shape>
            </v:group>
            <v:group style="position:absolute;left:720;top:11174;width:10800;height:2" coordorigin="720,11174" coordsize="10800,2">
              <v:shape style="position:absolute;left:720;top:11174;width:10800;height:2" coordorigin="720,11174" coordsize="10800,0" path="m720,11174l11520,11174e" filled="f" stroked="t" strokeweight=".666669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66.846985pt;width:540.999998pt;height:26.425pt;mso-position-horizontal-relative:page;mso-position-vertical-relative:page;z-index:-4141" coordorigin="710,13337" coordsize="10820,529">
            <v:group style="position:absolute;left:725;top:13377;width:638;height:288" coordorigin="725,13377" coordsize="638,288">
              <v:shape style="position:absolute;left:725;top:13377;width:638;height:288" coordorigin="725,13377" coordsize="638,288" path="m725,13377l1363,13377,1363,13665,725,13665,725,13377e" filled="t" fillcolor="#E6E6E6" stroked="f">
                <v:path arrowok="t"/>
                <v:fill/>
              </v:shape>
            </v:group>
            <v:group style="position:absolute;left:717;top:13344;width:651;height:2" coordorigin="717,13344" coordsize="651,2">
              <v:shape style="position:absolute;left:717;top:13344;width:651;height:2" coordorigin="717,13344" coordsize="651,0" path="m718,13344l1370,13344e" filled="f" stroked="t" strokeweight=".666667pt" strokecolor="#E6E6E6">
                <v:path arrowok="t"/>
              </v:shape>
            </v:group>
            <v:group style="position:absolute;left:723;top:13370;width:641;height:2" coordorigin="723,13370" coordsize="641,2">
              <v:shape style="position:absolute;left:723;top:13370;width:641;height:2" coordorigin="723,13370" coordsize="641,0" path="m732,13370l1373,13370e" filled="f" stroked="t" strokeweight=".666667pt" strokecolor="#E6E6E6">
                <v:path arrowok="t"/>
              </v:shape>
            </v:group>
            <v:group style="position:absolute;left:723;top:13672;width:641;height:2" coordorigin="723,13672" coordsize="641,2">
              <v:shape style="position:absolute;left:723;top:13672;width:641;height:2" coordorigin="723,13672" coordsize="641,0" path="m727,13672l1368,13672e" filled="f" stroked="t" strokeweight=".666667pt" strokecolor="#E6E6E6">
                <v:path arrowok="t"/>
              </v:shape>
            </v:group>
            <v:group style="position:absolute;left:720;top:13357;width:2;height:328" coordorigin="720,13357" coordsize="2,328">
              <v:shape style="position:absolute;left:720;top:13357;width:2;height:328" coordorigin="720,13357" coordsize="0,328" path="m720,13377l720,13705e" filled="f" stroked="t" strokeweight=".5pt" strokecolor="#FFFFFF">
                <v:path arrowok="t"/>
              </v:shape>
            </v:group>
            <v:group style="position:absolute;left:1373;top:13377;width:2798;height:288" coordorigin="1373,13377" coordsize="2798,288">
              <v:shape style="position:absolute;left:1373;top:13377;width:2798;height:288" coordorigin="1373,13377" coordsize="2798,288" path="m1373,13377l4171,13377,4171,13665,1373,13665,1373,13377e" filled="t" fillcolor="#E6E6E6" stroked="f">
                <v:path arrowok="t"/>
                <v:fill/>
              </v:shape>
            </v:group>
            <v:group style="position:absolute;left:1368;top:13344;width:2808;height:2" coordorigin="1368,13344" coordsize="2808,2">
              <v:shape style="position:absolute;left:1368;top:13344;width:2808;height:2" coordorigin="1368,13344" coordsize="2808,0" path="m1368,13344l4176,13344e" filled="f" stroked="t" strokeweight=".666667pt" strokecolor="#E6E6E6">
                <v:path arrowok="t"/>
              </v:shape>
            </v:group>
            <v:group style="position:absolute;left:1371;top:13370;width:2801;height:2" coordorigin="1371,13370" coordsize="2801,2">
              <v:shape style="position:absolute;left:1371;top:13370;width:2801;height:2" coordorigin="1371,13370" coordsize="2801,0" path="m1375,13370l4176,13370e" filled="f" stroked="t" strokeweight=".666667pt" strokecolor="#E6E6E6">
                <v:path arrowok="t"/>
              </v:shape>
            </v:group>
            <v:group style="position:absolute;left:1371;top:13672;width:2801;height:2" coordorigin="1371,13672" coordsize="2801,2">
              <v:shape style="position:absolute;left:1371;top:13672;width:2801;height:2" coordorigin="1371,13672" coordsize="2801,0" path="m1375,13672l4176,13672e" filled="f" stroked="t" strokeweight=".666667pt" strokecolor="#E6E6E6">
                <v:path arrowok="t"/>
              </v:shape>
            </v:group>
            <v:group style="position:absolute;left:4181;top:13377;width:962;height:288" coordorigin="4181,13377" coordsize="962,288">
              <v:shape style="position:absolute;left:4181;top:13377;width:962;height:288" coordorigin="4181,13377" coordsize="962,288" path="m4181,13377l5143,13377,5143,13665,4181,13665,4181,13377e" filled="t" fillcolor="#E6E6E6" stroked="f">
                <v:path arrowok="t"/>
                <v:fill/>
              </v:shape>
            </v:group>
            <v:group style="position:absolute;left:4176;top:13344;width:972;height:2" coordorigin="4176,13344" coordsize="972,2">
              <v:shape style="position:absolute;left:4176;top:13344;width:972;height:2" coordorigin="4176,13344" coordsize="972,0" path="m4176,13344l5148,13344e" filled="f" stroked="t" strokeweight=".666667pt" strokecolor="#E6E6E6">
                <v:path arrowok="t"/>
              </v:shape>
            </v:group>
            <v:group style="position:absolute;left:4179;top:13370;width:965;height:2" coordorigin="4179,13370" coordsize="965,2">
              <v:shape style="position:absolute;left:4179;top:13370;width:965;height:2" coordorigin="4179,13370" coordsize="965,0" path="m4183,13370l5148,13370e" filled="f" stroked="t" strokeweight=".666667pt" strokecolor="#E6E6E6">
                <v:path arrowok="t"/>
              </v:shape>
            </v:group>
            <v:group style="position:absolute;left:4179;top:13672;width:965;height:2" coordorigin="4179,13672" coordsize="965,2">
              <v:shape style="position:absolute;left:4179;top:13672;width:965;height:2" coordorigin="4179,13672" coordsize="965,0" path="m4183,13672l5148,13672e" filled="f" stroked="t" strokeweight=".666667pt" strokecolor="#E6E6E6">
                <v:path arrowok="t"/>
              </v:shape>
            </v:group>
            <v:group style="position:absolute;left:5153;top:13377;width:1178;height:288" coordorigin="5153,13377" coordsize="1178,288">
              <v:shape style="position:absolute;left:5153;top:13377;width:1178;height:288" coordorigin="5153,13377" coordsize="1178,288" path="m5153,13377l6331,13377,6331,13665,5153,13665,5153,13377e" filled="t" fillcolor="#E6E6E6" stroked="f">
                <v:path arrowok="t"/>
                <v:fill/>
              </v:shape>
            </v:group>
            <v:group style="position:absolute;left:5148;top:13344;width:1188;height:2" coordorigin="5148,13344" coordsize="1188,2">
              <v:shape style="position:absolute;left:5148;top:13344;width:1188;height:2" coordorigin="5148,13344" coordsize="1188,0" path="m5148,13344l6336,13344e" filled="f" stroked="t" strokeweight=".666667pt" strokecolor="#E6E6E6">
                <v:path arrowok="t"/>
              </v:shape>
            </v:group>
            <v:group style="position:absolute;left:5151;top:13370;width:1181;height:2" coordorigin="5151,13370" coordsize="1181,2">
              <v:shape style="position:absolute;left:5151;top:13370;width:1181;height:2" coordorigin="5151,13370" coordsize="1181,0" path="m5155,13370l6336,13370e" filled="f" stroked="t" strokeweight=".666667pt" strokecolor="#E6E6E6">
                <v:path arrowok="t"/>
              </v:shape>
            </v:group>
            <v:group style="position:absolute;left:5151;top:13672;width:1181;height:2" coordorigin="5151,13672" coordsize="1181,2">
              <v:shape style="position:absolute;left:5151;top:13672;width:1181;height:2" coordorigin="5151,13672" coordsize="1181,0" path="m5155,13672l6336,13672e" filled="f" stroked="t" strokeweight=".666667pt" strokecolor="#E6E6E6">
                <v:path arrowok="t"/>
              </v:shape>
            </v:group>
            <v:group style="position:absolute;left:6341;top:13377;width:1178;height:288" coordorigin="6341,13377" coordsize="1178,288">
              <v:shape style="position:absolute;left:6341;top:13377;width:1178;height:288" coordorigin="6341,13377" coordsize="1178,288" path="m6341,13377l7519,13377,7519,13665,6341,13665,6341,13377e" filled="t" fillcolor="#E6E6E6" stroked="f">
                <v:path arrowok="t"/>
                <v:fill/>
              </v:shape>
            </v:group>
            <v:group style="position:absolute;left:6336;top:13344;width:1188;height:2" coordorigin="6336,13344" coordsize="1188,2">
              <v:shape style="position:absolute;left:6336;top:13344;width:1188;height:2" coordorigin="6336,13344" coordsize="1188,0" path="m6336,13344l7524,13344e" filled="f" stroked="t" strokeweight=".666667pt" strokecolor="#E6E6E6">
                <v:path arrowok="t"/>
              </v:shape>
            </v:group>
            <v:group style="position:absolute;left:6339;top:13370;width:1181;height:2" coordorigin="6339,13370" coordsize="1181,2">
              <v:shape style="position:absolute;left:6339;top:13370;width:1181;height:2" coordorigin="6339,13370" coordsize="1181,0" path="m6343,13370l7524,13370e" filled="f" stroked="t" strokeweight=".666667pt" strokecolor="#E6E6E6">
                <v:path arrowok="t"/>
              </v:shape>
            </v:group>
            <v:group style="position:absolute;left:6339;top:13672;width:1181;height:2" coordorigin="6339,13672" coordsize="1181,2">
              <v:shape style="position:absolute;left:6339;top:13672;width:1181;height:2" coordorigin="6339,13672" coordsize="1181,0" path="m6343,13672l7524,13672e" filled="f" stroked="t" strokeweight=".666667pt" strokecolor="#E6E6E6">
                <v:path arrowok="t"/>
              </v:shape>
            </v:group>
            <v:group style="position:absolute;left:7529;top:13377;width:1394;height:288" coordorigin="7529,13377" coordsize="1394,288">
              <v:shape style="position:absolute;left:7529;top:13377;width:1394;height:288" coordorigin="7529,13377" coordsize="1394,288" path="m7529,13377l8923,13377,8923,13665,7529,13665,7529,13377e" filled="t" fillcolor="#E6E6E6" stroked="f">
                <v:path arrowok="t"/>
                <v:fill/>
              </v:shape>
            </v:group>
            <v:group style="position:absolute;left:7524;top:13344;width:1404;height:2" coordorigin="7524,13344" coordsize="1404,2">
              <v:shape style="position:absolute;left:7524;top:13344;width:1404;height:2" coordorigin="7524,13344" coordsize="1404,0" path="m7524,13344l8928,13344e" filled="f" stroked="t" strokeweight=".666667pt" strokecolor="#E6E6E6">
                <v:path arrowok="t"/>
              </v:shape>
            </v:group>
            <v:group style="position:absolute;left:7527;top:13370;width:1397;height:2" coordorigin="7527,13370" coordsize="1397,2">
              <v:shape style="position:absolute;left:7527;top:13370;width:1397;height:2" coordorigin="7527,13370" coordsize="1397,0" path="m7531,13370l8928,13370e" filled="f" stroked="t" strokeweight=".666667pt" strokecolor="#E6E6E6">
                <v:path arrowok="t"/>
              </v:shape>
            </v:group>
            <v:group style="position:absolute;left:7527;top:13672;width:1397;height:2" coordorigin="7527,13672" coordsize="1397,2">
              <v:shape style="position:absolute;left:7527;top:13672;width:1397;height:2" coordorigin="7527,13672" coordsize="1397,0" path="m7531,13672l8928,13672e" filled="f" stroked="t" strokeweight=".666667pt" strokecolor="#E6E6E6">
                <v:path arrowok="t"/>
              </v:shape>
            </v:group>
            <v:group style="position:absolute;left:8933;top:13377;width:1178;height:288" coordorigin="8933,13377" coordsize="1178,288">
              <v:shape style="position:absolute;left:8933;top:13377;width:1178;height:288" coordorigin="8933,13377" coordsize="1178,288" path="m8933,13377l10111,13377,10111,13665,8933,13665,8933,13377e" filled="t" fillcolor="#E6E6E6" stroked="f">
                <v:path arrowok="t"/>
                <v:fill/>
              </v:shape>
            </v:group>
            <v:group style="position:absolute;left:8928;top:13344;width:1188;height:2" coordorigin="8928,13344" coordsize="1188,2">
              <v:shape style="position:absolute;left:8928;top:13344;width:1188;height:2" coordorigin="8928,13344" coordsize="1188,0" path="m8928,13344l10116,13344e" filled="f" stroked="t" strokeweight=".666667pt" strokecolor="#E6E6E6">
                <v:path arrowok="t"/>
              </v:shape>
            </v:group>
            <v:group style="position:absolute;left:8931;top:13370;width:1181;height:2" coordorigin="8931,13370" coordsize="1181,2">
              <v:shape style="position:absolute;left:8931;top:13370;width:1181;height:2" coordorigin="8931,13370" coordsize="1181,0" path="m8935,13370l10116,13370e" filled="f" stroked="t" strokeweight=".666667pt" strokecolor="#E6E6E6">
                <v:path arrowok="t"/>
              </v:shape>
            </v:group>
            <v:group style="position:absolute;left:8931;top:13672;width:1181;height:2" coordorigin="8931,13672" coordsize="1181,2">
              <v:shape style="position:absolute;left:8931;top:13672;width:1181;height:2" coordorigin="8931,13672" coordsize="1181,0" path="m8935,13672l10116,13672e" filled="f" stroked="t" strokeweight=".666667pt" strokecolor="#E6E6E6">
                <v:path arrowok="t"/>
              </v:shape>
            </v:group>
            <v:group style="position:absolute;left:10121;top:13377;width:1394;height:288" coordorigin="10121,13377" coordsize="1394,288">
              <v:shape style="position:absolute;left:10121;top:13377;width:1394;height:288" coordorigin="10121,13377" coordsize="1394,288" path="m10121,13377l11515,13377,11515,13665,10121,13665,10121,13377e" filled="t" fillcolor="#E6E6E6" stroked="f">
                <v:path arrowok="t"/>
                <v:fill/>
              </v:shape>
            </v:group>
            <v:group style="position:absolute;left:10116;top:13344;width:1407;height:2" coordorigin="10116,13344" coordsize="1407,2">
              <v:shape style="position:absolute;left:10116;top:13344;width:1407;height:2" coordorigin="10116,13344" coordsize="1407,0" path="m10116,13344l11523,13344e" filled="f" stroked="t" strokeweight=".666667pt" strokecolor="#E6E6E6">
                <v:path arrowok="t"/>
              </v:shape>
            </v:group>
            <v:group style="position:absolute;left:10119;top:13370;width:1397;height:2" coordorigin="10119,13370" coordsize="1397,2">
              <v:shape style="position:absolute;left:10119;top:13370;width:1397;height:2" coordorigin="10119,13370" coordsize="1397,0" path="m10123,13370l11520,13370e" filled="f" stroked="t" strokeweight=".666667pt" strokecolor="#E6E6E6">
                <v:path arrowok="t"/>
              </v:shape>
            </v:group>
            <v:group style="position:absolute;left:11520;top:13357;width:2;height:328" coordorigin="11520,13357" coordsize="2,328">
              <v:shape style="position:absolute;left:11520;top:13357;width:2;height:328" coordorigin="11520,13357" coordsize="0,328" path="m11520,13377l11520,13705e" filled="f" stroked="t" strokeweight=".5pt" strokecolor="#FFFFFF">
                <v:path arrowok="t"/>
              </v:shape>
            </v:group>
            <v:group style="position:absolute;left:10119;top:13672;width:1397;height:2" coordorigin="10119,13672" coordsize="1397,2">
              <v:shape style="position:absolute;left:10119;top:13672;width:1397;height:2" coordorigin="10119,13672" coordsize="1397,0" path="m10123,13672l11520,13672e" filled="f" stroked="t" strokeweight=".666667pt" strokecolor="#E6E6E6">
                <v:path arrowok="t"/>
              </v:shape>
            </v:group>
            <v:group style="position:absolute;left:720;top:13698;width:10800;height:2" coordorigin="720,13698" coordsize="10800,2">
              <v:shape style="position:absolute;left:720;top:13698;width:10800;height:2" coordorigin="720,13698" coordsize="10800,0" path="m720,13698l11520,13698e" filled="f" stroked="t" strokeweight=".666676pt" strokecolor="#E6E6E6">
                <v:path arrowok="t"/>
              </v:shape>
              <v:shape style="position:absolute;left:1468;top:13721;width:144;height:144" type="#_x0000_t75">
                <v:imagedata r:id="rId40" o:title=""/>
              </v:shape>
            </v:group>
            <w10:wrap type="none"/>
          </v:group>
        </w:pict>
      </w:r>
      <w:r>
        <w:rPr/>
        <w:pict>
          <v:group style="position:absolute;margin-left:36pt;margin-top:702.789001pt;width:539.999997pt;height:.1pt;mso-position-horizontal-relative:page;mso-position-vertical-relative:page;z-index:-4140" coordorigin="720,14056" coordsize="10800,2">
            <v:shape style="position:absolute;left:720;top:14056;width:10800;height:2" coordorigin="720,14056" coordsize="10800,0" path="m720,14056l11520,14056e" filled="f" stroked="t" strokeweight=".500010pt" strokecolor="#DFDFDF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169" w:lineRule="exact"/>
        <w:ind w:left="307" w:right="-64"/>
        <w:jc w:val="left"/>
        <w:tabs>
          <w:tab w:pos="9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81457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Medication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13" w:lineRule="exact"/>
        <w:ind w:left="84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7" w:after="0" w:line="184" w:lineRule="exact"/>
        <w:ind w:right="-69"/>
        <w:jc w:val="left"/>
        <w:tabs>
          <w:tab w:pos="960" w:val="left"/>
          <w:tab w:pos="21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8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24,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1100"/>
          <w:cols w:num="3" w:equalWidth="0">
            <w:col w:w="3407" w:space="249"/>
            <w:col w:w="3148" w:space="200"/>
            <w:col w:w="351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4139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106575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136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5" w:after="0" w:line="144" w:lineRule="exact"/>
        <w:ind w:left="616" w:right="-44" w:firstLine="-616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4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CPRS_Dev1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84" w:after="0" w:line="135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3" w:lineRule="exact"/>
        <w:ind w:right="-20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8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56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5pt;margin-top:22.394798pt;width:540.250097pt;height:.500111pt;mso-position-horizontal-relative:page;mso-position-vertical-relative:paragraph;z-index:-4138" coordorigin="717,448" coordsize="10805,10">
            <v:group style="position:absolute;left:720;top:450;width:10800;height:2" coordorigin="720,450" coordsize="10800,2">
              <v:shape style="position:absolute;left:720;top:450;width:10800;height:2" coordorigin="720,450" coordsize="10800,0" path="m720,450l11520,450e" filled="f" stroked="t" strokeweight=".250098pt" strokecolor="#DFDFDF">
                <v:path arrowok="t"/>
              </v:shape>
            </v:group>
            <v:group style="position:absolute;left:720;top:455;width:10800;height:2" coordorigin="720,455" coordsize="10800,2">
              <v:shape style="position:absolute;left:720;top:455;width:10800;height:2" coordorigin="720,455" coordsize="10800,0" path="m720,455l11520,455e" filled="f" stroked="t" strokeweight=".25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10pt;width:7.2pt;height:7.2pt;mso-position-horizontal-relative:page;mso-position-vertical-relative:paragraph;z-index:-4137" type="#_x0000_t75">
            <v:imagedata r:id="rId42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12,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83" w:space="637"/>
            <w:col w:w="2124" w:space="112"/>
            <w:col w:w="3196" w:space="152"/>
            <w:col w:w="934" w:space="146"/>
            <w:col w:w="1087" w:space="209"/>
            <w:col w:w="1480"/>
          </w:cols>
        </w:sectPr>
      </w:pPr>
      <w:rPr/>
    </w:p>
    <w:p>
      <w:pPr>
        <w:spacing w:before="69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112355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35" w:lineRule="exact"/>
        <w:ind w:left="616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50" w:lineRule="auto"/>
        <w:ind w:left="616" w:right="186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5.444909pt;width:539.999999pt;height:.1pt;mso-position-horizontal-relative:page;mso-position-vertical-relative:paragraph;z-index:-4136" coordorigin="720,309" coordsize="10800,2">
            <v:shape style="position:absolute;left:720;top:309;width:10800;height:2" coordorigin="720,309" coordsize="10800,0" path="m720,309l11520,309e" filled="f" stroked="t" strokeweight=".5pt" strokecolor="#DFDFDF">
              <v:path arrowok="t"/>
            </v:shape>
          </v:group>
          <w10:wrap type="none"/>
        </w:pict>
      </w:r>
      <w:r>
        <w:rPr/>
        <w:pict>
          <v:shape style="position:absolute;margin-left:102pt;margin-top:-3.82609pt;width:8pt;height:8pt;mso-position-horizontal-relative:page;mso-position-vertical-relative:paragraph;z-index:-4135" type="#_x0000_t75">
            <v:imagedata r:id="rId43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(OR*3.0*420)_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56" w:after="0" w:line="163" w:lineRule="auto"/>
        <w:ind w:left="2268" w:right="-49" w:firstLine="-2268"/>
        <w:jc w:val="left"/>
        <w:tabs>
          <w:tab w:pos="1180" w:val="left"/>
          <w:tab w:pos="2260" w:val="left"/>
          <w:tab w:pos="33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7"/>
        </w:rPr>
        <w:t>  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7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7"/>
        </w:rPr>
        <w:t>Lucy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  <w:t>VHAISDILUSTL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  <w:t>(Leidos)</w:t>
      </w:r>
    </w:p>
    <w:p>
      <w:pPr>
        <w:spacing w:before="0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51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/>
        <w:pict>
          <v:shape style="width:7.2pt;height:7.2pt;mso-position-horizontal-relative:char;mso-position-vertical-relative:line" type="#_x0000_t75">
            <v:imagedata r:id="rId4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Progress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Jan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26,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83" w:space="637"/>
            <w:col w:w="2124" w:space="112"/>
            <w:col w:w="4202" w:space="226"/>
            <w:col w:w="1087" w:space="209"/>
            <w:col w:w="481" w:space="383"/>
            <w:col w:w="616"/>
          </w:cols>
        </w:sectPr>
      </w:pPr>
      <w:rPr/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pt;width:541.000001pt;height:15.0pt;mso-position-horizontal-relative:page;mso-position-vertical-relative:paragraph;z-index:-4134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4133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97.781982pt;width:541.500003pt;height:13.600017pt;mso-position-horizontal-relative:page;mso-position-vertical-relative:page;z-index:-4131" coordorigin="705,5956" coordsize="10830,272">
            <v:group style="position:absolute;left:720;top:5996;width:10800;height:192" coordorigin="720,5996" coordsize="10800,192">
              <v:shape style="position:absolute;left:720;top:5996;width:10800;height:192" coordorigin="720,5996" coordsize="10800,192" path="m720,5996l11520,5996,11520,6188,720,6188,720,5996e" filled="t" fillcolor="#E6E6E6" stroked="f">
                <v:path arrowok="t"/>
                <v:fill/>
              </v:shape>
            </v:group>
            <v:group style="position:absolute;left:712;top:5962;width:10817;height:2" coordorigin="712,5962" coordsize="10817,2">
              <v:shape style="position:absolute;left:712;top:5962;width:10817;height:2" coordorigin="712,5962" coordsize="10817,0" path="m713,5962l11530,5962e" filled="f" stroked="t" strokeweight=".666667pt" strokecolor="#E6E6E6">
                <v:path arrowok="t"/>
              </v:shape>
            </v:group>
            <v:group style="position:absolute;left:718;top:5989;width:10803;height:2" coordorigin="718,5989" coordsize="10803,2">
              <v:shape style="position:absolute;left:718;top:5989;width:10803;height:2" coordorigin="718,5989" coordsize="10803,0" path="m727,5989l11530,5989e" filled="f" stroked="t" strokeweight=".666667pt" strokecolor="#E6E6E6">
                <v:path arrowok="t"/>
              </v:shape>
            </v:group>
            <v:group style="position:absolute;left:11525;top:5976;width:2;height:232" coordorigin="11525,5976" coordsize="2,232">
              <v:shape style="position:absolute;left:11525;top:5976;width:2;height:232" coordorigin="11525,5976" coordsize="0,232" path="m11525,5996l11525,6228e" filled="f" stroked="t" strokeweight=".5pt" strokecolor="#FFFFFF">
                <v:path arrowok="t"/>
              </v:shape>
            </v:group>
            <v:group style="position:absolute;left:718;top:6194;width:10803;height:2" coordorigin="718,6194" coordsize="10803,2">
              <v:shape style="position:absolute;left:718;top:6194;width:10803;height:2" coordorigin="718,6194" coordsize="10803,0" path="m727,6194l11530,6194e" filled="f" stroked="t" strokeweight=".666667pt" strokecolor="#E6E6E6">
                <v:path arrowok="t"/>
              </v:shape>
            </v:group>
            <v:group style="position:absolute;left:712;top:6221;width:10817;height:2" coordorigin="712,6221" coordsize="10817,2">
              <v:shape style="position:absolute;left:712;top:6221;width:10817;height:2" coordorigin="712,6221" coordsize="10817,0" path="m713,6221l11530,6221e" filled="f" stroked="t" strokeweight=".666667pt" strokecolor="#E6E6E6">
                <v:path arrowok="t"/>
              </v:shape>
            </v:group>
            <v:group style="position:absolute;left:715;top:5976;width:2;height:232" coordorigin="715,5976" coordsize="2,232">
              <v:shape style="position:absolute;left:715;top:5976;width:2;height:232" coordorigin="715,5976" coordsize="0,232" path="m715,5996l715,6228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4.582001pt;width:539.718009pt;height:201.537994pt;mso-position-horizontal-relative:page;mso-position-vertical-relative:page;z-index:-4130" coordorigin="723,6892" coordsize="10794,4031">
            <v:group style="position:absolute;left:728;top:6897;width:10784;height:2" coordorigin="728,6897" coordsize="10784,2">
              <v:shape style="position:absolute;left:728;top:6897;width:10784;height:2" coordorigin="728,6897" coordsize="10784,0" path="m733,6897l11517,6897e" filled="f" stroked="t" strokeweight=".5pt" strokecolor="#000000">
                <v:path arrowok="t"/>
              </v:shape>
            </v:group>
            <v:group style="position:absolute;left:11512;top:6897;width:2;height:4021" coordorigin="11512,6897" coordsize="2,4021">
              <v:shape style="position:absolute;left:11512;top:6897;width:2;height:4021" coordorigin="11512,6897" coordsize="0,4021" path="m11512,6902l11512,10922e" filled="f" stroked="t" strokeweight=".5pt" strokecolor="#000000">
                <v:path arrowok="t"/>
              </v:shape>
            </v:group>
            <v:group style="position:absolute;left:728;top:10917;width:10784;height:2" coordorigin="728,10917" coordsize="10784,2">
              <v:shape style="position:absolute;left:728;top:10917;width:10784;height:2" coordorigin="728,10917" coordsize="10784,0" path="m733,10917l11517,10917e" filled="f" stroked="t" strokeweight=".5pt" strokecolor="#000000">
                <v:path arrowok="t"/>
              </v:shape>
            </v:group>
            <v:group style="position:absolute;left:728;top:6897;width:2;height:4021" coordorigin="728,6897" coordsize="2,4021">
              <v:shape style="position:absolute;left:728;top:6897;width:2;height:4021" coordorigin="728,6897" coordsize="0,4021" path="m728,6902l728,1092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54.119995pt;width:539.718009pt;height:163.138001pt;mso-position-horizontal-relative:page;mso-position-vertical-relative:page;z-index:-4129" coordorigin="723,11082" coordsize="10794,3263">
            <v:group style="position:absolute;left:728;top:11087;width:10784;height:2" coordorigin="728,11087" coordsize="10784,2">
              <v:shape style="position:absolute;left:728;top:11087;width:10784;height:2" coordorigin="728,11087" coordsize="10784,0" path="m733,11087l11517,11087e" filled="f" stroked="t" strokeweight=".5pt" strokecolor="#000000">
                <v:path arrowok="t"/>
              </v:shape>
            </v:group>
            <v:group style="position:absolute;left:11512;top:11087;width:2;height:3253" coordorigin="11512,11087" coordsize="2,3253">
              <v:shape style="position:absolute;left:11512;top:11087;width:2;height:3253" coordorigin="11512,11087" coordsize="0,3253" path="m11512,11092l11512,14345e" filled="f" stroked="t" strokeweight=".5pt" strokecolor="#000000">
                <v:path arrowok="t"/>
              </v:shape>
            </v:group>
            <v:group style="position:absolute;left:728;top:14340;width:10784;height:2" coordorigin="728,14340" coordsize="10784,2">
              <v:shape style="position:absolute;left:728;top:14340;width:10784;height:2" coordorigin="728,14340" coordsize="10784,0" path="m733,14340l11517,14340e" filled="f" stroked="t" strokeweight=".5pt" strokecolor="#000000">
                <v:path arrowok="t"/>
              </v:shape>
            </v:group>
            <v:group style="position:absolute;left:728;top:11087;width:2;height:3253" coordorigin="728,11087" coordsize="2,3253">
              <v:shape style="position:absolute;left:728;top:11087;width:2;height:3253" coordorigin="728,11087" coordsize="0,3253" path="m728,11092l728,14345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66" w:lineRule="auto"/>
        <w:ind w:left="100" w:right="218" w:firstLine="704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132" type="#_x0000_t75">
            <v:imagedata r:id="rId46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81457: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Create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Outpatient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67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Vitals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5.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released.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45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20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-174.78212pt;width:539.718009pt;height:163.138pt;mso-position-horizontal-relative:page;mso-position-vertical-relative:paragraph;z-index:-4128" coordorigin="723,-3496" coordsize="10794,3263">
            <v:group style="position:absolute;left:728;top:-3491;width:10784;height:2" coordorigin="728,-3491" coordsize="10784,2">
              <v:shape style="position:absolute;left:728;top:-3491;width:10784;height:2" coordorigin="728,-3491" coordsize="10784,0" path="m733,-3491l11517,-3491e" filled="f" stroked="t" strokeweight=".5pt" strokecolor="#000000">
                <v:path arrowok="t"/>
              </v:shape>
            </v:group>
            <v:group style="position:absolute;left:11512;top:-3491;width:2;height:3253" coordorigin="11512,-3491" coordsize="2,3253">
              <v:shape style="position:absolute;left:11512;top:-3491;width:2;height:3253" coordorigin="11512,-3491" coordsize="0,3253" path="m11512,-3486l11512,-233e" filled="f" stroked="t" strokeweight=".5pt" strokecolor="#000000">
                <v:path arrowok="t"/>
              </v:shape>
            </v:group>
            <v:group style="position:absolute;left:728;top:-238;width:10784;height:2" coordorigin="728,-238" coordsize="10784,2">
              <v:shape style="position:absolute;left:728;top:-238;width:10784;height:2" coordorigin="728,-238" coordsize="10784,0" path="m733,-238l11517,-238e" filled="f" stroked="t" strokeweight=".5pt" strokecolor="#000000">
                <v:path arrowok="t"/>
              </v:shape>
            </v:group>
            <v:group style="position:absolute;left:728;top:-3491;width:2;height:3253" coordorigin="728,-3491" coordsize="2,3253">
              <v:shape style="position:absolute;left:728;top:-3491;width:2;height:3253" coordorigin="728,-3491" coordsize="0,3253" path="m728,-3486l728,-23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4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-174.78212pt;width:539.718009pt;height:163.138001pt;mso-position-horizontal-relative:page;mso-position-vertical-relative:paragraph;z-index:-4127" coordorigin="723,-3496" coordsize="10794,3263">
            <v:group style="position:absolute;left:728;top:-3491;width:10784;height:2" coordorigin="728,-3491" coordsize="10784,2">
              <v:shape style="position:absolute;left:728;top:-3491;width:10784;height:2" coordorigin="728,-3491" coordsize="10784,0" path="m733,-3491l11517,-3491e" filled="f" stroked="t" strokeweight=".5pt" strokecolor="#000000">
                <v:path arrowok="t"/>
              </v:shape>
            </v:group>
            <v:group style="position:absolute;left:11512;top:-3491;width:2;height:3253" coordorigin="11512,-3491" coordsize="2,3253">
              <v:shape style="position:absolute;left:11512;top:-3491;width:2;height:3253" coordorigin="11512,-3491" coordsize="0,3253" path="m11512,-3486l11512,-233e" filled="f" stroked="t" strokeweight=".5pt" strokecolor="#000000">
                <v:path arrowok="t"/>
              </v:shape>
            </v:group>
            <v:group style="position:absolute;left:728;top:-238;width:10784;height:2" coordorigin="728,-238" coordsize="10784,2">
              <v:shape style="position:absolute;left:728;top:-238;width:10784;height:2" coordorigin="728,-238" coordsize="10784,0" path="m733,-238l11517,-238e" filled="f" stroked="t" strokeweight=".5pt" strokecolor="#000000">
                <v:path arrowok="t"/>
              </v:shape>
            </v:group>
            <v:group style="position:absolute;left:728;top:-3491;width:2;height:3253" coordorigin="728,-3491" coordsize="2,3253">
              <v:shape style="position:absolute;left:728;top:-3491;width:2;height:3253" coordorigin="728,-3491" coordsize="0,3253" path="m728,-3486l728,-23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before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18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before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-174.78212pt;width:539.718009pt;height:163.138pt;mso-position-horizontal-relative:page;mso-position-vertical-relative:paragraph;z-index:-4126" coordorigin="723,-3496" coordsize="10794,3263">
            <v:group style="position:absolute;left:728;top:-3491;width:10784;height:2" coordorigin="728,-3491" coordsize="10784,2">
              <v:shape style="position:absolute;left:728;top:-3491;width:10784;height:2" coordorigin="728,-3491" coordsize="10784,0" path="m733,-3491l11517,-3491e" filled="f" stroked="t" strokeweight=".5pt" strokecolor="#000000">
                <v:path arrowok="t"/>
              </v:shape>
            </v:group>
            <v:group style="position:absolute;left:11512;top:-3491;width:2;height:3253" coordorigin="11512,-3491" coordsize="2,3253">
              <v:shape style="position:absolute;left:11512;top:-3491;width:2;height:3253" coordorigin="11512,-3491" coordsize="0,3253" path="m11512,-3486l11512,-233e" filled="f" stroked="t" strokeweight=".5pt" strokecolor="#000000">
                <v:path arrowok="t"/>
              </v:shape>
            </v:group>
            <v:group style="position:absolute;left:728;top:-238;width:10784;height:2" coordorigin="728,-238" coordsize="10784,2">
              <v:shape style="position:absolute;left:728;top:-238;width:10784;height:2" coordorigin="728,-238" coordsize="10784,0" path="m733,-238l11517,-238e" filled="f" stroked="t" strokeweight=".5pt" strokecolor="#000000">
                <v:path arrowok="t"/>
              </v:shape>
            </v:group>
            <v:group style="position:absolute;left:728;top:-3491;width:2;height:3253" coordorigin="728,-3491" coordsize="2,3253">
              <v:shape style="position:absolute;left:728;top:-3491;width:2;height:3253" coordorigin="728,-3491" coordsize="0,3253" path="m728,-3486l728,-23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1933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759117pt;width:539.718009pt;height:114.268982pt;mso-position-horizontal-relative:page;mso-position-vertical-relative:paragraph;z-index:-4125" coordorigin="723,-1555" coordsize="10794,2285">
            <v:group style="position:absolute;left:728;top:-1545;width:10784;height:2" coordorigin="728,-1545" coordsize="10784,2">
              <v:shape style="position:absolute;left:728;top:-1545;width:10784;height:2" coordorigin="728,-1545" coordsize="10784,0" path="m733,-1545l11517,-1545e" filled="f" stroked="t" strokeweight=".5pt" strokecolor="#000000">
                <v:path arrowok="t"/>
              </v:shape>
            </v:group>
            <v:group style="position:absolute;left:11512;top:-1545;width:2;height:2270" coordorigin="11512,-1545" coordsize="2,2270">
              <v:shape style="position:absolute;left:11512;top:-1545;width:2;height:2270" coordorigin="11512,-1545" coordsize="0,2270" path="m11512,-1540l11512,730e" filled="f" stroked="t" strokeweight=".5pt" strokecolor="#000000">
                <v:path arrowok="t"/>
              </v:shape>
            </v:group>
            <v:group style="position:absolute;left:728;top:-1545;width:2;height:2270" coordorigin="728,-1545" coordsize="2,2270">
              <v:shape style="position:absolute;left:728;top:-1545;width:2;height:2270" coordorigin="728,-1545" coordsize="0,2270" path="m728,-1540l728,73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76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4.759912pt;width:539.718009pt;height:41.618999pt;mso-position-horizontal-relative:page;mso-position-vertical-relative:paragraph;z-index:-4124" coordorigin="723,95" coordsize="10794,832">
            <v:group style="position:absolute;left:11512;top:100;width:2;height:822" coordorigin="11512,100" coordsize="2,822">
              <v:shape style="position:absolute;left:11512;top:100;width:2;height:822" coordorigin="11512,100" coordsize="0,822" path="m11512,100l11512,923e" filled="f" stroked="t" strokeweight=".5pt" strokecolor="#000000">
                <v:path arrowok="t"/>
              </v:shape>
            </v:group>
            <v:group style="position:absolute;left:728;top:923;width:10784;height:2" coordorigin="728,923" coordsize="10784,2">
              <v:shape style="position:absolute;left:728;top:923;width:10784;height:2" coordorigin="728,923" coordsize="10784,0" path="m733,923l11517,923e" filled="f" stroked="t" strokeweight=".5pt" strokecolor="#000000">
                <v:path arrowok="t"/>
              </v:shape>
            </v:group>
            <v:group style="position:absolute;left:728;top:100;width:2;height:822" coordorigin="728,100" coordsize="2,822">
              <v:shape style="position:absolute;left:728;top:100;width:2;height:822" coordorigin="728,100" coordsize="0,822" path="m728,100l728,92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00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updated.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-174.782135pt;width:539.718009pt;height:163.138005pt;mso-position-horizontal-relative:page;mso-position-vertical-relative:paragraph;z-index:-4123" coordorigin="723,-3496" coordsize="10794,3263">
            <v:group style="position:absolute;left:728;top:-3491;width:10784;height:2" coordorigin="728,-3491" coordsize="10784,2">
              <v:shape style="position:absolute;left:728;top:-3491;width:10784;height:2" coordorigin="728,-3491" coordsize="10784,0" path="m733,-3491l11517,-3491e" filled="f" stroked="t" strokeweight=".5pt" strokecolor="#000000">
                <v:path arrowok="t"/>
              </v:shape>
            </v:group>
            <v:group style="position:absolute;left:11512;top:-3491;width:2;height:3253" coordorigin="11512,-3491" coordsize="2,3253">
              <v:shape style="position:absolute;left:11512;top:-3491;width:2;height:3253" coordorigin="11512,-3491" coordsize="0,3253" path="m11512,-3486l11512,-233e" filled="f" stroked="t" strokeweight=".5pt" strokecolor="#000000">
                <v:path arrowok="t"/>
              </v:shape>
            </v:group>
            <v:group style="position:absolute;left:728;top:-238;width:10784;height:2" coordorigin="728,-238" coordsize="10784,2">
              <v:shape style="position:absolute;left:728;top:-238;width:10784;height:2" coordorigin="728,-238" coordsize="10784,0" path="m733,-238l11517,-238e" filled="f" stroked="t" strokeweight=".5pt" strokecolor="#000000">
                <v:path arrowok="t"/>
              </v:shape>
            </v:group>
            <v:group style="position:absolute;left:728;top:-3491;width:2;height:3253" coordorigin="728,-3491" coordsize="2,3253">
              <v:shape style="position:absolute;left:728;top:-3491;width:2;height:3253" coordorigin="728,-3491" coordsize="0,3253" path="m728,-3486l728,-23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06" w:right="3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TCGRx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SCRIPTPRO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TCGRx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SCRIPTPRO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-184.382111pt;width:539.718009pt;height:172.737991pt;mso-position-horizontal-relative:page;mso-position-vertical-relative:paragraph;z-index:-4122" coordorigin="723,-3688" coordsize="10794,3455">
            <v:group style="position:absolute;left:728;top:-3683;width:10784;height:2" coordorigin="728,-3683" coordsize="10784,2">
              <v:shape style="position:absolute;left:728;top:-3683;width:10784;height:2" coordorigin="728,-3683" coordsize="10784,0" path="m733,-3683l11517,-3683e" filled="f" stroked="t" strokeweight=".5pt" strokecolor="#000000">
                <v:path arrowok="t"/>
              </v:shape>
            </v:group>
            <v:group style="position:absolute;left:11512;top:-3683;width:2;height:3445" coordorigin="11512,-3683" coordsize="2,3445">
              <v:shape style="position:absolute;left:11512;top:-3683;width:2;height:3445" coordorigin="11512,-3683" coordsize="0,3445" path="m11512,-3678l11512,-233e" filled="f" stroked="t" strokeweight=".5pt" strokecolor="#000000">
                <v:path arrowok="t"/>
              </v:shape>
            </v:group>
            <v:group style="position:absolute;left:728;top:-238;width:10784;height:2" coordorigin="728,-238" coordsize="10784,2">
              <v:shape style="position:absolute;left:728;top:-238;width:10784;height:2" coordorigin="728,-238" coordsize="10784,0" path="m733,-238l11517,-238e" filled="f" stroked="t" strokeweight=".5pt" strokecolor="#000000">
                <v:path arrowok="t"/>
              </v:shape>
            </v:group>
            <v:group style="position:absolute;left:728;top:-3683;width:2;height:3445" coordorigin="728,-3683" coordsize="2,3445">
              <v:shape style="position:absolute;left:728;top:-3683;width:2;height:3445" coordorigin="728,-3683" coordsize="0,3445" path="m728,-3678l728,-23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TABLET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Quantity: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90</w:t>
      </w:r>
    </w:p>
    <w:p>
      <w:pPr>
        <w:spacing w:before="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Refills: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0."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TABLET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Quantity: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Refills: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30.128893pt;width:539.718009pt;height:61.469055pt;mso-position-horizontal-relative:page;mso-position-vertical-relative:paragraph;z-index:-4120" coordorigin="723,603" coordsize="10794,1229">
            <v:group style="position:absolute;left:728;top:613;width:10784;height:2" coordorigin="728,613" coordsize="10784,2">
              <v:shape style="position:absolute;left:728;top:613;width:10784;height:2" coordorigin="728,613" coordsize="10784,0" path="m733,613l11517,613e" filled="f" stroked="t" strokeweight=".5pt" strokecolor="#000000">
                <v:path arrowok="t"/>
              </v:shape>
            </v:group>
            <v:group style="position:absolute;left:11512;top:613;width:2;height:1214" coordorigin="11512,613" coordsize="2,1214">
              <v:shape style="position:absolute;left:11512;top:613;width:2;height:1214" coordorigin="11512,613" coordsize="0,1214" path="m11512,618l11512,1832e" filled="f" stroked="t" strokeweight=".5pt" strokecolor="#000000">
                <v:path arrowok="t"/>
              </v:shape>
            </v:group>
            <v:group style="position:absolute;left:728;top:613;width:2;height:1214" coordorigin="728,613" coordsize="2,1214">
              <v:shape style="position:absolute;left:728;top:613;width:2;height:1214" coordorigin="728,613" coordsize="0,1214" path="m728,618l728,183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-184.382095pt;width:539.718009pt;height:172.737976pt;mso-position-horizontal-relative:page;mso-position-vertical-relative:paragraph;z-index:-4121" coordorigin="723,-3688" coordsize="10794,3455">
            <v:group style="position:absolute;left:728;top:-3683;width:10784;height:2" coordorigin="728,-3683" coordsize="10784,2">
              <v:shape style="position:absolute;left:728;top:-3683;width:10784;height:2" coordorigin="728,-3683" coordsize="10784,0" path="m733,-3683l11517,-3683e" filled="f" stroked="t" strokeweight=".5pt" strokecolor="#000000">
                <v:path arrowok="t"/>
              </v:shape>
            </v:group>
            <v:group style="position:absolute;left:11512;top:-3683;width:2;height:3445" coordorigin="11512,-3683" coordsize="2,3445">
              <v:shape style="position:absolute;left:11512;top:-3683;width:2;height:3445" coordorigin="11512,-3683" coordsize="0,3445" path="m11512,-3678l11512,-233e" filled="f" stroked="t" strokeweight=".5pt" strokecolor="#000000">
                <v:path arrowok="t"/>
              </v:shape>
            </v:group>
            <v:group style="position:absolute;left:728;top:-238;width:10784;height:2" coordorigin="728,-238" coordsize="10784,2">
              <v:shape style="position:absolute;left:728;top:-238;width:10784;height:2" coordorigin="728,-238" coordsize="10784,0" path="m733,-238l11517,-238e" filled="f" stroked="t" strokeweight=".5pt" strokecolor="#000000">
                <v:path arrowok="t"/>
              </v:shape>
            </v:group>
            <v:group style="position:absolute;left:728;top:-3683;width:2;height:3445" coordorigin="728,-3683" coordsize="2,3445">
              <v:shape style="position:absolute;left:728;top:-3683;width:2;height:3445" coordorigin="728,-3683" coordsize="0,3445" path="m728,-3678l728,-23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94.418999pt;mso-position-horizontal-relative:page;mso-position-vertical-relative:page;z-index:-4119" coordorigin="723,1435" coordsize="10794,1888">
            <v:group style="position:absolute;left:11512;top:1440;width:2;height:1878" coordorigin="11512,1440" coordsize="2,1878">
              <v:shape style="position:absolute;left:11512;top:1440;width:2;height:1878" coordorigin="11512,1440" coordsize="0,1878" path="m11512,1440l11512,3318e" filled="f" stroked="t" strokeweight=".5pt" strokecolor="#000000">
                <v:path arrowok="t"/>
              </v:shape>
            </v:group>
            <v:group style="position:absolute;left:728;top:3318;width:10784;height:2" coordorigin="728,3318" coordsize="10784,2">
              <v:shape style="position:absolute;left:728;top:3318;width:10784;height:2" coordorigin="728,3318" coordsize="10784,0" path="m733,3318l11517,3318e" filled="f" stroked="t" strokeweight=".5pt" strokecolor="#000000">
                <v:path arrowok="t"/>
              </v:shape>
            </v:group>
            <v:group style="position:absolute;left:728;top:1440;width:2;height:1878" coordorigin="728,1440" coordsize="2,1878">
              <v:shape style="position:absolute;left:728;top:1440;width:2;height:1878" coordorigin="728,1440" coordsize="0,1878" path="m728,1440l728,33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74.169006pt;width:539.718009pt;height:163.138008pt;mso-position-horizontal-relative:page;mso-position-vertical-relative:page;z-index:-4118" coordorigin="723,3483" coordsize="10794,3263">
            <v:group style="position:absolute;left:728;top:3488;width:10784;height:2" coordorigin="728,3488" coordsize="10784,2">
              <v:shape style="position:absolute;left:728;top:3488;width:10784;height:2" coordorigin="728,3488" coordsize="10784,0" path="m733,3488l11517,3488e" filled="f" stroked="t" strokeweight=".5pt" strokecolor="#000000">
                <v:path arrowok="t"/>
              </v:shape>
            </v:group>
            <v:group style="position:absolute;left:11512;top:3488;width:2;height:3253" coordorigin="11512,3488" coordsize="2,3253">
              <v:shape style="position:absolute;left:11512;top:3488;width:2;height:3253" coordorigin="11512,3488" coordsize="0,3253" path="m11512,3493l11512,6746e" filled="f" stroked="t" strokeweight=".5pt" strokecolor="#000000">
                <v:path arrowok="t"/>
              </v:shape>
            </v:group>
            <v:group style="position:absolute;left:728;top:6741;width:10784;height:2" coordorigin="728,6741" coordsize="10784,2">
              <v:shape style="position:absolute;left:728;top:6741;width:10784;height:2" coordorigin="728,6741" coordsize="10784,0" path="m733,6741l11517,6741e" filled="f" stroked="t" strokeweight=".5pt" strokecolor="#000000">
                <v:path arrowok="t"/>
              </v:shape>
            </v:group>
            <v:group style="position:absolute;left:728;top:3488;width:2;height:3253" coordorigin="728,3488" coordsize="2,3253">
              <v:shape style="position:absolute;left:728;top:3488;width:2;height:3253" coordorigin="728,3488" coordsize="0,3253" path="m728,3493l728,674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5.307007pt;width:539.718009pt;height:163.138pt;mso-position-horizontal-relative:page;mso-position-vertical-relative:page;z-index:-4117" coordorigin="723,6906" coordsize="10794,3263">
            <v:group style="position:absolute;left:728;top:6911;width:10784;height:2" coordorigin="728,6911" coordsize="10784,2">
              <v:shape style="position:absolute;left:728;top:6911;width:10784;height:2" coordorigin="728,6911" coordsize="10784,0" path="m733,6911l11517,6911e" filled="f" stroked="t" strokeweight=".5pt" strokecolor="#000000">
                <v:path arrowok="t"/>
              </v:shape>
            </v:group>
            <v:group style="position:absolute;left:11512;top:6911;width:2;height:3253" coordorigin="11512,6911" coordsize="2,3253">
              <v:shape style="position:absolute;left:11512;top:6911;width:2;height:3253" coordorigin="11512,6911" coordsize="0,3253" path="m11512,6916l11512,10169e" filled="f" stroked="t" strokeweight=".5pt" strokecolor="#000000">
                <v:path arrowok="t"/>
              </v:shape>
            </v:group>
            <v:group style="position:absolute;left:728;top:10164;width:10784;height:2" coordorigin="728,10164" coordsize="10784,2">
              <v:shape style="position:absolute;left:728;top:10164;width:10784;height:2" coordorigin="728,10164" coordsize="10784,0" path="m733,10164l11517,10164e" filled="f" stroked="t" strokeweight=".5pt" strokecolor="#000000">
                <v:path arrowok="t"/>
              </v:shape>
            </v:group>
            <v:group style="position:absolute;left:728;top:6911;width:2;height:3253" coordorigin="728,6911" coordsize="2,3253">
              <v:shape style="position:absolute;left:728;top:6911;width:2;height:3253" coordorigin="728,6911" coordsize="0,3253" path="m728,6916l728,1016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16.445007pt;width:539.718009pt;height:163.138001pt;mso-position-horizontal-relative:page;mso-position-vertical-relative:page;z-index:-4116" coordorigin="723,10329" coordsize="10794,3263">
            <v:group style="position:absolute;left:728;top:10334;width:10784;height:2" coordorigin="728,10334" coordsize="10784,2">
              <v:shape style="position:absolute;left:728;top:10334;width:10784;height:2" coordorigin="728,10334" coordsize="10784,0" path="m733,10334l11517,10334e" filled="f" stroked="t" strokeweight=".5pt" strokecolor="#000000">
                <v:path arrowok="t"/>
              </v:shape>
            </v:group>
            <v:group style="position:absolute;left:11512;top:10334;width:2;height:3253" coordorigin="11512,10334" coordsize="2,3253">
              <v:shape style="position:absolute;left:11512;top:10334;width:2;height:3253" coordorigin="11512,10334" coordsize="0,3253" path="m11512,10339l11512,13592e" filled="f" stroked="t" strokeweight=".5pt" strokecolor="#000000">
                <v:path arrowok="t"/>
              </v:shape>
            </v:group>
            <v:group style="position:absolute;left:728;top:13587;width:10784;height:2" coordorigin="728,13587" coordsize="10784,2">
              <v:shape style="position:absolute;left:728;top:13587;width:10784;height:2" coordorigin="728,13587" coordsize="10784,0" path="m733,13587l11517,13587e" filled="f" stroked="t" strokeweight=".5pt" strokecolor="#000000">
                <v:path arrowok="t"/>
              </v:shape>
            </v:group>
            <v:group style="position:absolute;left:728;top:10334;width:2;height:3253" coordorigin="728,10334" coordsize="2,3253">
              <v:shape style="position:absolute;left:728;top:10334;width:2;height:3253" coordorigin="728,10334" coordsize="0,3253" path="m728,10339l728,1359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87.333008pt;width:539.718009pt;height:30.268982pt;mso-position-horizontal-relative:page;mso-position-vertical-relative:page;z-index:-4115" coordorigin="723,13747" coordsize="10794,605">
            <v:group style="position:absolute;left:728;top:13757;width:10784;height:2" coordorigin="728,13757" coordsize="10784,2">
              <v:shape style="position:absolute;left:728;top:13757;width:10784;height:2" coordorigin="728,13757" coordsize="10784,0" path="m733,13757l11517,13757e" filled="f" stroked="t" strokeweight=".5pt" strokecolor="#000000">
                <v:path arrowok="t"/>
              </v:shape>
            </v:group>
            <v:group style="position:absolute;left:11512;top:13757;width:2;height:590" coordorigin="11512,13757" coordsize="2,590">
              <v:shape style="position:absolute;left:11512;top:13757;width:2;height:590" coordorigin="11512,13757" coordsize="0,590" path="m11512,13762l11512,14352e" filled="f" stroked="t" strokeweight=".5pt" strokecolor="#000000">
                <v:path arrowok="t"/>
              </v:shape>
            </v:group>
            <v:group style="position:absolute;left:728;top:13757;width:2;height:590" coordorigin="728,13757" coordsize="2,590">
              <v:shape style="position:absolute;left:728;top:13757;width:2;height:590" coordorigin="728,13757" coordsize="0,590" path="m728,13762l728,1435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Unsaved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Metformin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19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Complete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Metformin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16.018997pt;mso-position-horizontal-relative:page;mso-position-vertical-relative:page;z-index:-4114" coordorigin="723,1435" coordsize="10794,2320">
            <v:group style="position:absolute;left:11512;top:1440;width:2;height:2310" coordorigin="11512,1440" coordsize="2,2310">
              <v:shape style="position:absolute;left:11512;top:1440;width:2;height:2310" coordorigin="11512,1440" coordsize="0,2310" path="m11512,1440l11512,3750e" filled="f" stroked="t" strokeweight=".5pt" strokecolor="#000000">
                <v:path arrowok="t"/>
              </v:shape>
            </v:group>
            <v:group style="position:absolute;left:728;top:3750;width:10784;height:2" coordorigin="728,3750" coordsize="10784,2">
              <v:shape style="position:absolute;left:728;top:3750;width:10784;height:2" coordorigin="728,3750" coordsize="10784,0" path="m733,3750l11517,3750e" filled="f" stroked="t" strokeweight=".5pt" strokecolor="#000000">
                <v:path arrowok="t"/>
              </v:shape>
            </v:group>
            <v:group style="position:absolute;left:728;top:1440;width:2;height:2310" coordorigin="728,1440" coordsize="2,2310">
              <v:shape style="position:absolute;left:728;top:1440;width:2;height:2310" coordorigin="728,1440" coordsize="0,2310" path="m728,1440l728,375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19.968994pt;width:540.999001pt;height:15.000024pt;mso-position-horizontal-relative:page;mso-position-vertical-relative:page;z-index:-4113" coordorigin="710,4399" coordsize="10820,300">
            <v:group style="position:absolute;left:725;top:4439;width:990;height:220" coordorigin="725,4439" coordsize="990,220">
              <v:shape style="position:absolute;left:725;top:4439;width:990;height:220" coordorigin="725,4439" coordsize="990,220" path="m725,4439l1715,4439,1715,4659,725,4659,725,4439e" filled="t" fillcolor="#E6E6E6" stroked="f">
                <v:path arrowok="t"/>
                <v:fill/>
              </v:shape>
            </v:group>
            <v:group style="position:absolute;left:717;top:4406;width:1003;height:2" coordorigin="717,4406" coordsize="1003,2">
              <v:shape style="position:absolute;left:717;top:4406;width:1003;height:2" coordorigin="717,4406" coordsize="1003,0" path="m718,4406l1722,4406e" filled="f" stroked="t" strokeweight=".666667pt" strokecolor="#E6E6E6">
                <v:path arrowok="t"/>
              </v:shape>
            </v:group>
            <v:group style="position:absolute;left:723;top:4433;width:993;height:2" coordorigin="723,4433" coordsize="993,2">
              <v:shape style="position:absolute;left:723;top:4433;width:993;height:2" coordorigin="723,4433" coordsize="993,0" path="m732,4433l1725,4433e" filled="f" stroked="t" strokeweight=".666667pt" strokecolor="#E6E6E6">
                <v:path arrowok="t"/>
              </v:shape>
            </v:group>
            <v:group style="position:absolute;left:723;top:4666;width:993;height:2" coordorigin="723,4666" coordsize="993,2">
              <v:shape style="position:absolute;left:723;top:4666;width:993;height:2" coordorigin="723,4666" coordsize="993,0" path="m727,4666l1720,4666e" filled="f" stroked="t" strokeweight=".666667pt" strokecolor="#E6E6E6">
                <v:path arrowok="t"/>
              </v:shape>
            </v:group>
            <v:group style="position:absolute;left:720;top:4419;width:2;height:260" coordorigin="720,4419" coordsize="2,260">
              <v:shape style="position:absolute;left:720;top:4419;width:2;height:260" coordorigin="720,4419" coordsize="0,260" path="m720,4439l720,4699e" filled="f" stroked="t" strokeweight=".5pt" strokecolor="#FFFFFF">
                <v:path arrowok="t"/>
              </v:shape>
            </v:group>
            <v:group style="position:absolute;left:1725;top:4439;width:2257;height:220" coordorigin="1725,4439" coordsize="2257,220">
              <v:shape style="position:absolute;left:1725;top:4439;width:2257;height:220" coordorigin="1725,4439" coordsize="2257,220" path="m1725,4439l3982,4439,3982,4659,1725,4659,1725,4439e" filled="t" fillcolor="#E6E6E6" stroked="f">
                <v:path arrowok="t"/>
                <v:fill/>
              </v:shape>
            </v:group>
            <v:group style="position:absolute;left:1720;top:4406;width:2267;height:2" coordorigin="1720,4406" coordsize="2267,2">
              <v:shape style="position:absolute;left:1720;top:4406;width:2267;height:2" coordorigin="1720,4406" coordsize="2267,0" path="m1720,4406l3987,4406e" filled="f" stroked="t" strokeweight=".666667pt" strokecolor="#E6E6E6">
                <v:path arrowok="t"/>
              </v:shape>
            </v:group>
            <v:group style="position:absolute;left:1723;top:4433;width:2260;height:2" coordorigin="1723,4433" coordsize="2260,2">
              <v:shape style="position:absolute;left:1723;top:4433;width:2260;height:2" coordorigin="1723,4433" coordsize="2260,0" path="m1727,4433l3987,4433e" filled="f" stroked="t" strokeweight=".666667pt" strokecolor="#E6E6E6">
                <v:path arrowok="t"/>
              </v:shape>
            </v:group>
            <v:group style="position:absolute;left:1723;top:4666;width:2260;height:2" coordorigin="1723,4666" coordsize="2260,2">
              <v:shape style="position:absolute;left:1723;top:4666;width:2260;height:2" coordorigin="1723,4666" coordsize="2260,0" path="m1727,4666l3987,4666e" filled="f" stroked="t" strokeweight=".666667pt" strokecolor="#E6E6E6">
                <v:path arrowok="t"/>
              </v:shape>
            </v:group>
            <v:group style="position:absolute;left:3992;top:4439;width:2990;height:220" coordorigin="3992,4439" coordsize="2990,220">
              <v:shape style="position:absolute;left:3992;top:4439;width:2990;height:220" coordorigin="3992,4439" coordsize="2990,220" path="m3992,4439l6982,4439,6982,4659,3992,4659,3992,4439e" filled="t" fillcolor="#E6E6E6" stroked="f">
                <v:path arrowok="t"/>
                <v:fill/>
              </v:shape>
            </v:group>
            <v:group style="position:absolute;left:3987;top:4406;width:3000;height:2" coordorigin="3987,4406" coordsize="3000,2">
              <v:shape style="position:absolute;left:3987;top:4406;width:3000;height:2" coordorigin="3987,4406" coordsize="3000,0" path="m3987,4406l6987,4406e" filled="f" stroked="t" strokeweight=".666667pt" strokecolor="#E6E6E6">
                <v:path arrowok="t"/>
              </v:shape>
            </v:group>
            <v:group style="position:absolute;left:3990;top:4433;width:2993;height:2" coordorigin="3990,4433" coordsize="2993,2">
              <v:shape style="position:absolute;left:3990;top:4433;width:2993;height:2" coordorigin="3990,4433" coordsize="2993,0" path="m3993,4433l6987,4433e" filled="f" stroked="t" strokeweight=".666667pt" strokecolor="#E6E6E6">
                <v:path arrowok="t"/>
              </v:shape>
            </v:group>
            <v:group style="position:absolute;left:3990;top:4666;width:2993;height:2" coordorigin="3990,4666" coordsize="2993,2">
              <v:shape style="position:absolute;left:3990;top:4666;width:2993;height:2" coordorigin="3990,4666" coordsize="2993,0" path="m3993,4666l6987,4666e" filled="f" stroked="t" strokeweight=".666667pt" strokecolor="#E6E6E6">
                <v:path arrowok="t"/>
              </v:shape>
            </v:group>
            <v:group style="position:absolute;left:6992;top:4439;width:2257;height:220" coordorigin="6992,4439" coordsize="2257,220">
              <v:shape style="position:absolute;left:6992;top:4439;width:2257;height:220" coordorigin="6992,4439" coordsize="2257,220" path="m6992,4439l9248,4439,9248,4659,6992,4659,6992,4439e" filled="t" fillcolor="#E6E6E6" stroked="f">
                <v:path arrowok="t"/>
                <v:fill/>
              </v:shape>
            </v:group>
            <v:group style="position:absolute;left:6987;top:4406;width:2267;height:2" coordorigin="6987,4406" coordsize="2267,2">
              <v:shape style="position:absolute;left:6987;top:4406;width:2267;height:2" coordorigin="6987,4406" coordsize="2267,0" path="m6987,4406l9253,4406e" filled="f" stroked="t" strokeweight=".666667pt" strokecolor="#E6E6E6">
                <v:path arrowok="t"/>
              </v:shape>
            </v:group>
            <v:group style="position:absolute;left:6990;top:4433;width:2260;height:2" coordorigin="6990,4433" coordsize="2260,2">
              <v:shape style="position:absolute;left:6990;top:4433;width:2260;height:2" coordorigin="6990,4433" coordsize="2260,0" path="m6993,4433l9253,4433e" filled="f" stroked="t" strokeweight=".666667pt" strokecolor="#E6E6E6">
                <v:path arrowok="t"/>
              </v:shape>
            </v:group>
            <v:group style="position:absolute;left:6990;top:4666;width:2260;height:2" coordorigin="6990,4666" coordsize="2260,2">
              <v:shape style="position:absolute;left:6990;top:4666;width:2260;height:2" coordorigin="6990,4666" coordsize="2260,0" path="m6993,4666l9253,4666e" filled="f" stroked="t" strokeweight=".666667pt" strokecolor="#E6E6E6">
                <v:path arrowok="t"/>
              </v:shape>
            </v:group>
            <v:group style="position:absolute;left:9258;top:4439;width:2257;height:220" coordorigin="9258,4439" coordsize="2257,220">
              <v:shape style="position:absolute;left:9258;top:4439;width:2257;height:220" coordorigin="9258,4439" coordsize="2257,220" path="m9258,4439l11515,4439,11515,4659,9258,4659,9258,4439e" filled="t" fillcolor="#E6E6E6" stroked="f">
                <v:path arrowok="t"/>
                <v:fill/>
              </v:shape>
            </v:group>
            <v:group style="position:absolute;left:9253;top:4406;width:2270;height:2" coordorigin="9253,4406" coordsize="2270,2">
              <v:shape style="position:absolute;left:9253;top:4406;width:2270;height:2" coordorigin="9253,4406" coordsize="2270,0" path="m9253,4406l11523,4406e" filled="f" stroked="t" strokeweight=".666667pt" strokecolor="#E6E6E6">
                <v:path arrowok="t"/>
              </v:shape>
            </v:group>
            <v:group style="position:absolute;left:9257;top:4433;width:2260;height:2" coordorigin="9257,4433" coordsize="2260,2">
              <v:shape style="position:absolute;left:9257;top:4433;width:2260;height:2" coordorigin="9257,4433" coordsize="2260,0" path="m9260,4433l11520,4433e" filled="f" stroked="t" strokeweight=".666667pt" strokecolor="#E6E6E6">
                <v:path arrowok="t"/>
              </v:shape>
            </v:group>
            <v:group style="position:absolute;left:11520;top:4419;width:2;height:260" coordorigin="11520,4419" coordsize="2,260">
              <v:shape style="position:absolute;left:11520;top:4419;width:2;height:260" coordorigin="11520,4419" coordsize="0,260" path="m11520,4439l11520,4699e" filled="f" stroked="t" strokeweight=".5pt" strokecolor="#FFFFFF">
                <v:path arrowok="t"/>
              </v:shape>
            </v:group>
            <v:group style="position:absolute;left:9257;top:4666;width:2260;height:2" coordorigin="9257,4666" coordsize="2260,2">
              <v:shape style="position:absolute;left:9257;top:4666;width:2260;height:2" coordorigin="9257,4666" coordsize="2260,0" path="m9260,4666l11520,4666e" filled="f" stroked="t" strokeweight=".666667pt" strokecolor="#E6E6E6">
                <v:path arrowok="t"/>
              </v:shape>
            </v:group>
            <v:group style="position:absolute;left:720;top:4693;width:10800;height:2" coordorigin="720,4693" coordsize="10800,2">
              <v:shape style="position:absolute;left:720;top:4693;width:10800;height:2" coordorigin="720,4693" coordsize="10800,0" path="m720,4693l11520,4693e" filled="f" stroked="t" strokeweight=".66668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112" type="#_x0000_t75">
            <v:imagedata r:id="rId48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90134: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Sign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Orders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73" w:lineRule="auto"/>
        <w:ind w:left="100" w:right="2463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6:53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49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outpatient)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Suspect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Contributor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868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6" w:after="0" w:line="183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Validates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259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right"/>
        <w:spacing w:after="0"/>
        <w:sectPr>
          <w:pgMar w:footer="979" w:header="0" w:top="1360" w:bottom="1160" w:left="620" w:right="940"/>
          <w:footerReference w:type="default" r:id="rId47"/>
          <w:pgSz w:w="12240" w:h="15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0004pt;margin-top:365.015015pt;width:541.499996pt;height:13.599956pt;mso-position-horizontal-relative:page;mso-position-vertical-relative:page;z-index:-4111" coordorigin="705,7300" coordsize="10830,272">
            <v:group style="position:absolute;left:720;top:7340;width:10800;height:192" coordorigin="720,7340" coordsize="10800,192">
              <v:shape style="position:absolute;left:720;top:7340;width:10800;height:192" coordorigin="720,7340" coordsize="10800,192" path="m720,7340l11520,7340,11520,7532,720,7532,720,7340e" filled="t" fillcolor="#E6E6E6" stroked="f">
                <v:path arrowok="t"/>
                <v:fill/>
              </v:shape>
            </v:group>
            <v:group style="position:absolute;left:712;top:7307;width:10817;height:2" coordorigin="712,7307" coordsize="10817,2">
              <v:shape style="position:absolute;left:712;top:7307;width:10817;height:2" coordorigin="712,7307" coordsize="10817,0" path="m713,7307l11530,7307e" filled="f" stroked="t" strokeweight=".666667pt" strokecolor="#E6E6E6">
                <v:path arrowok="t"/>
              </v:shape>
            </v:group>
            <v:group style="position:absolute;left:718;top:7334;width:10803;height:2" coordorigin="718,7334" coordsize="10803,2">
              <v:shape style="position:absolute;left:718;top:7334;width:10803;height:2" coordorigin="718,7334" coordsize="10803,0" path="m727,7334l11530,7334e" filled="f" stroked="t" strokeweight=".666667pt" strokecolor="#E6E6E6">
                <v:path arrowok="t"/>
              </v:shape>
            </v:group>
            <v:group style="position:absolute;left:11525;top:7320;width:2;height:232" coordorigin="11525,7320" coordsize="2,232">
              <v:shape style="position:absolute;left:11525;top:7320;width:2;height:232" coordorigin="11525,7320" coordsize="0,232" path="m11525,7340l11525,7572e" filled="f" stroked="t" strokeweight=".5pt" strokecolor="#FFFFFF">
                <v:path arrowok="t"/>
              </v:shape>
            </v:group>
            <v:group style="position:absolute;left:718;top:7539;width:10803;height:2" coordorigin="718,7539" coordsize="10803,2">
              <v:shape style="position:absolute;left:718;top:7539;width:10803;height:2" coordorigin="718,7539" coordsize="10803,0" path="m727,7539l11530,7539e" filled="f" stroked="t" strokeweight=".666667pt" strokecolor="#E6E6E6">
                <v:path arrowok="t"/>
              </v:shape>
            </v:group>
            <v:group style="position:absolute;left:712;top:7566;width:10817;height:2" coordorigin="712,7566" coordsize="10817,2">
              <v:shape style="position:absolute;left:712;top:7566;width:10817;height:2" coordorigin="712,7566" coordsize="10817,0" path="m713,7566l11530,7566e" filled="f" stroked="t" strokeweight=".666667pt" strokecolor="#E6E6E6">
                <v:path arrowok="t"/>
              </v:shape>
            </v:group>
            <v:group style="position:absolute;left:715;top:7320;width:2;height:232" coordorigin="715,7320" coordsize="2,232">
              <v:shape style="position:absolute;left:715;top:7320;width:2;height:232" coordorigin="715,7320" coordsize="0,232" path="m715,7340l715,757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10.815002pt;width:541.000001pt;height:15.000001pt;mso-position-horizontal-relative:page;mso-position-vertical-relative:page;z-index:-4110" coordorigin="710,8216" coordsize="10820,300">
            <v:group style="position:absolute;left:725;top:8256;width:10790;height:220" coordorigin="725,8256" coordsize="10790,220">
              <v:shape style="position:absolute;left:725;top:8256;width:10790;height:220" coordorigin="725,8256" coordsize="10790,220" path="m725,8256l11515,8256,11515,8476,725,8476,725,8256e" filled="t" fillcolor="#E6E6E6" stroked="f">
                <v:path arrowok="t"/>
                <v:fill/>
              </v:shape>
            </v:group>
            <v:group style="position:absolute;left:717;top:8223;width:10807;height:2" coordorigin="717,8223" coordsize="10807,2">
              <v:shape style="position:absolute;left:717;top:8223;width:10807;height:2" coordorigin="717,8223" coordsize="10807,0" path="m718,8223l11525,8223e" filled="f" stroked="t" strokeweight=".666667pt" strokecolor="#E6E6E6">
                <v:path arrowok="t"/>
              </v:shape>
            </v:group>
            <v:group style="position:absolute;left:723;top:8250;width:10793;height:2" coordorigin="723,8250" coordsize="10793,2">
              <v:shape style="position:absolute;left:723;top:8250;width:10793;height:2" coordorigin="723,8250" coordsize="10793,0" path="m732,8250l11525,8250e" filled="f" stroked="t" strokeweight=".666667pt" strokecolor="#E6E6E6">
                <v:path arrowok="t"/>
              </v:shape>
            </v:group>
            <v:group style="position:absolute;left:11520;top:8236;width:2;height:260" coordorigin="11520,8236" coordsize="2,260">
              <v:shape style="position:absolute;left:11520;top:8236;width:2;height:260" coordorigin="11520,8236" coordsize="0,260" path="m11520,8256l11520,8516e" filled="f" stroked="t" strokeweight=".5pt" strokecolor="#FFFFFF">
                <v:path arrowok="t"/>
              </v:shape>
            </v:group>
            <v:group style="position:absolute;left:723;top:8483;width:10793;height:2" coordorigin="723,8483" coordsize="10793,2">
              <v:shape style="position:absolute;left:723;top:8483;width:10793;height:2" coordorigin="723,8483" coordsize="10793,0" path="m727,8483l11520,8483e" filled="f" stroked="t" strokeweight=".666667pt" strokecolor="#E6E6E6">
                <v:path arrowok="t"/>
              </v:shape>
            </v:group>
            <v:group style="position:absolute;left:720;top:8236;width:2;height:260" coordorigin="720,8236" coordsize="2,260">
              <v:shape style="position:absolute;left:720;top:8236;width:2;height:260" coordorigin="720,8236" coordsize="0,260" path="m720,8256l720,8516e" filled="f" stroked="t" strokeweight=".5pt" strokecolor="#FFFFFF">
                <v:path arrowok="t"/>
              </v:shape>
            </v:group>
            <v:group style="position:absolute;left:720;top:8510;width:10800;height:2" coordorigin="720,8510" coordsize="10800,2">
              <v:shape style="position:absolute;left:720;top:8510;width:10800;height:2" coordorigin="720,8510" coordsize="10800,0" path="m720,8510l11520,8510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458.015015pt;width:541.000001pt;height:14.999986pt;mso-position-horizontal-relative:page;mso-position-vertical-relative:page;z-index:-4109" coordorigin="710,9160" coordsize="10820,300">
            <v:group style="position:absolute;left:725;top:9200;width:5390;height:220" coordorigin="725,9200" coordsize="5390,220">
              <v:shape style="position:absolute;left:725;top:9200;width:5390;height:220" coordorigin="725,9200" coordsize="5390,220" path="m725,9200l6115,9200,6115,9420,725,9420,725,9200e" filled="t" fillcolor="#E6E6E6" stroked="f">
                <v:path arrowok="t"/>
                <v:fill/>
              </v:shape>
            </v:group>
            <v:group style="position:absolute;left:717;top:9167;width:5403;height:2" coordorigin="717,9167" coordsize="5403,2">
              <v:shape style="position:absolute;left:717;top:9167;width:5403;height:2" coordorigin="717,9167" coordsize="5403,0" path="m718,9167l6122,9167e" filled="f" stroked="t" strokeweight=".666667pt" strokecolor="#E6E6E6">
                <v:path arrowok="t"/>
              </v:shape>
            </v:group>
            <v:group style="position:absolute;left:723;top:9194;width:5393;height:2" coordorigin="723,9194" coordsize="5393,2">
              <v:shape style="position:absolute;left:723;top:9194;width:5393;height:2" coordorigin="723,9194" coordsize="5393,0" path="m732,9194l6125,9194e" filled="f" stroked="t" strokeweight=".666667pt" strokecolor="#E6E6E6">
                <v:path arrowok="t"/>
              </v:shape>
            </v:group>
            <v:group style="position:absolute;left:723;top:9427;width:5393;height:2" coordorigin="723,9427" coordsize="5393,2">
              <v:shape style="position:absolute;left:723;top:9427;width:5393;height:2" coordorigin="723,9427" coordsize="5393,0" path="m727,9427l6120,9427e" filled="f" stroked="t" strokeweight=".666667pt" strokecolor="#E6E6E6">
                <v:path arrowok="t"/>
              </v:shape>
            </v:group>
            <v:group style="position:absolute;left:720;top:9180;width:2;height:260" coordorigin="720,9180" coordsize="2,260">
              <v:shape style="position:absolute;left:720;top:9180;width:2;height:260" coordorigin="720,9180" coordsize="0,260" path="m720,9200l720,9460e" filled="f" stroked="t" strokeweight=".5pt" strokecolor="#FFFFFF">
                <v:path arrowok="t"/>
              </v:shape>
            </v:group>
            <v:group style="position:absolute;left:6125;top:9200;width:5390;height:220" coordorigin="6125,9200" coordsize="5390,220">
              <v:shape style="position:absolute;left:6125;top:9200;width:5390;height:220" coordorigin="6125,9200" coordsize="5390,220" path="m6125,9200l11515,9200,11515,9420,6125,9420,6125,9200e" filled="t" fillcolor="#E6E6E6" stroked="f">
                <v:path arrowok="t"/>
                <v:fill/>
              </v:shape>
            </v:group>
            <v:group style="position:absolute;left:6120;top:9167;width:5403;height:2" coordorigin="6120,9167" coordsize="5403,2">
              <v:shape style="position:absolute;left:6120;top:9167;width:5403;height:2" coordorigin="6120,9167" coordsize="5403,0" path="m6120,9167l11523,9167e" filled="f" stroked="t" strokeweight=".666667pt" strokecolor="#E6E6E6">
                <v:path arrowok="t"/>
              </v:shape>
            </v:group>
            <v:group style="position:absolute;left:6123;top:9194;width:5393;height:2" coordorigin="6123,9194" coordsize="5393,2">
              <v:shape style="position:absolute;left:6123;top:9194;width:5393;height:2" coordorigin="6123,9194" coordsize="5393,0" path="m6127,9194l11520,9194e" filled="f" stroked="t" strokeweight=".666667pt" strokecolor="#E6E6E6">
                <v:path arrowok="t"/>
              </v:shape>
            </v:group>
            <v:group style="position:absolute;left:11520;top:9180;width:2;height:260" coordorigin="11520,9180" coordsize="2,260">
              <v:shape style="position:absolute;left:11520;top:9180;width:2;height:260" coordorigin="11520,9180" coordsize="0,260" path="m11520,9200l11520,9460e" filled="f" stroked="t" strokeweight=".5pt" strokecolor="#FFFFFF">
                <v:path arrowok="t"/>
              </v:shape>
            </v:group>
            <v:group style="position:absolute;left:6123;top:9427;width:5393;height:2" coordorigin="6123,9427" coordsize="5393,2">
              <v:shape style="position:absolute;left:6123;top:9427;width:5393;height:2" coordorigin="6123,9427" coordsize="5393,0" path="m6127,9427l11520,9427e" filled="f" stroked="t" strokeweight=".666667pt" strokecolor="#E6E6E6">
                <v:path arrowok="t"/>
              </v:shape>
            </v:group>
            <v:group style="position:absolute;left:720;top:9454;width:10800;height:2" coordorigin="720,9454" coordsize="10800,2">
              <v:shape style="position:absolute;left:720;top:9454;width:10800;height:2" coordorigin="720,9454" coordsize="10800,0" path="m720,9454l11520,9454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517.315002pt;width:541.000001pt;height:22.605986pt;mso-position-horizontal-relative:page;mso-position-vertical-relative:page;z-index:-4108" coordorigin="710,10346" coordsize="10820,452">
            <v:shape style="position:absolute;left:2143;top:10346;width:585;height:117" type="#_x0000_t75">
              <v:imagedata r:id="rId50" o:title=""/>
            </v:shape>
            <v:group style="position:absolute;left:725;top:10538;width:3590;height:220" coordorigin="725,10538" coordsize="3590,220">
              <v:shape style="position:absolute;left:725;top:10538;width:3590;height:220" coordorigin="725,10538" coordsize="3590,220" path="m725,10538l4315,10538,4315,10758,725,10758,725,10538e" filled="t" fillcolor="#E6E6E6" stroked="f">
                <v:path arrowok="t"/>
                <v:fill/>
              </v:shape>
            </v:group>
            <v:group style="position:absolute;left:717;top:10505;width:3603;height:2" coordorigin="717,10505" coordsize="3603,2">
              <v:shape style="position:absolute;left:717;top:10505;width:3603;height:2" coordorigin="717,10505" coordsize="3603,0" path="m718,10505l4322,10505e" filled="f" stroked="t" strokeweight=".666667pt" strokecolor="#E6E6E6">
                <v:path arrowok="t"/>
              </v:shape>
            </v:group>
            <v:group style="position:absolute;left:723;top:10532;width:3593;height:2" coordorigin="723,10532" coordsize="3593,2">
              <v:shape style="position:absolute;left:723;top:10532;width:3593;height:2" coordorigin="723,10532" coordsize="3593,0" path="m732,10532l4325,10532e" filled="f" stroked="t" strokeweight=".666667pt" strokecolor="#E6E6E6">
                <v:path arrowok="t"/>
              </v:shape>
            </v:group>
            <v:group style="position:absolute;left:723;top:10765;width:3593;height:2" coordorigin="723,10765" coordsize="3593,2">
              <v:shape style="position:absolute;left:723;top:10765;width:3593;height:2" coordorigin="723,10765" coordsize="3593,0" path="m727,10765l4320,10765e" filled="f" stroked="t" strokeweight=".666667pt" strokecolor="#E6E6E6">
                <v:path arrowok="t"/>
              </v:shape>
            </v:group>
            <v:group style="position:absolute;left:720;top:10518;width:2;height:260" coordorigin="720,10518" coordsize="2,260">
              <v:shape style="position:absolute;left:720;top:10518;width:2;height:260" coordorigin="720,10518" coordsize="0,260" path="m720,10538l720,10798e" filled="f" stroked="t" strokeweight=".5pt" strokecolor="#FFFFFF">
                <v:path arrowok="t"/>
              </v:shape>
            </v:group>
            <v:group style="position:absolute;left:4325;top:10538;width:3590;height:220" coordorigin="4325,10538" coordsize="3590,220">
              <v:shape style="position:absolute;left:4325;top:10538;width:3590;height:220" coordorigin="4325,10538" coordsize="3590,220" path="m4325,10538l7915,10538,7915,10758,4325,10758,4325,10538e" filled="t" fillcolor="#E6E6E6" stroked="f">
                <v:path arrowok="t"/>
                <v:fill/>
              </v:shape>
            </v:group>
            <v:group style="position:absolute;left:4320;top:10505;width:3600;height:2" coordorigin="4320,10505" coordsize="3600,2">
              <v:shape style="position:absolute;left:4320;top:10505;width:3600;height:2" coordorigin="4320,10505" coordsize="3600,0" path="m4320,10505l7920,10505e" filled="f" stroked="t" strokeweight=".666667pt" strokecolor="#E6E6E6">
                <v:path arrowok="t"/>
              </v:shape>
            </v:group>
            <v:group style="position:absolute;left:4323;top:10532;width:3593;height:2" coordorigin="4323,10532" coordsize="3593,2">
              <v:shape style="position:absolute;left:4323;top:10532;width:3593;height:2" coordorigin="4323,10532" coordsize="3593,0" path="m4327,10532l7920,10532e" filled="f" stroked="t" strokeweight=".666667pt" strokecolor="#E6E6E6">
                <v:path arrowok="t"/>
              </v:shape>
            </v:group>
            <v:group style="position:absolute;left:4323;top:10765;width:3593;height:2" coordorigin="4323,10765" coordsize="3593,2">
              <v:shape style="position:absolute;left:4323;top:10765;width:3593;height:2" coordorigin="4323,10765" coordsize="3593,0" path="m4327,10765l7920,10765e" filled="f" stroked="t" strokeweight=".666667pt" strokecolor="#E6E6E6">
                <v:path arrowok="t"/>
              </v:shape>
            </v:group>
            <v:group style="position:absolute;left:7925;top:10538;width:3590;height:220" coordorigin="7925,10538" coordsize="3590,220">
              <v:shape style="position:absolute;left:7925;top:10538;width:3590;height:220" coordorigin="7925,10538" coordsize="3590,220" path="m7925,10538l11515,10538,11515,10758,7925,10758,7925,10538e" filled="t" fillcolor="#E6E6E6" stroked="f">
                <v:path arrowok="t"/>
                <v:fill/>
              </v:shape>
            </v:group>
            <v:group style="position:absolute;left:7920;top:10505;width:3603;height:2" coordorigin="7920,10505" coordsize="3603,2">
              <v:shape style="position:absolute;left:7920;top:10505;width:3603;height:2" coordorigin="7920,10505" coordsize="3603,0" path="m7920,10505l11523,10505e" filled="f" stroked="t" strokeweight=".666667pt" strokecolor="#E6E6E6">
                <v:path arrowok="t"/>
              </v:shape>
            </v:group>
            <v:group style="position:absolute;left:7923;top:10532;width:3593;height:2" coordorigin="7923,10532" coordsize="3593,2">
              <v:shape style="position:absolute;left:7923;top:10532;width:3593;height:2" coordorigin="7923,10532" coordsize="3593,0" path="m7927,10532l11520,10532e" filled="f" stroked="t" strokeweight=".666667pt" strokecolor="#E6E6E6">
                <v:path arrowok="t"/>
              </v:shape>
            </v:group>
            <v:group style="position:absolute;left:11520;top:10518;width:2;height:260" coordorigin="11520,10518" coordsize="2,260">
              <v:shape style="position:absolute;left:11520;top:10518;width:2;height:260" coordorigin="11520,10518" coordsize="0,260" path="m11520,10538l11520,10798e" filled="f" stroked="t" strokeweight=".5pt" strokecolor="#FFFFFF">
                <v:path arrowok="t"/>
              </v:shape>
            </v:group>
            <v:group style="position:absolute;left:7923;top:10765;width:3593;height:2" coordorigin="7923,10765" coordsize="3593,2">
              <v:shape style="position:absolute;left:7923;top:10765;width:3593;height:2" coordorigin="7923,10765" coordsize="3593,0" path="m7927,10765l11520,10765e" filled="f" stroked="t" strokeweight=".666667pt" strokecolor="#E6E6E6">
                <v:path arrowok="t"/>
              </v:shape>
            </v:group>
            <v:group style="position:absolute;left:720;top:10792;width:10800;height:2" coordorigin="720,10792" coordsize="10800,2">
              <v:shape style="position:absolute;left:720;top:10792;width:10800;height:2" coordorigin="720,10792" coordsize="10800,0" path="m720,10792l11520,10792e" filled="f" stroked="t" strokeweight=".666672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47.721008pt;width:540.999998pt;height:26.425pt;mso-position-horizontal-relative:page;mso-position-vertical-relative:page;z-index:-4107" coordorigin="710,12954" coordsize="10820,529">
            <v:group style="position:absolute;left:725;top:12994;width:638;height:288" coordorigin="725,12994" coordsize="638,288">
              <v:shape style="position:absolute;left:725;top:12994;width:638;height:288" coordorigin="725,12994" coordsize="638,288" path="m725,12994l1363,12994,1363,13282,725,13282,725,12994e" filled="t" fillcolor="#E6E6E6" stroked="f">
                <v:path arrowok="t"/>
                <v:fill/>
              </v:shape>
            </v:group>
            <v:group style="position:absolute;left:717;top:12961;width:651;height:2" coordorigin="717,12961" coordsize="651,2">
              <v:shape style="position:absolute;left:717;top:12961;width:651;height:2" coordorigin="717,12961" coordsize="651,0" path="m718,12961l1370,12961e" filled="f" stroked="t" strokeweight=".666667pt" strokecolor="#E6E6E6">
                <v:path arrowok="t"/>
              </v:shape>
            </v:group>
            <v:group style="position:absolute;left:723;top:12988;width:641;height:2" coordorigin="723,12988" coordsize="641,2">
              <v:shape style="position:absolute;left:723;top:12988;width:641;height:2" coordorigin="723,12988" coordsize="641,0" path="m732,12988l1373,12988e" filled="f" stroked="t" strokeweight=".666667pt" strokecolor="#E6E6E6">
                <v:path arrowok="t"/>
              </v:shape>
            </v:group>
            <v:group style="position:absolute;left:723;top:13289;width:641;height:2" coordorigin="723,13289" coordsize="641,2">
              <v:shape style="position:absolute;left:723;top:13289;width:641;height:2" coordorigin="723,13289" coordsize="641,0" path="m727,13289l1368,13289e" filled="f" stroked="t" strokeweight=".666667pt" strokecolor="#E6E6E6">
                <v:path arrowok="t"/>
              </v:shape>
            </v:group>
            <v:group style="position:absolute;left:720;top:12974;width:2;height:328" coordorigin="720,12974" coordsize="2,328">
              <v:shape style="position:absolute;left:720;top:12974;width:2;height:328" coordorigin="720,12974" coordsize="0,328" path="m720,12994l720,13322e" filled="f" stroked="t" strokeweight=".5pt" strokecolor="#FFFFFF">
                <v:path arrowok="t"/>
              </v:shape>
            </v:group>
            <v:group style="position:absolute;left:1373;top:12994;width:2798;height:288" coordorigin="1373,12994" coordsize="2798,288">
              <v:shape style="position:absolute;left:1373;top:12994;width:2798;height:288" coordorigin="1373,12994" coordsize="2798,288" path="m1373,12994l4171,12994,4171,13282,1373,13282,1373,12994e" filled="t" fillcolor="#E6E6E6" stroked="f">
                <v:path arrowok="t"/>
                <v:fill/>
              </v:shape>
            </v:group>
            <v:group style="position:absolute;left:1368;top:12961;width:2808;height:2" coordorigin="1368,12961" coordsize="2808,2">
              <v:shape style="position:absolute;left:1368;top:12961;width:2808;height:2" coordorigin="1368,12961" coordsize="2808,0" path="m1368,12961l4176,12961e" filled="f" stroked="t" strokeweight=".666667pt" strokecolor="#E6E6E6">
                <v:path arrowok="t"/>
              </v:shape>
            </v:group>
            <v:group style="position:absolute;left:1371;top:12988;width:2801;height:2" coordorigin="1371,12988" coordsize="2801,2">
              <v:shape style="position:absolute;left:1371;top:12988;width:2801;height:2" coordorigin="1371,12988" coordsize="2801,0" path="m1375,12988l4176,12988e" filled="f" stroked="t" strokeweight=".666667pt" strokecolor="#E6E6E6">
                <v:path arrowok="t"/>
              </v:shape>
            </v:group>
            <v:group style="position:absolute;left:1371;top:13289;width:2801;height:2" coordorigin="1371,13289" coordsize="2801,2">
              <v:shape style="position:absolute;left:1371;top:13289;width:2801;height:2" coordorigin="1371,13289" coordsize="2801,0" path="m1375,13289l4176,13289e" filled="f" stroked="t" strokeweight=".666667pt" strokecolor="#E6E6E6">
                <v:path arrowok="t"/>
              </v:shape>
            </v:group>
            <v:group style="position:absolute;left:4181;top:12994;width:962;height:288" coordorigin="4181,12994" coordsize="962,288">
              <v:shape style="position:absolute;left:4181;top:12994;width:962;height:288" coordorigin="4181,12994" coordsize="962,288" path="m4181,12994l5143,12994,5143,13282,4181,13282,4181,12994e" filled="t" fillcolor="#E6E6E6" stroked="f">
                <v:path arrowok="t"/>
                <v:fill/>
              </v:shape>
            </v:group>
            <v:group style="position:absolute;left:4176;top:12961;width:972;height:2" coordorigin="4176,12961" coordsize="972,2">
              <v:shape style="position:absolute;left:4176;top:12961;width:972;height:2" coordorigin="4176,12961" coordsize="972,0" path="m4176,12961l5148,12961e" filled="f" stroked="t" strokeweight=".666667pt" strokecolor="#E6E6E6">
                <v:path arrowok="t"/>
              </v:shape>
            </v:group>
            <v:group style="position:absolute;left:4179;top:12988;width:965;height:2" coordorigin="4179,12988" coordsize="965,2">
              <v:shape style="position:absolute;left:4179;top:12988;width:965;height:2" coordorigin="4179,12988" coordsize="965,0" path="m4183,12988l5148,12988e" filled="f" stroked="t" strokeweight=".666667pt" strokecolor="#E6E6E6">
                <v:path arrowok="t"/>
              </v:shape>
            </v:group>
            <v:group style="position:absolute;left:4179;top:13289;width:965;height:2" coordorigin="4179,13289" coordsize="965,2">
              <v:shape style="position:absolute;left:4179;top:13289;width:965;height:2" coordorigin="4179,13289" coordsize="965,0" path="m4183,13289l5148,13289e" filled="f" stroked="t" strokeweight=".666667pt" strokecolor="#E6E6E6">
                <v:path arrowok="t"/>
              </v:shape>
            </v:group>
            <v:group style="position:absolute;left:5153;top:12994;width:1178;height:288" coordorigin="5153,12994" coordsize="1178,288">
              <v:shape style="position:absolute;left:5153;top:12994;width:1178;height:288" coordorigin="5153,12994" coordsize="1178,288" path="m5153,12994l6331,12994,6331,13282,5153,13282,5153,12994e" filled="t" fillcolor="#E6E6E6" stroked="f">
                <v:path arrowok="t"/>
                <v:fill/>
              </v:shape>
            </v:group>
            <v:group style="position:absolute;left:5148;top:12961;width:1188;height:2" coordorigin="5148,12961" coordsize="1188,2">
              <v:shape style="position:absolute;left:5148;top:12961;width:1188;height:2" coordorigin="5148,12961" coordsize="1188,0" path="m5148,12961l6336,12961e" filled="f" stroked="t" strokeweight=".666667pt" strokecolor="#E6E6E6">
                <v:path arrowok="t"/>
              </v:shape>
            </v:group>
            <v:group style="position:absolute;left:5151;top:12988;width:1181;height:2" coordorigin="5151,12988" coordsize="1181,2">
              <v:shape style="position:absolute;left:5151;top:12988;width:1181;height:2" coordorigin="5151,12988" coordsize="1181,0" path="m5155,12988l6336,12988e" filled="f" stroked="t" strokeweight=".666667pt" strokecolor="#E6E6E6">
                <v:path arrowok="t"/>
              </v:shape>
            </v:group>
            <v:group style="position:absolute;left:5151;top:13289;width:1181;height:2" coordorigin="5151,13289" coordsize="1181,2">
              <v:shape style="position:absolute;left:5151;top:13289;width:1181;height:2" coordorigin="5151,13289" coordsize="1181,0" path="m5155,13289l6336,13289e" filled="f" stroked="t" strokeweight=".666667pt" strokecolor="#E6E6E6">
                <v:path arrowok="t"/>
              </v:shape>
            </v:group>
            <v:group style="position:absolute;left:6341;top:12994;width:1178;height:288" coordorigin="6341,12994" coordsize="1178,288">
              <v:shape style="position:absolute;left:6341;top:12994;width:1178;height:288" coordorigin="6341,12994" coordsize="1178,288" path="m6341,12994l7519,12994,7519,13282,6341,13282,6341,12994e" filled="t" fillcolor="#E6E6E6" stroked="f">
                <v:path arrowok="t"/>
                <v:fill/>
              </v:shape>
            </v:group>
            <v:group style="position:absolute;left:6336;top:12961;width:1188;height:2" coordorigin="6336,12961" coordsize="1188,2">
              <v:shape style="position:absolute;left:6336;top:12961;width:1188;height:2" coordorigin="6336,12961" coordsize="1188,0" path="m6336,12961l7524,12961e" filled="f" stroked="t" strokeweight=".666667pt" strokecolor="#E6E6E6">
                <v:path arrowok="t"/>
              </v:shape>
            </v:group>
            <v:group style="position:absolute;left:6339;top:12988;width:1181;height:2" coordorigin="6339,12988" coordsize="1181,2">
              <v:shape style="position:absolute;left:6339;top:12988;width:1181;height:2" coordorigin="6339,12988" coordsize="1181,0" path="m6343,12988l7524,12988e" filled="f" stroked="t" strokeweight=".666667pt" strokecolor="#E6E6E6">
                <v:path arrowok="t"/>
              </v:shape>
            </v:group>
            <v:group style="position:absolute;left:6339;top:13289;width:1181;height:2" coordorigin="6339,13289" coordsize="1181,2">
              <v:shape style="position:absolute;left:6339;top:13289;width:1181;height:2" coordorigin="6339,13289" coordsize="1181,0" path="m6343,13289l7524,13289e" filled="f" stroked="t" strokeweight=".666667pt" strokecolor="#E6E6E6">
                <v:path arrowok="t"/>
              </v:shape>
            </v:group>
            <v:group style="position:absolute;left:7529;top:12994;width:1394;height:288" coordorigin="7529,12994" coordsize="1394,288">
              <v:shape style="position:absolute;left:7529;top:12994;width:1394;height:288" coordorigin="7529,12994" coordsize="1394,288" path="m7529,12994l8923,12994,8923,13282,7529,13282,7529,12994e" filled="t" fillcolor="#E6E6E6" stroked="f">
                <v:path arrowok="t"/>
                <v:fill/>
              </v:shape>
            </v:group>
            <v:group style="position:absolute;left:7524;top:12961;width:1404;height:2" coordorigin="7524,12961" coordsize="1404,2">
              <v:shape style="position:absolute;left:7524;top:12961;width:1404;height:2" coordorigin="7524,12961" coordsize="1404,0" path="m7524,12961l8928,12961e" filled="f" stroked="t" strokeweight=".666667pt" strokecolor="#E6E6E6">
                <v:path arrowok="t"/>
              </v:shape>
            </v:group>
            <v:group style="position:absolute;left:7527;top:12988;width:1397;height:2" coordorigin="7527,12988" coordsize="1397,2">
              <v:shape style="position:absolute;left:7527;top:12988;width:1397;height:2" coordorigin="7527,12988" coordsize="1397,0" path="m7531,12988l8928,12988e" filled="f" stroked="t" strokeweight=".666667pt" strokecolor="#E6E6E6">
                <v:path arrowok="t"/>
              </v:shape>
            </v:group>
            <v:group style="position:absolute;left:7527;top:13289;width:1397;height:2" coordorigin="7527,13289" coordsize="1397,2">
              <v:shape style="position:absolute;left:7527;top:13289;width:1397;height:2" coordorigin="7527,13289" coordsize="1397,0" path="m7531,13289l8928,13289e" filled="f" stroked="t" strokeweight=".666667pt" strokecolor="#E6E6E6">
                <v:path arrowok="t"/>
              </v:shape>
            </v:group>
            <v:group style="position:absolute;left:8933;top:12994;width:1178;height:288" coordorigin="8933,12994" coordsize="1178,288">
              <v:shape style="position:absolute;left:8933;top:12994;width:1178;height:288" coordorigin="8933,12994" coordsize="1178,288" path="m8933,12994l10111,12994,10111,13282,8933,13282,8933,12994e" filled="t" fillcolor="#E6E6E6" stroked="f">
                <v:path arrowok="t"/>
                <v:fill/>
              </v:shape>
            </v:group>
            <v:group style="position:absolute;left:8928;top:12961;width:1188;height:2" coordorigin="8928,12961" coordsize="1188,2">
              <v:shape style="position:absolute;left:8928;top:12961;width:1188;height:2" coordorigin="8928,12961" coordsize="1188,0" path="m8928,12961l10116,12961e" filled="f" stroked="t" strokeweight=".666667pt" strokecolor="#E6E6E6">
                <v:path arrowok="t"/>
              </v:shape>
            </v:group>
            <v:group style="position:absolute;left:8931;top:12988;width:1181;height:2" coordorigin="8931,12988" coordsize="1181,2">
              <v:shape style="position:absolute;left:8931;top:12988;width:1181;height:2" coordorigin="8931,12988" coordsize="1181,0" path="m8935,12988l10116,12988e" filled="f" stroked="t" strokeweight=".666667pt" strokecolor="#E6E6E6">
                <v:path arrowok="t"/>
              </v:shape>
            </v:group>
            <v:group style="position:absolute;left:8931;top:13289;width:1181;height:2" coordorigin="8931,13289" coordsize="1181,2">
              <v:shape style="position:absolute;left:8931;top:13289;width:1181;height:2" coordorigin="8931,13289" coordsize="1181,0" path="m8935,13289l10116,13289e" filled="f" stroked="t" strokeweight=".666667pt" strokecolor="#E6E6E6">
                <v:path arrowok="t"/>
              </v:shape>
            </v:group>
            <v:group style="position:absolute;left:10121;top:12994;width:1394;height:288" coordorigin="10121,12994" coordsize="1394,288">
              <v:shape style="position:absolute;left:10121;top:12994;width:1394;height:288" coordorigin="10121,12994" coordsize="1394,288" path="m10121,12994l11515,12994,11515,13282,10121,13282,10121,12994e" filled="t" fillcolor="#E6E6E6" stroked="f">
                <v:path arrowok="t"/>
                <v:fill/>
              </v:shape>
            </v:group>
            <v:group style="position:absolute;left:10116;top:12961;width:1407;height:2" coordorigin="10116,12961" coordsize="1407,2">
              <v:shape style="position:absolute;left:10116;top:12961;width:1407;height:2" coordorigin="10116,12961" coordsize="1407,0" path="m10116,12961l11523,12961e" filled="f" stroked="t" strokeweight=".666667pt" strokecolor="#E6E6E6">
                <v:path arrowok="t"/>
              </v:shape>
            </v:group>
            <v:group style="position:absolute;left:10119;top:12988;width:1397;height:2" coordorigin="10119,12988" coordsize="1397,2">
              <v:shape style="position:absolute;left:10119;top:12988;width:1397;height:2" coordorigin="10119,12988" coordsize="1397,0" path="m10123,12988l11520,12988e" filled="f" stroked="t" strokeweight=".666667pt" strokecolor="#E6E6E6">
                <v:path arrowok="t"/>
              </v:shape>
            </v:group>
            <v:group style="position:absolute;left:11520;top:12974;width:2;height:328" coordorigin="11520,12974" coordsize="2,328">
              <v:shape style="position:absolute;left:11520;top:12974;width:2;height:328" coordorigin="11520,12974" coordsize="0,328" path="m11520,12994l11520,13322e" filled="f" stroked="t" strokeweight=".5pt" strokecolor="#FFFFFF">
                <v:path arrowok="t"/>
              </v:shape>
            </v:group>
            <v:group style="position:absolute;left:10119;top:13289;width:1397;height:2" coordorigin="10119,13289" coordsize="1397,2">
              <v:shape style="position:absolute;left:10119;top:13289;width:1397;height:2" coordorigin="10119,13289" coordsize="1397,0" path="m10123,13289l11520,13289e" filled="f" stroked="t" strokeweight=".666667pt" strokecolor="#E6E6E6">
                <v:path arrowok="t"/>
              </v:shape>
            </v:group>
            <v:group style="position:absolute;left:720;top:13316;width:10800;height:2" coordorigin="720,13316" coordsize="10800,2">
              <v:shape style="position:absolute;left:720;top:13316;width:10800;height:2" coordorigin="720,13316" coordsize="10800,0" path="m720,13316l11520,13316e" filled="f" stroked="t" strokeweight=".66668pt" strokecolor="#E6E6E6">
                <v:path arrowok="t"/>
              </v:shape>
              <v:shape style="position:absolute;left:1468;top:13339;width:144;height:144" type="#_x0000_t75">
                <v:imagedata r:id="rId51" o:title=""/>
              </v:shape>
            </v:group>
            <w10:wrap type="none"/>
          </v:group>
        </w:pict>
      </w:r>
      <w:r>
        <w:rPr/>
        <w:pict>
          <v:group style="position:absolute;margin-left:36pt;margin-top:683.662964pt;width:539.999997pt;height:.1pt;mso-position-horizontal-relative:page;mso-position-vertical-relative:page;z-index:-4106" coordorigin="720,13673" coordsize="10800,2">
            <v:shape style="position:absolute;left:720;top:13673;width:10800;height:2" coordorigin="720,13673" coordsize="10800,0" path="m720,13673l11520,13673e" filled="f" stroked="t" strokeweight=".500013pt" strokecolor="#DFDFDF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169" w:lineRule="exact"/>
        <w:ind w:left="307" w:right="-64"/>
        <w:jc w:val="left"/>
        <w:tabs>
          <w:tab w:pos="9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81458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Sign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2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13" w:lineRule="exact"/>
        <w:ind w:left="84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7" w:after="0" w:line="184" w:lineRule="exact"/>
        <w:ind w:right="-69"/>
        <w:jc w:val="left"/>
        <w:tabs>
          <w:tab w:pos="960" w:val="left"/>
          <w:tab w:pos="21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3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8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24,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940"/>
          <w:cols w:num="3" w:equalWidth="0">
            <w:col w:w="3227" w:space="429"/>
            <w:col w:w="3148" w:space="200"/>
            <w:col w:w="367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4105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106576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6" w:after="0" w:line="136" w:lineRule="exact"/>
        <w:ind w:left="616" w:right="-5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Sign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58" w:lineRule="exact"/>
        <w:ind w:right="-6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5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30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7.670939pt;width:539.999999pt;height:.1pt;mso-position-horizontal-relative:page;mso-position-vertical-relative:paragraph;z-index:-4104" coordorigin="720,153" coordsize="10800,2">
            <v:shape style="position:absolute;left:720;top:153;width:10800;height:2" coordorigin="720,153" coordsize="10800,0" path="m720,153l11520,153e" filled="f" stroked="t" strokeweight=".500098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183" w:lineRule="exact"/>
        <w:ind w:right="-20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86" w:after="0" w:line="250" w:lineRule="auto"/>
        <w:ind w:right="-41"/>
        <w:jc w:val="both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Sign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46pt;width:7.2pt;height:7.2pt;mso-position-horizontal-relative:page;mso-position-vertical-relative:paragraph;z-index:-4103" type="#_x0000_t75">
            <v:imagedata r:id="rId53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12,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83" w:space="637"/>
            <w:col w:w="1724" w:space="512"/>
            <w:col w:w="3196" w:space="152"/>
            <w:col w:w="934" w:space="146"/>
            <w:col w:w="1108" w:space="188"/>
            <w:col w:w="1480"/>
          </w:cols>
        </w:sectPr>
      </w:pPr>
      <w:rPr/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pt;width:541.000001pt;height:15.0pt;mso-position-horizontal-relative:page;mso-position-vertical-relative:paragraph;z-index:-4102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4101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78.656006pt;width:541.500003pt;height:13.600001pt;mso-position-horizontal-relative:page;mso-position-vertical-relative:page;z-index:-4099" coordorigin="705,5573" coordsize="10830,272">
            <v:group style="position:absolute;left:720;top:5613;width:10800;height:192" coordorigin="720,5613" coordsize="10800,192">
              <v:shape style="position:absolute;left:720;top:5613;width:10800;height:192" coordorigin="720,5613" coordsize="10800,192" path="m720,5613l11520,5613,11520,5805,720,5805,720,5613e" filled="t" fillcolor="#E6E6E6" stroked="f">
                <v:path arrowok="t"/>
                <v:fill/>
              </v:shape>
            </v:group>
            <v:group style="position:absolute;left:712;top:5580;width:10817;height:2" coordorigin="712,5580" coordsize="10817,2">
              <v:shape style="position:absolute;left:712;top:5580;width:10817;height:2" coordorigin="712,5580" coordsize="10817,0" path="m713,5580l11530,5580e" filled="f" stroked="t" strokeweight=".666667pt" strokecolor="#E6E6E6">
                <v:path arrowok="t"/>
              </v:shape>
            </v:group>
            <v:group style="position:absolute;left:718;top:5606;width:10803;height:2" coordorigin="718,5606" coordsize="10803,2">
              <v:shape style="position:absolute;left:718;top:5606;width:10803;height:2" coordorigin="718,5606" coordsize="10803,0" path="m727,5606l11530,5606e" filled="f" stroked="t" strokeweight=".666667pt" strokecolor="#E6E6E6">
                <v:path arrowok="t"/>
              </v:shape>
            </v:group>
            <v:group style="position:absolute;left:11525;top:5593;width:2;height:232" coordorigin="11525,5593" coordsize="2,232">
              <v:shape style="position:absolute;left:11525;top:5593;width:2;height:232" coordorigin="11525,5593" coordsize="0,232" path="m11525,5613l11525,5845e" filled="f" stroked="t" strokeweight=".5pt" strokecolor="#FFFFFF">
                <v:path arrowok="t"/>
              </v:shape>
            </v:group>
            <v:group style="position:absolute;left:718;top:5812;width:10803;height:2" coordorigin="718,5812" coordsize="10803,2">
              <v:shape style="position:absolute;left:718;top:5812;width:10803;height:2" coordorigin="718,5812" coordsize="10803,0" path="m727,5812l11530,5812e" filled="f" stroked="t" strokeweight=".666667pt" strokecolor="#E6E6E6">
                <v:path arrowok="t"/>
              </v:shape>
            </v:group>
            <v:group style="position:absolute;left:712;top:5838;width:10817;height:2" coordorigin="712,5838" coordsize="10817,2">
              <v:shape style="position:absolute;left:712;top:5838;width:10817;height:2" coordorigin="712,5838" coordsize="10817,0" path="m713,5838l11530,5838e" filled="f" stroked="t" strokeweight=".666667pt" strokecolor="#E6E6E6">
                <v:path arrowok="t"/>
              </v:shape>
            </v:group>
            <v:group style="position:absolute;left:715;top:5593;width:2;height:232" coordorigin="715,5593" coordsize="2,232">
              <v:shape style="position:absolute;left:715;top:5593;width:2;height:232" coordorigin="715,5593" coordsize="0,232" path="m715,5613l715,584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25.455994pt;width:539.718009pt;height:201.537994pt;mso-position-horizontal-relative:page;mso-position-vertical-relative:page;z-index:-4098" coordorigin="723,6509" coordsize="10794,4031">
            <v:group style="position:absolute;left:728;top:6514;width:10784;height:2" coordorigin="728,6514" coordsize="10784,2">
              <v:shape style="position:absolute;left:728;top:6514;width:10784;height:2" coordorigin="728,6514" coordsize="10784,0" path="m733,6514l11517,6514e" filled="f" stroked="t" strokeweight=".5pt" strokecolor="#000000">
                <v:path arrowok="t"/>
              </v:shape>
            </v:group>
            <v:group style="position:absolute;left:11512;top:6514;width:2;height:4021" coordorigin="11512,6514" coordsize="2,4021">
              <v:shape style="position:absolute;left:11512;top:6514;width:2;height:4021" coordorigin="11512,6514" coordsize="0,4021" path="m11512,6519l11512,10540e" filled="f" stroked="t" strokeweight=".5pt" strokecolor="#000000">
                <v:path arrowok="t"/>
              </v:shape>
            </v:group>
            <v:group style="position:absolute;left:728;top:10535;width:10784;height:2" coordorigin="728,10535" coordsize="10784,2">
              <v:shape style="position:absolute;left:728;top:10535;width:10784;height:2" coordorigin="728,10535" coordsize="10784,0" path="m733,10535l11517,10535e" filled="f" stroked="t" strokeweight=".5pt" strokecolor="#000000">
                <v:path arrowok="t"/>
              </v:shape>
            </v:group>
            <v:group style="position:absolute;left:728;top:6514;width:2;height:4021" coordorigin="728,6514" coordsize="2,4021">
              <v:shape style="position:absolute;left:728;top:6514;width:2;height:4021" coordorigin="728,6514" coordsize="0,4021" path="m728,6519l728,1054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34.993958pt;width:539.718009pt;height:163.138031pt;mso-position-horizontal-relative:page;mso-position-vertical-relative:page;z-index:-4097" coordorigin="723,10700" coordsize="10794,3263">
            <v:group style="position:absolute;left:728;top:10705;width:10784;height:2" coordorigin="728,10705" coordsize="10784,2">
              <v:shape style="position:absolute;left:728;top:10705;width:10784;height:2" coordorigin="728,10705" coordsize="10784,0" path="m733,10705l11517,10705e" filled="f" stroked="t" strokeweight=".5pt" strokecolor="#000000">
                <v:path arrowok="t"/>
              </v:shape>
            </v:group>
            <v:group style="position:absolute;left:11512;top:10705;width:2;height:3253" coordorigin="11512,10705" coordsize="2,3253">
              <v:shape style="position:absolute;left:11512;top:10705;width:2;height:3253" coordorigin="11512,10705" coordsize="0,3253" path="m11512,10710l11512,13963e" filled="f" stroked="t" strokeweight=".5pt" strokecolor="#000000">
                <v:path arrowok="t"/>
              </v:shape>
            </v:group>
            <v:group style="position:absolute;left:728;top:13958;width:10784;height:2" coordorigin="728,13958" coordsize="10784,2">
              <v:shape style="position:absolute;left:728;top:13958;width:10784;height:2" coordorigin="728,13958" coordsize="10784,0" path="m733,13958l11517,13958e" filled="f" stroked="t" strokeweight=".5pt" strokecolor="#000000">
                <v:path arrowok="t"/>
              </v:shape>
            </v:group>
            <v:group style="position:absolute;left:728;top:10705;width:2;height:3253" coordorigin="728,10705" coordsize="2,3253">
              <v:shape style="position:absolute;left:728;top:10705;width:2;height:3253" coordorigin="728,10705" coordsize="0,3253" path="m728,10710l728,13963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100" type="#_x0000_t75">
            <v:imagedata r:id="rId55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81458: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Sign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Orders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67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Vitals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5.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released.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54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63.138pt;mso-position-horizontal-relative:page;mso-position-vertical-relative:page;z-index:-4096" coordorigin="723,1440" coordsize="10794,326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3253" coordorigin="11512,1445" coordsize="2,3253">
              <v:shape style="position:absolute;left:11512;top:1445;width:2;height:3253" coordorigin="11512,1445" coordsize="0,3253" path="m11512,1450l11512,4703e" filled="f" stroked="t" strokeweight=".5pt" strokecolor="#000000">
                <v:path arrowok="t"/>
              </v:shape>
            </v:group>
            <v:group style="position:absolute;left:728;top:4698;width:10784;height:2" coordorigin="728,4698" coordsize="10784,2">
              <v:shape style="position:absolute;left:728;top:4698;width:10784;height:2" coordorigin="728,4698" coordsize="10784,0" path="m733,4698l11517,4698e" filled="f" stroked="t" strokeweight=".5pt" strokecolor="#000000">
                <v:path arrowok="t"/>
              </v:shape>
            </v:group>
            <v:group style="position:absolute;left:728;top:1445;width:2;height:3253" coordorigin="728,1445" coordsize="2,3253">
              <v:shape style="position:absolute;left:728;top:1445;width:2;height:3253" coordorigin="728,1445" coordsize="0,3253" path="m728,1450l728,470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3.138pt;width:539.718009pt;height:163.138001pt;mso-position-horizontal-relative:page;mso-position-vertical-relative:page;z-index:-4095" coordorigin="723,4863" coordsize="10794,3263">
            <v:group style="position:absolute;left:728;top:4868;width:10784;height:2" coordorigin="728,4868" coordsize="10784,2">
              <v:shape style="position:absolute;left:728;top:4868;width:10784;height:2" coordorigin="728,4868" coordsize="10784,0" path="m733,4868l11517,4868e" filled="f" stroked="t" strokeweight=".5pt" strokecolor="#000000">
                <v:path arrowok="t"/>
              </v:shape>
            </v:group>
            <v:group style="position:absolute;left:11512;top:4868;width:2;height:3253" coordorigin="11512,4868" coordsize="2,3253">
              <v:shape style="position:absolute;left:11512;top:4868;width:2;height:3253" coordorigin="11512,4868" coordsize="0,3253" path="m11512,4873l11512,8126e" filled="f" stroked="t" strokeweight=".5pt" strokecolor="#000000">
                <v:path arrowok="t"/>
              </v:shape>
            </v:group>
            <v:group style="position:absolute;left:728;top:8121;width:10784;height:2" coordorigin="728,8121" coordsize="10784,2">
              <v:shape style="position:absolute;left:728;top:8121;width:10784;height:2" coordorigin="728,8121" coordsize="10784,0" path="m733,8121l11517,8121e" filled="f" stroked="t" strokeweight=".5pt" strokecolor="#000000">
                <v:path arrowok="t"/>
              </v:shape>
            </v:group>
            <v:group style="position:absolute;left:728;top:4868;width:2;height:3253" coordorigin="728,4868" coordsize="2,3253">
              <v:shape style="position:absolute;left:728;top:4868;width:2;height:3253" coordorigin="728,4868" coordsize="0,3253" path="m728,4873l728,81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4.276001pt;width:539.718009pt;height:163.138pt;mso-position-horizontal-relative:page;mso-position-vertical-relative:page;z-index:-4094" coordorigin="723,8286" coordsize="10794,3263">
            <v:group style="position:absolute;left:728;top:8291;width:10784;height:2" coordorigin="728,8291" coordsize="10784,2">
              <v:shape style="position:absolute;left:728;top:8291;width:10784;height:2" coordorigin="728,8291" coordsize="10784,0" path="m733,8291l11517,8291e" filled="f" stroked="t" strokeweight=".5pt" strokecolor="#000000">
                <v:path arrowok="t"/>
              </v:shape>
            </v:group>
            <v:group style="position:absolute;left:11512;top:8291;width:2;height:3253" coordorigin="11512,8291" coordsize="2,3253">
              <v:shape style="position:absolute;left:11512;top:8291;width:2;height:3253" coordorigin="11512,8291" coordsize="0,3253" path="m11512,8296l11512,11548e" filled="f" stroked="t" strokeweight=".5pt" strokecolor="#000000">
                <v:path arrowok="t"/>
              </v:shape>
            </v:group>
            <v:group style="position:absolute;left:728;top:11543;width:10784;height:2" coordorigin="728,11543" coordsize="10784,2">
              <v:shape style="position:absolute;left:728;top:11543;width:10784;height:2" coordorigin="728,11543" coordsize="10784,0" path="m733,11543l11517,11543e" filled="f" stroked="t" strokeweight=".5pt" strokecolor="#000000">
                <v:path arrowok="t"/>
              </v:shape>
            </v:group>
            <v:group style="position:absolute;left:728;top:8291;width:2;height:3253" coordorigin="728,8291" coordsize="2,3253">
              <v:shape style="position:absolute;left:728;top:8291;width:2;height:3253" coordorigin="728,8291" coordsize="0,3253" path="m728,8296l728,1154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5.164001pt;width:539.718009pt;height:123.869019pt;mso-position-horizontal-relative:page;mso-position-vertical-relative:page;z-index:-4093" coordorigin="723,11703" coordsize="10794,2477">
            <v:group style="position:absolute;left:728;top:11713;width:10784;height:2" coordorigin="728,11713" coordsize="10784,2">
              <v:shape style="position:absolute;left:728;top:11713;width:10784;height:2" coordorigin="728,11713" coordsize="10784,0" path="m733,11713l11517,11713e" filled="f" stroked="t" strokeweight=".5pt" strokecolor="#000000">
                <v:path arrowok="t"/>
              </v:shape>
            </v:group>
            <v:group style="position:absolute;left:11512;top:11713;width:2;height:2462" coordorigin="11512,11713" coordsize="2,2462">
              <v:shape style="position:absolute;left:11512;top:11713;width:2;height:2462" coordorigin="11512,11713" coordsize="0,2462" path="m11512,11718l11512,14181e" filled="f" stroked="t" strokeweight=".5pt" strokecolor="#000000">
                <v:path arrowok="t"/>
              </v:shape>
            </v:group>
            <v:group style="position:absolute;left:728;top:11713;width:2;height:2462" coordorigin="728,11713" coordsize="2,2462">
              <v:shape style="position:absolute;left:728;top:11713;width:2;height:2462" coordorigin="728,11713" coordsize="0,2462" path="m728,11718l728,14181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7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68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50" w:lineRule="atLeast"/>
        <w:ind w:left="106" w:right="46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duplicate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1.618999pt;mso-position-horizontal-relative:page;mso-position-vertical-relative:page;z-index:-4092" coordorigin="723,1435" coordsize="10794,832">
            <v:group style="position:absolute;left:11512;top:1440;width:2;height:822" coordorigin="11512,1440" coordsize="2,822">
              <v:shape style="position:absolute;left:11512;top:1440;width:2;height:822" coordorigin="11512,1440" coordsize="0,822" path="m11512,1440l11512,2262e" filled="f" stroked="t" strokeweight=".5pt" strokecolor="#000000">
                <v:path arrowok="t"/>
              </v:shape>
            </v:group>
            <v:group style="position:absolute;left:728;top:2262;width:10784;height:2" coordorigin="728,2262" coordsize="10784,2">
              <v:shape style="position:absolute;left:728;top:2262;width:10784;height:2" coordorigin="728,2262" coordsize="10784,0" path="m733,2262l11517,2262e" filled="f" stroked="t" strokeweight=".5pt" strokecolor="#000000">
                <v:path arrowok="t"/>
              </v:shape>
            </v:group>
            <v:group style="position:absolute;left:728;top:1440;width:2;height:822" coordorigin="728,1440" coordsize="2,822">
              <v:shape style="position:absolute;left:728;top:1440;width:2;height:822" coordorigin="728,1440" coordsize="0,822" path="m728,1440l728,226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1.368996pt;width:539.718009pt;height:163.138005pt;mso-position-horizontal-relative:page;mso-position-vertical-relative:page;z-index:-4091" coordorigin="723,2427" coordsize="10794,3263">
            <v:group style="position:absolute;left:728;top:2432;width:10784;height:2" coordorigin="728,2432" coordsize="10784,2">
              <v:shape style="position:absolute;left:728;top:2432;width:10784;height:2" coordorigin="728,2432" coordsize="10784,0" path="m733,2432l11517,2432e" filled="f" stroked="t" strokeweight=".5pt" strokecolor="#000000">
                <v:path arrowok="t"/>
              </v:shape>
            </v:group>
            <v:group style="position:absolute;left:11512;top:2432;width:2;height:3253" coordorigin="11512,2432" coordsize="2,3253">
              <v:shape style="position:absolute;left:11512;top:2432;width:2;height:3253" coordorigin="11512,2432" coordsize="0,3253" path="m11512,2437l11512,5690e" filled="f" stroked="t" strokeweight=".5pt" strokecolor="#000000">
                <v:path arrowok="t"/>
              </v:shape>
            </v:group>
            <v:group style="position:absolute;left:728;top:5685;width:10784;height:2" coordorigin="728,5685" coordsize="10784,2">
              <v:shape style="position:absolute;left:728;top:5685;width:10784;height:2" coordorigin="728,5685" coordsize="10784,0" path="m733,5685l11517,5685e" filled="f" stroked="t" strokeweight=".5pt" strokecolor="#000000">
                <v:path arrowok="t"/>
              </v:shape>
            </v:group>
            <v:group style="position:absolute;left:728;top:2432;width:2;height:3253" coordorigin="728,2432" coordsize="2,3253">
              <v:shape style="position:absolute;left:728;top:2432;width:2;height:3253" coordorigin="728,2432" coordsize="0,3253" path="m728,2437l728,569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92.507019pt;width:539.718009pt;height:163.137985pt;mso-position-horizontal-relative:page;mso-position-vertical-relative:page;z-index:-4090" coordorigin="723,5850" coordsize="10794,3263">
            <v:group style="position:absolute;left:728;top:5855;width:10784;height:2" coordorigin="728,5855" coordsize="10784,2">
              <v:shape style="position:absolute;left:728;top:5855;width:10784;height:2" coordorigin="728,5855" coordsize="10784,0" path="m733,5855l11517,5855e" filled="f" stroked="t" strokeweight=".5pt" strokecolor="#000000">
                <v:path arrowok="t"/>
              </v:shape>
            </v:group>
            <v:group style="position:absolute;left:11512;top:5855;width:2;height:3253" coordorigin="11512,5855" coordsize="2,3253">
              <v:shape style="position:absolute;left:11512;top:5855;width:2;height:3253" coordorigin="11512,5855" coordsize="0,3253" path="m11512,5860l11512,9113e" filled="f" stroked="t" strokeweight=".5pt" strokecolor="#000000">
                <v:path arrowok="t"/>
              </v:shape>
            </v:group>
            <v:group style="position:absolute;left:728;top:9108;width:10784;height:2" coordorigin="728,9108" coordsize="10784,2">
              <v:shape style="position:absolute;left:728;top:9108;width:10784;height:2" coordorigin="728,9108" coordsize="10784,0" path="m733,9108l11517,9108e" filled="f" stroked="t" strokeweight=".5pt" strokecolor="#000000">
                <v:path arrowok="t"/>
              </v:shape>
            </v:group>
            <v:group style="position:absolute;left:728;top:5855;width:2;height:3253" coordorigin="728,5855" coordsize="2,3253">
              <v:shape style="position:absolute;left:728;top:5855;width:2;height:3253" coordorigin="728,5855" coordsize="0,3253" path="m728,5860l728,911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3.644989pt;width:539.718009pt;height:163.138031pt;mso-position-horizontal-relative:page;mso-position-vertical-relative:page;z-index:-4089" coordorigin="723,9273" coordsize="10794,3263">
            <v:group style="position:absolute;left:728;top:9278;width:10784;height:2" coordorigin="728,9278" coordsize="10784,2">
              <v:shape style="position:absolute;left:728;top:9278;width:10784;height:2" coordorigin="728,9278" coordsize="10784,0" path="m733,9278l11517,9278e" filled="f" stroked="t" strokeweight=".5pt" strokecolor="#000000">
                <v:path arrowok="t"/>
              </v:shape>
            </v:group>
            <v:group style="position:absolute;left:11512;top:9278;width:2;height:3253" coordorigin="11512,9278" coordsize="2,3253">
              <v:shape style="position:absolute;left:11512;top:9278;width:2;height:3253" coordorigin="11512,9278" coordsize="0,3253" path="m11512,9283l11512,12536e" filled="f" stroked="t" strokeweight=".5pt" strokecolor="#000000">
                <v:path arrowok="t"/>
              </v:shape>
            </v:group>
            <v:group style="position:absolute;left:728;top:12531;width:10784;height:2" coordorigin="728,12531" coordsize="10784,2">
              <v:shape style="position:absolute;left:728;top:12531;width:10784;height:2" coordorigin="728,12531" coordsize="10784,0" path="m733,12531l11517,12531e" filled="f" stroked="t" strokeweight=".5pt" strokecolor="#000000">
                <v:path arrowok="t"/>
              </v:shape>
            </v:group>
            <v:group style="position:absolute;left:728;top:9278;width:2;height:3253" coordorigin="728,9278" coordsize="2,3253">
              <v:shape style="position:absolute;left:728;top:9278;width:2;height:3253" coordorigin="728,9278" coordsize="0,3253" path="m728,9283l728,1253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4.53302pt;width:539.718009pt;height:83.068970pt;mso-position-horizontal-relative:page;mso-position-vertical-relative:page;z-index:-4088" coordorigin="723,12691" coordsize="10794,1661">
            <v:group style="position:absolute;left:728;top:12701;width:10784;height:2" coordorigin="728,12701" coordsize="10784,2">
              <v:shape style="position:absolute;left:728;top:12701;width:10784;height:2" coordorigin="728,12701" coordsize="10784,0" path="m733,12701l11517,12701e" filled="f" stroked="t" strokeweight=".5pt" strokecolor="#000000">
                <v:path arrowok="t"/>
              </v:shape>
            </v:group>
            <v:group style="position:absolute;left:11512;top:12701;width:2;height:1646" coordorigin="11512,12701" coordsize="2,1646">
              <v:shape style="position:absolute;left:11512;top:12701;width:2;height:1646" coordorigin="11512,12701" coordsize="0,1646" path="m11512,12706l11512,14352e" filled="f" stroked="t" strokeweight=".5pt" strokecolor="#000000">
                <v:path arrowok="t"/>
              </v:shape>
            </v:group>
            <v:group style="position:absolute;left:728;top:12701;width:2;height:1646" coordorigin="728,12701" coordsize="2,1646">
              <v:shape style="position:absolute;left:728;top:12701;width:2;height:1646" coordorigin="728,12701" coordsize="0,1646" path="m728,12706l728,1435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duplicate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8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8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8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91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63.219002pt;mso-position-horizontal-relative:page;mso-position-vertical-relative:page;z-index:-4087" coordorigin="723,1435" coordsize="10794,1264">
            <v:group style="position:absolute;left:11512;top:1440;width:2;height:1254" coordorigin="11512,1440" coordsize="2,1254">
              <v:shape style="position:absolute;left:11512;top:1440;width:2;height:1254" coordorigin="11512,1440" coordsize="0,1254" path="m11512,1440l11512,2694e" filled="f" stroked="t" strokeweight=".5pt" strokecolor="#000000">
                <v:path arrowok="t"/>
              </v:shape>
            </v:group>
            <v:group style="position:absolute;left:728;top:2694;width:10784;height:2" coordorigin="728,2694" coordsize="10784,2">
              <v:shape style="position:absolute;left:728;top:2694;width:10784;height:2" coordorigin="728,2694" coordsize="10784,0" path="m733,2694l11517,2694e" filled="f" stroked="t" strokeweight=".5pt" strokecolor="#000000">
                <v:path arrowok="t"/>
              </v:shape>
            </v:group>
            <v:group style="position:absolute;left:728;top:1440;width:2;height:1254" coordorigin="728,1440" coordsize="2,1254">
              <v:shape style="position:absolute;left:728;top:1440;width:2;height:1254" coordorigin="728,1440" coordsize="0,1254" path="m728,1440l728,269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167.169006pt;width:540.999001pt;height:14.999994pt;mso-position-horizontal-relative:page;mso-position-vertical-relative:page;z-index:-4086" coordorigin="710,3343" coordsize="10820,300">
            <v:group style="position:absolute;left:725;top:3383;width:990;height:220" coordorigin="725,3383" coordsize="990,220">
              <v:shape style="position:absolute;left:725;top:3383;width:990;height:220" coordorigin="725,3383" coordsize="990,220" path="m725,3383l1715,3383,1715,3603,725,3603,725,3383e" filled="t" fillcolor="#E6E6E6" stroked="f">
                <v:path arrowok="t"/>
                <v:fill/>
              </v:shape>
            </v:group>
            <v:group style="position:absolute;left:717;top:3350;width:1003;height:2" coordorigin="717,3350" coordsize="1003,2">
              <v:shape style="position:absolute;left:717;top:3350;width:1003;height:2" coordorigin="717,3350" coordsize="1003,0" path="m718,3350l1722,3350e" filled="f" stroked="t" strokeweight=".666667pt" strokecolor="#E6E6E6">
                <v:path arrowok="t"/>
              </v:shape>
            </v:group>
            <v:group style="position:absolute;left:723;top:3377;width:993;height:2" coordorigin="723,3377" coordsize="993,2">
              <v:shape style="position:absolute;left:723;top:3377;width:993;height:2" coordorigin="723,3377" coordsize="993,0" path="m732,3377l1725,3377e" filled="f" stroked="t" strokeweight=".666667pt" strokecolor="#E6E6E6">
                <v:path arrowok="t"/>
              </v:shape>
            </v:group>
            <v:group style="position:absolute;left:723;top:3610;width:993;height:2" coordorigin="723,3610" coordsize="993,2">
              <v:shape style="position:absolute;left:723;top:3610;width:993;height:2" coordorigin="723,3610" coordsize="993,0" path="m727,3610l1720,3610e" filled="f" stroked="t" strokeweight=".666667pt" strokecolor="#E6E6E6">
                <v:path arrowok="t"/>
              </v:shape>
            </v:group>
            <v:group style="position:absolute;left:720;top:3363;width:2;height:260" coordorigin="720,3363" coordsize="2,260">
              <v:shape style="position:absolute;left:720;top:3363;width:2;height:260" coordorigin="720,3363" coordsize="0,260" path="m720,3383l720,3643e" filled="f" stroked="t" strokeweight=".5pt" strokecolor="#FFFFFF">
                <v:path arrowok="t"/>
              </v:shape>
            </v:group>
            <v:group style="position:absolute;left:1725;top:3383;width:2257;height:220" coordorigin="1725,3383" coordsize="2257,220">
              <v:shape style="position:absolute;left:1725;top:3383;width:2257;height:220" coordorigin="1725,3383" coordsize="2257,220" path="m1725,3383l3982,3383,3982,3603,1725,3603,1725,3383e" filled="t" fillcolor="#E6E6E6" stroked="f">
                <v:path arrowok="t"/>
                <v:fill/>
              </v:shape>
            </v:group>
            <v:group style="position:absolute;left:1720;top:3350;width:2267;height:2" coordorigin="1720,3350" coordsize="2267,2">
              <v:shape style="position:absolute;left:1720;top:3350;width:2267;height:2" coordorigin="1720,3350" coordsize="2267,0" path="m1720,3350l3987,3350e" filled="f" stroked="t" strokeweight=".666667pt" strokecolor="#E6E6E6">
                <v:path arrowok="t"/>
              </v:shape>
            </v:group>
            <v:group style="position:absolute;left:1723;top:3377;width:2260;height:2" coordorigin="1723,3377" coordsize="2260,2">
              <v:shape style="position:absolute;left:1723;top:3377;width:2260;height:2" coordorigin="1723,3377" coordsize="2260,0" path="m1727,3377l3987,3377e" filled="f" stroked="t" strokeweight=".666667pt" strokecolor="#E6E6E6">
                <v:path arrowok="t"/>
              </v:shape>
            </v:group>
            <v:group style="position:absolute;left:1723;top:3610;width:2260;height:2" coordorigin="1723,3610" coordsize="2260,2">
              <v:shape style="position:absolute;left:1723;top:3610;width:2260;height:2" coordorigin="1723,3610" coordsize="2260,0" path="m1727,3610l3987,3610e" filled="f" stroked="t" strokeweight=".666667pt" strokecolor="#E6E6E6">
                <v:path arrowok="t"/>
              </v:shape>
            </v:group>
            <v:group style="position:absolute;left:3992;top:3383;width:2990;height:220" coordorigin="3992,3383" coordsize="2990,220">
              <v:shape style="position:absolute;left:3992;top:3383;width:2990;height:220" coordorigin="3992,3383" coordsize="2990,220" path="m3992,3383l6982,3383,6982,3603,3992,3603,3992,3383e" filled="t" fillcolor="#E6E6E6" stroked="f">
                <v:path arrowok="t"/>
                <v:fill/>
              </v:shape>
            </v:group>
            <v:group style="position:absolute;left:3987;top:3350;width:3000;height:2" coordorigin="3987,3350" coordsize="3000,2">
              <v:shape style="position:absolute;left:3987;top:3350;width:3000;height:2" coordorigin="3987,3350" coordsize="3000,0" path="m3987,3350l6987,3350e" filled="f" stroked="t" strokeweight=".666667pt" strokecolor="#E6E6E6">
                <v:path arrowok="t"/>
              </v:shape>
            </v:group>
            <v:group style="position:absolute;left:3990;top:3377;width:2993;height:2" coordorigin="3990,3377" coordsize="2993,2">
              <v:shape style="position:absolute;left:3990;top:3377;width:2993;height:2" coordorigin="3990,3377" coordsize="2993,0" path="m3993,3377l6987,3377e" filled="f" stroked="t" strokeweight=".666667pt" strokecolor="#E6E6E6">
                <v:path arrowok="t"/>
              </v:shape>
            </v:group>
            <v:group style="position:absolute;left:3990;top:3610;width:2993;height:2" coordorigin="3990,3610" coordsize="2993,2">
              <v:shape style="position:absolute;left:3990;top:3610;width:2993;height:2" coordorigin="3990,3610" coordsize="2993,0" path="m3993,3610l6987,3610e" filled="f" stroked="t" strokeweight=".666667pt" strokecolor="#E6E6E6">
                <v:path arrowok="t"/>
              </v:shape>
            </v:group>
            <v:group style="position:absolute;left:6992;top:3383;width:2257;height:220" coordorigin="6992,3383" coordsize="2257,220">
              <v:shape style="position:absolute;left:6992;top:3383;width:2257;height:220" coordorigin="6992,3383" coordsize="2257,220" path="m6992,3383l9248,3383,9248,3603,6992,3603,6992,3383e" filled="t" fillcolor="#E6E6E6" stroked="f">
                <v:path arrowok="t"/>
                <v:fill/>
              </v:shape>
            </v:group>
            <v:group style="position:absolute;left:6987;top:3350;width:2267;height:2" coordorigin="6987,3350" coordsize="2267,2">
              <v:shape style="position:absolute;left:6987;top:3350;width:2267;height:2" coordorigin="6987,3350" coordsize="2267,0" path="m6987,3350l9253,3350e" filled="f" stroked="t" strokeweight=".666667pt" strokecolor="#E6E6E6">
                <v:path arrowok="t"/>
              </v:shape>
            </v:group>
            <v:group style="position:absolute;left:6990;top:3377;width:2260;height:2" coordorigin="6990,3377" coordsize="2260,2">
              <v:shape style="position:absolute;left:6990;top:3377;width:2260;height:2" coordorigin="6990,3377" coordsize="2260,0" path="m6993,3377l9253,3377e" filled="f" stroked="t" strokeweight=".666667pt" strokecolor="#E6E6E6">
                <v:path arrowok="t"/>
              </v:shape>
            </v:group>
            <v:group style="position:absolute;left:6990;top:3610;width:2260;height:2" coordorigin="6990,3610" coordsize="2260,2">
              <v:shape style="position:absolute;left:6990;top:3610;width:2260;height:2" coordorigin="6990,3610" coordsize="2260,0" path="m6993,3610l9253,3610e" filled="f" stroked="t" strokeweight=".666667pt" strokecolor="#E6E6E6">
                <v:path arrowok="t"/>
              </v:shape>
            </v:group>
            <v:group style="position:absolute;left:9258;top:3383;width:2257;height:220" coordorigin="9258,3383" coordsize="2257,220">
              <v:shape style="position:absolute;left:9258;top:3383;width:2257;height:220" coordorigin="9258,3383" coordsize="2257,220" path="m9258,3383l11515,3383,11515,3603,9258,3603,9258,3383e" filled="t" fillcolor="#E6E6E6" stroked="f">
                <v:path arrowok="t"/>
                <v:fill/>
              </v:shape>
            </v:group>
            <v:group style="position:absolute;left:9253;top:3350;width:2270;height:2" coordorigin="9253,3350" coordsize="2270,2">
              <v:shape style="position:absolute;left:9253;top:3350;width:2270;height:2" coordorigin="9253,3350" coordsize="2270,0" path="m9253,3350l11523,3350e" filled="f" stroked="t" strokeweight=".666667pt" strokecolor="#E6E6E6">
                <v:path arrowok="t"/>
              </v:shape>
            </v:group>
            <v:group style="position:absolute;left:9257;top:3377;width:2260;height:2" coordorigin="9257,3377" coordsize="2260,2">
              <v:shape style="position:absolute;left:9257;top:3377;width:2260;height:2" coordorigin="9257,3377" coordsize="2260,0" path="m9260,3377l11520,3377e" filled="f" stroked="t" strokeweight=".666667pt" strokecolor="#E6E6E6">
                <v:path arrowok="t"/>
              </v:shape>
            </v:group>
            <v:group style="position:absolute;left:11520;top:3363;width:2;height:260" coordorigin="11520,3363" coordsize="2,260">
              <v:shape style="position:absolute;left:11520;top:3363;width:2;height:260" coordorigin="11520,3363" coordsize="0,260" path="m11520,3383l11520,3643e" filled="f" stroked="t" strokeweight=".5pt" strokecolor="#FFFFFF">
                <v:path arrowok="t"/>
              </v:shape>
            </v:group>
            <v:group style="position:absolute;left:9257;top:3610;width:2260;height:2" coordorigin="9257,3610" coordsize="2260,2">
              <v:shape style="position:absolute;left:9257;top:3610;width:2260;height:2" coordorigin="9257,3610" coordsize="2260,0" path="m9260,3610l11520,3610e" filled="f" stroked="t" strokeweight=".666667pt" strokecolor="#E6E6E6">
                <v:path arrowok="t"/>
              </v:shape>
            </v:group>
            <v:group style="position:absolute;left:720;top:3637;width:10800;height:2" coordorigin="720,3637" coordsize="10800,2">
              <v:shape style="position:absolute;left:720;top:3637;width:10800;height:2" coordorigin="720,3637" coordsize="10800,0" path="m720,3637l11520,3637e" filled="f" stroked="t" strokeweight=".666686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085" type="#_x0000_t75">
            <v:imagedata r:id="rId57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95701: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Outpatient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with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Estimated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Creatinine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Clearance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(OR*3.0*420).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3" w:lineRule="auto"/>
        <w:ind w:left="100" w:right="2901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4:55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5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Impatient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129pt;width:541.499996pt;height:13.599986pt;mso-position-horizontal-relative:page;mso-position-vertical-relative:paragraph;z-index:-4084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1.10787pt;width:541.000001pt;height:15.000001pt;mso-position-horizontal-relative:page;mso-position-vertical-relative:paragraph;z-index:-4083" coordorigin="710,422" coordsize="10820,300">
            <v:group style="position:absolute;left:725;top:462;width:10790;height:220" coordorigin="725,462" coordsize="10790,220">
              <v:shape style="position:absolute;left:725;top:462;width:10790;height:220" coordorigin="725,462" coordsize="10790,220" path="m725,462l11515,462,11515,682,725,682,725,462e" filled="t" fillcolor="#E6E6E6" stroked="f">
                <v:path arrowok="t"/>
                <v:fill/>
              </v:shape>
            </v:group>
            <v:group style="position:absolute;left:717;top:429;width:10807;height:2" coordorigin="717,429" coordsize="10807,2">
              <v:shape style="position:absolute;left:717;top:429;width:10807;height:2" coordorigin="717,429" coordsize="10807,0" path="m718,429l11525,429e" filled="f" stroked="t" strokeweight=".666667pt" strokecolor="#E6E6E6">
                <v:path arrowok="t"/>
              </v:shape>
            </v:group>
            <v:group style="position:absolute;left:723;top:455;width:10793;height:2" coordorigin="723,455" coordsize="10793,2">
              <v:shape style="position:absolute;left:723;top:455;width:10793;height:2" coordorigin="723,455" coordsize="10793,0" path="m732,455l11525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723;top:689;width:10793;height:2" coordorigin="723,689" coordsize="10793,2">
              <v:shape style="position:absolute;left:723;top:689;width:10793;height:2" coordorigin="723,689" coordsize="10793,0" path="m727,689l11520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7pt;width:541.000001pt;height:15.000009pt;mso-position-horizontal-relative:page;mso-position-vertical-relative:paragraph;z-index:-4082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Suspect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Contributor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6pt;width:541.000001pt;height:22.606021pt;mso-position-horizontal-relative:page;mso-position-vertical-relative:paragraph;z-index:-4081" coordorigin="710,33" coordsize="10820,452">
            <v:shape style="position:absolute;left:2143;top:33;width:585;height:117" type="#_x0000_t75">
              <v:imagedata r:id="rId59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6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90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457863pt;width:540.999998pt;height:26.425pt;mso-position-horizontal-relative:page;mso-position-vertical-relative:paragraph;z-index:-4080" coordorigin="710,429" coordsize="10820,529">
            <v:group style="position:absolute;left:725;top:469;width:638;height:288" coordorigin="725,469" coordsize="638,288">
              <v:shape style="position:absolute;left:725;top:469;width:638;height:288" coordorigin="725,469" coordsize="638,288" path="m725,469l1363,469,1363,757,725,757,725,469e" filled="t" fillcolor="#E6E6E6" stroked="f">
                <v:path arrowok="t"/>
                <v:fill/>
              </v:shape>
            </v:group>
            <v:group style="position:absolute;left:717;top:436;width:651;height:2" coordorigin="717,436" coordsize="651,2">
              <v:shape style="position:absolute;left:717;top:436;width:651;height:2" coordorigin="717,436" coordsize="651,0" path="m718,436l1370,436e" filled="f" stroked="t" strokeweight=".666667pt" strokecolor="#E6E6E6">
                <v:path arrowok="t"/>
              </v:shape>
            </v:group>
            <v:group style="position:absolute;left:723;top:462;width:641;height:2" coordorigin="723,462" coordsize="641,2">
              <v:shape style="position:absolute;left:723;top:462;width:641;height:2" coordorigin="723,462" coordsize="641,0" path="m732,462l1373,462e" filled="f" stroked="t" strokeweight=".666667pt" strokecolor="#E6E6E6">
                <v:path arrowok="t"/>
              </v:shape>
            </v:group>
            <v:group style="position:absolute;left:723;top:764;width:641;height:2" coordorigin="723,764" coordsize="641,2">
              <v:shape style="position:absolute;left:723;top:764;width:641;height:2" coordorigin="723,764" coordsize="641,0" path="m727,764l1368,764e" filled="f" stroked="t" strokeweight=".666667pt" strokecolor="#E6E6E6">
                <v:path arrowok="t"/>
              </v:shape>
            </v:group>
            <v:group style="position:absolute;left:720;top:449;width:2;height:328" coordorigin="720,449" coordsize="2,328">
              <v:shape style="position:absolute;left:720;top:449;width:2;height:328" coordorigin="720,449" coordsize="0,328" path="m720,469l720,797e" filled="f" stroked="t" strokeweight=".5pt" strokecolor="#FFFFFF">
                <v:path arrowok="t"/>
              </v:shape>
            </v:group>
            <v:group style="position:absolute;left:1373;top:469;width:2798;height:288" coordorigin="1373,469" coordsize="2798,288">
              <v:shape style="position:absolute;left:1373;top:469;width:2798;height:288" coordorigin="1373,469" coordsize="2798,288" path="m1373,469l4171,469,4171,757,1373,757,1373,469e" filled="t" fillcolor="#E6E6E6" stroked="f">
                <v:path arrowok="t"/>
                <v:fill/>
              </v:shape>
            </v:group>
            <v:group style="position:absolute;left:1368;top:436;width:2808;height:2" coordorigin="1368,436" coordsize="2808,2">
              <v:shape style="position:absolute;left:1368;top:436;width:2808;height:2" coordorigin="1368,436" coordsize="2808,0" path="m1368,436l4176,436e" filled="f" stroked="t" strokeweight=".666667pt" strokecolor="#E6E6E6">
                <v:path arrowok="t"/>
              </v:shape>
            </v:group>
            <v:group style="position:absolute;left:1371;top:462;width:2801;height:2" coordorigin="1371,462" coordsize="2801,2">
              <v:shape style="position:absolute;left:1371;top:462;width:2801;height:2" coordorigin="1371,462" coordsize="2801,0" path="m1375,462l4176,462e" filled="f" stroked="t" strokeweight=".666667pt" strokecolor="#E6E6E6">
                <v:path arrowok="t"/>
              </v:shape>
            </v:group>
            <v:group style="position:absolute;left:1371;top:764;width:2801;height:2" coordorigin="1371,764" coordsize="2801,2">
              <v:shape style="position:absolute;left:1371;top:764;width:2801;height:2" coordorigin="1371,764" coordsize="2801,0" path="m1375,764l4176,764e" filled="f" stroked="t" strokeweight=".666667pt" strokecolor="#E6E6E6">
                <v:path arrowok="t"/>
              </v:shape>
            </v:group>
            <v:group style="position:absolute;left:4181;top:469;width:962;height:288" coordorigin="4181,469" coordsize="962,288">
              <v:shape style="position:absolute;left:4181;top:469;width:962;height:288" coordorigin="4181,469" coordsize="962,288" path="m4181,469l5143,469,5143,757,4181,757,4181,469e" filled="t" fillcolor="#E6E6E6" stroked="f">
                <v:path arrowok="t"/>
                <v:fill/>
              </v:shape>
            </v:group>
            <v:group style="position:absolute;left:4176;top:436;width:972;height:2" coordorigin="4176,436" coordsize="972,2">
              <v:shape style="position:absolute;left:4176;top:436;width:972;height:2" coordorigin="4176,436" coordsize="972,0" path="m4176,436l5148,436e" filled="f" stroked="t" strokeweight=".666667pt" strokecolor="#E6E6E6">
                <v:path arrowok="t"/>
              </v:shape>
            </v:group>
            <v:group style="position:absolute;left:4179;top:462;width:965;height:2" coordorigin="4179,462" coordsize="965,2">
              <v:shape style="position:absolute;left:4179;top:462;width:965;height:2" coordorigin="4179,462" coordsize="965,0" path="m4183,462l5148,462e" filled="f" stroked="t" strokeweight=".666667pt" strokecolor="#E6E6E6">
                <v:path arrowok="t"/>
              </v:shape>
            </v:group>
            <v:group style="position:absolute;left:4179;top:764;width:965;height:2" coordorigin="4179,764" coordsize="965,2">
              <v:shape style="position:absolute;left:4179;top:764;width:965;height:2" coordorigin="4179,764" coordsize="965,0" path="m4183,764l5148,764e" filled="f" stroked="t" strokeweight=".666667pt" strokecolor="#E6E6E6">
                <v:path arrowok="t"/>
              </v:shape>
            </v:group>
            <v:group style="position:absolute;left:5153;top:469;width:1178;height:288" coordorigin="5153,469" coordsize="1178,288">
              <v:shape style="position:absolute;left:5153;top:469;width:1178;height:288" coordorigin="5153,469" coordsize="1178,288" path="m5153,469l6331,469,6331,757,5153,757,5153,469e" filled="t" fillcolor="#E6E6E6" stroked="f">
                <v:path arrowok="t"/>
                <v:fill/>
              </v:shape>
            </v:group>
            <v:group style="position:absolute;left:5148;top:436;width:1188;height:2" coordorigin="5148,436" coordsize="1188,2">
              <v:shape style="position:absolute;left:5148;top:436;width:1188;height:2" coordorigin="5148,436" coordsize="1188,0" path="m5148,436l6336,436e" filled="f" stroked="t" strokeweight=".666667pt" strokecolor="#E6E6E6">
                <v:path arrowok="t"/>
              </v:shape>
            </v:group>
            <v:group style="position:absolute;left:5151;top:462;width:1181;height:2" coordorigin="5151,462" coordsize="1181,2">
              <v:shape style="position:absolute;left:5151;top:462;width:1181;height:2" coordorigin="5151,462" coordsize="1181,0" path="m5155,462l6336,462e" filled="f" stroked="t" strokeweight=".666667pt" strokecolor="#E6E6E6">
                <v:path arrowok="t"/>
              </v:shape>
            </v:group>
            <v:group style="position:absolute;left:5151;top:764;width:1181;height:2" coordorigin="5151,764" coordsize="1181,2">
              <v:shape style="position:absolute;left:5151;top:764;width:1181;height:2" coordorigin="5151,764" coordsize="1181,0" path="m5155,764l6336,764e" filled="f" stroked="t" strokeweight=".666667pt" strokecolor="#E6E6E6">
                <v:path arrowok="t"/>
              </v:shape>
            </v:group>
            <v:group style="position:absolute;left:6341;top:469;width:1178;height:288" coordorigin="6341,469" coordsize="1178,288">
              <v:shape style="position:absolute;left:6341;top:469;width:1178;height:288" coordorigin="6341,469" coordsize="1178,288" path="m6341,469l7519,469,7519,757,6341,757,6341,469e" filled="t" fillcolor="#E6E6E6" stroked="f">
                <v:path arrowok="t"/>
                <v:fill/>
              </v:shape>
            </v:group>
            <v:group style="position:absolute;left:6336;top:436;width:1188;height:2" coordorigin="6336,436" coordsize="1188,2">
              <v:shape style="position:absolute;left:6336;top:436;width:1188;height:2" coordorigin="6336,436" coordsize="1188,0" path="m6336,436l7524,436e" filled="f" stroked="t" strokeweight=".666667pt" strokecolor="#E6E6E6">
                <v:path arrowok="t"/>
              </v:shape>
            </v:group>
            <v:group style="position:absolute;left:6339;top:462;width:1181;height:2" coordorigin="6339,462" coordsize="1181,2">
              <v:shape style="position:absolute;left:6339;top:462;width:1181;height:2" coordorigin="6339,462" coordsize="1181,0" path="m6343,462l7524,462e" filled="f" stroked="t" strokeweight=".666667pt" strokecolor="#E6E6E6">
                <v:path arrowok="t"/>
              </v:shape>
            </v:group>
            <v:group style="position:absolute;left:6339;top:764;width:1181;height:2" coordorigin="6339,764" coordsize="1181,2">
              <v:shape style="position:absolute;left:6339;top:764;width:1181;height:2" coordorigin="6339,764" coordsize="1181,0" path="m6343,764l7524,764e" filled="f" stroked="t" strokeweight=".666667pt" strokecolor="#E6E6E6">
                <v:path arrowok="t"/>
              </v:shape>
            </v:group>
            <v:group style="position:absolute;left:7529;top:469;width:1394;height:288" coordorigin="7529,469" coordsize="1394,288">
              <v:shape style="position:absolute;left:7529;top:469;width:1394;height:288" coordorigin="7529,469" coordsize="1394,288" path="m7529,469l8923,469,8923,757,7529,757,7529,469e" filled="t" fillcolor="#E6E6E6" stroked="f">
                <v:path arrowok="t"/>
                <v:fill/>
              </v:shape>
            </v:group>
            <v:group style="position:absolute;left:7524;top:436;width:1404;height:2" coordorigin="7524,436" coordsize="1404,2">
              <v:shape style="position:absolute;left:7524;top:436;width:1404;height:2" coordorigin="7524,436" coordsize="1404,0" path="m7524,436l8928,436e" filled="f" stroked="t" strokeweight=".666667pt" strokecolor="#E6E6E6">
                <v:path arrowok="t"/>
              </v:shape>
            </v:group>
            <v:group style="position:absolute;left:7527;top:462;width:1397;height:2" coordorigin="7527,462" coordsize="1397,2">
              <v:shape style="position:absolute;left:7527;top:462;width:1397;height:2" coordorigin="7527,462" coordsize="1397,0" path="m7531,462l8928,462e" filled="f" stroked="t" strokeweight=".666667pt" strokecolor="#E6E6E6">
                <v:path arrowok="t"/>
              </v:shape>
            </v:group>
            <v:group style="position:absolute;left:7527;top:764;width:1397;height:2" coordorigin="7527,764" coordsize="1397,2">
              <v:shape style="position:absolute;left:7527;top:764;width:1397;height:2" coordorigin="7527,764" coordsize="1397,0" path="m7531,764l8928,764e" filled="f" stroked="t" strokeweight=".666667pt" strokecolor="#E6E6E6">
                <v:path arrowok="t"/>
              </v:shape>
            </v:group>
            <v:group style="position:absolute;left:8933;top:469;width:1178;height:288" coordorigin="8933,469" coordsize="1178,288">
              <v:shape style="position:absolute;left:8933;top:469;width:1178;height:288" coordorigin="8933,469" coordsize="1178,288" path="m8933,469l10111,469,10111,757,8933,757,8933,469e" filled="t" fillcolor="#E6E6E6" stroked="f">
                <v:path arrowok="t"/>
                <v:fill/>
              </v:shape>
            </v:group>
            <v:group style="position:absolute;left:8928;top:436;width:1188;height:2" coordorigin="8928,436" coordsize="1188,2">
              <v:shape style="position:absolute;left:8928;top:436;width:1188;height:2" coordorigin="8928,436" coordsize="1188,0" path="m8928,436l10116,436e" filled="f" stroked="t" strokeweight=".666667pt" strokecolor="#E6E6E6">
                <v:path arrowok="t"/>
              </v:shape>
            </v:group>
            <v:group style="position:absolute;left:8931;top:462;width:1181;height:2" coordorigin="8931,462" coordsize="1181,2">
              <v:shape style="position:absolute;left:8931;top:462;width:1181;height:2" coordorigin="8931,462" coordsize="1181,0" path="m8935,462l10116,462e" filled="f" stroked="t" strokeweight=".666667pt" strokecolor="#E6E6E6">
                <v:path arrowok="t"/>
              </v:shape>
            </v:group>
            <v:group style="position:absolute;left:8931;top:764;width:1181;height:2" coordorigin="8931,764" coordsize="1181,2">
              <v:shape style="position:absolute;left:8931;top:764;width:1181;height:2" coordorigin="8931,764" coordsize="1181,0" path="m8935,764l10116,764e" filled="f" stroked="t" strokeweight=".666667pt" strokecolor="#E6E6E6">
                <v:path arrowok="t"/>
              </v:shape>
            </v:group>
            <v:group style="position:absolute;left:10121;top:469;width:1394;height:288" coordorigin="10121,469" coordsize="1394,288">
              <v:shape style="position:absolute;left:10121;top:469;width:1394;height:288" coordorigin="10121,469" coordsize="1394,288" path="m10121,469l11515,469,11515,757,10121,757,10121,469e" filled="t" fillcolor="#E6E6E6" stroked="f">
                <v:path arrowok="t"/>
                <v:fill/>
              </v:shape>
            </v:group>
            <v:group style="position:absolute;left:10116;top:436;width:1407;height:2" coordorigin="10116,436" coordsize="1407,2">
              <v:shape style="position:absolute;left:10116;top:436;width:1407;height:2" coordorigin="10116,436" coordsize="1407,0" path="m10116,436l11523,436e" filled="f" stroked="t" strokeweight=".666667pt" strokecolor="#E6E6E6">
                <v:path arrowok="t"/>
              </v:shape>
            </v:group>
            <v:group style="position:absolute;left:10119;top:462;width:1397;height:2" coordorigin="10119,462" coordsize="1397,2">
              <v:shape style="position:absolute;left:10119;top:462;width:1397;height:2" coordorigin="10119,462" coordsize="1397,0" path="m10123,462l11520,462e" filled="f" stroked="t" strokeweight=".666667pt" strokecolor="#E6E6E6">
                <v:path arrowok="t"/>
              </v:shape>
            </v:group>
            <v:group style="position:absolute;left:11520;top:449;width:2;height:328" coordorigin="11520,449" coordsize="2,328">
              <v:shape style="position:absolute;left:11520;top:449;width:2;height:328" coordorigin="11520,449" coordsize="0,328" path="m11520,469l11520,797e" filled="f" stroked="t" strokeweight=".5pt" strokecolor="#FFFFFF">
                <v:path arrowok="t"/>
              </v:shape>
            </v:group>
            <v:group style="position:absolute;left:10119;top:764;width:1397;height:2" coordorigin="10119,764" coordsize="1397,2">
              <v:shape style="position:absolute;left:10119;top:764;width:1397;height:2" coordorigin="10119,764" coordsize="1397,0" path="m10123,764l11520,764e" filled="f" stroked="t" strokeweight=".666667pt" strokecolor="#E6E6E6">
                <v:path arrowok="t"/>
              </v:shape>
            </v:group>
            <v:group style="position:absolute;left:720;top:790;width:10800;height:2" coordorigin="720,790" coordsize="10800,2">
              <v:shape style="position:absolute;left:720;top:790;width:10800;height:2" coordorigin="720,790" coordsize="10800,0" path="m720,790l11520,790e" filled="f" stroked="t" strokeweight=".666676pt" strokecolor="#E6E6E6">
                <v:path arrowok="t"/>
              </v:shape>
              <v:shape style="position:absolute;left:1468;top:814;width:144;height:144" type="#_x0000_t75">
                <v:imagedata r:id="rId60" o:title="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6" w:after="0" w:line="183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Validates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5" w:lineRule="exact"/>
        <w:ind w:right="599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right"/>
        <w:spacing w:after="0"/>
        <w:sectPr>
          <w:pgMar w:footer="979" w:header="0" w:top="1360" w:bottom="1160" w:left="620" w:right="600"/>
          <w:footerReference w:type="default" r:id="rId56"/>
          <w:pgSz w:w="12240" w:h="15840"/>
        </w:sectPr>
      </w:pPr>
      <w:rPr/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07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87186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50" w:lineRule="auto"/>
        <w:ind w:right="-41" w:firstLine="144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22.344921pt;width:539.999997pt;height:.1pt;mso-position-horizontal-relative:page;mso-position-vertical-relative:paragraph;z-index:-4079" coordorigin="720,447" coordsize="10800,2">
            <v:shape style="position:absolute;left:720;top:447;width:10800;height:2" coordorigin="720,447" coordsize="10800,0" path="m720,447l11520,447e" filled="f" stroked="t" strokeweight=".500010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with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Estimated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Creatinine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Clearance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tabs>
          <w:tab w:pos="960" w:val="left"/>
          <w:tab w:pos="2160" w:val="left"/>
          <w:tab w:pos="3340" w:val="left"/>
          <w:tab w:pos="4740" w:val="left"/>
          <w:tab w:pos="59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Approved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Manual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24,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00"/>
          <w:cols w:num="3" w:equalWidth="0">
            <w:col w:w="641" w:space="207"/>
            <w:col w:w="2375" w:space="433"/>
            <w:col w:w="7364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4078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Last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Result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114011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50" w:lineRule="auto"/>
        <w:ind w:left="616" w:right="12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50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6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with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Estimated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33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Creatinine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Clearance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left="616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(OR*3.0*420)._Dev1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3" w:lineRule="exact"/>
        <w:ind w:right="-69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Lucy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407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VHAISDILUSTL</w:t>
      </w:r>
    </w:p>
    <w:p>
      <w:pPr>
        <w:spacing w:before="8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37.044849pt;width:539.999999pt;height:.1pt;mso-position-horizontal-relative:page;mso-position-vertical-relative:paragraph;z-index:-4077" coordorigin="720,741" coordsize="10800,2">
            <v:shape style="position:absolute;left:720;top:741;width:10800;height:2" coordorigin="720,741" coordsize="10800,0" path="m720,741l11520,741e" filled="f" stroked="t" strokeweight=".500098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Outpatient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Medication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with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Estimated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Creatinine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Clearance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58pt;width:7.2pt;height:7.2pt;mso-position-horizontal-relative:page;mso-position-vertical-relative:paragraph;z-index:-4076" type="#_x0000_t75">
            <v:imagedata r:id="rId62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12,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83" w:space="637"/>
            <w:col w:w="2070" w:space="166"/>
            <w:col w:w="3129" w:space="219"/>
            <w:col w:w="854" w:space="226"/>
            <w:col w:w="1181" w:space="115"/>
            <w:col w:w="1480"/>
          </w:cols>
        </w:sectPr>
      </w:pPr>
      <w:rPr/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2pt;width:541.000001pt;height:15.000049pt;mso-position-horizontal-relative:page;mso-position-vertical-relative:paragraph;z-index:-4075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9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61pt;width:541.000001pt;height:15.000013pt;mso-position-horizontal-relative:page;mso-position-vertical-relative:paragraph;z-index:-4074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073" type="#_x0000_t75">
            <v:imagedata r:id="rId64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87186: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Outpatient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Medication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with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Estimated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Creatinine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Clearance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Estimated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Clearance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Inpatient/Outpatient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9pt;width:541.500003pt;height:13.600017pt;mso-position-horizontal-relative:page;mso-position-vertical-relative:paragraph;z-index:-4072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2.10788pt;width:539.718009pt;height:191.937988pt;mso-position-horizontal-relative:page;mso-position-vertical-relative:paragraph;z-index:-4071" coordorigin="723,442" coordsize="10794,3839">
            <v:group style="position:absolute;left:728;top:447;width:10784;height:2" coordorigin="728,447" coordsize="10784,2">
              <v:shape style="position:absolute;left:728;top:447;width:10784;height:2" coordorigin="728,447" coordsize="10784,0" path="m733,447l11517,447e" filled="f" stroked="t" strokeweight=".5pt" strokecolor="#000000">
                <v:path arrowok="t"/>
              </v:shape>
            </v:group>
            <v:group style="position:absolute;left:11512;top:447;width:2;height:3829" coordorigin="11512,447" coordsize="2,3829">
              <v:shape style="position:absolute;left:11512;top:447;width:2;height:3829" coordorigin="11512,447" coordsize="0,3829" path="m11512,452l11512,4281e" filled="f" stroked="t" strokeweight=".5pt" strokecolor="#000000">
                <v:path arrowok="t"/>
              </v:shape>
            </v:group>
            <v:group style="position:absolute;left:728;top:4276;width:10784;height:2" coordorigin="728,4276" coordsize="10784,2">
              <v:shape style="position:absolute;left:728;top:4276;width:10784;height:2" coordorigin="728,4276" coordsize="10784,0" path="m733,4276l11517,4276e" filled="f" stroked="t" strokeweight=".5pt" strokecolor="#000000">
                <v:path arrowok="t"/>
              </v:shape>
            </v:group>
            <v:group style="position:absolute;left:728;top:447;width:2;height:3829" coordorigin="728,447" coordsize="2,3829">
              <v:shape style="position:absolute;left:728;top:447;width:2;height:3829" coordorigin="728,447" coordsize="0,3829" path="m728,452l728,4281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Vitals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needed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Clearance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calculation).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released.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30.378895pt;width:539.718009pt;height:163.138031pt;mso-position-horizontal-relative:page;mso-position-vertical-relative:paragraph;z-index:-4070" coordorigin="723,608" coordsize="10794,3263">
            <v:group style="position:absolute;left:728;top:613;width:10784;height:2" coordorigin="728,613" coordsize="10784,2">
              <v:shape style="position:absolute;left:728;top:613;width:10784;height:2" coordorigin="728,613" coordsize="10784,0" path="m733,613l11517,613e" filled="f" stroked="t" strokeweight=".5pt" strokecolor="#000000">
                <v:path arrowok="t"/>
              </v:shape>
            </v:group>
            <v:group style="position:absolute;left:11512;top:613;width:2;height:3253" coordorigin="11512,613" coordsize="2,3253">
              <v:shape style="position:absolute;left:11512;top:613;width:2;height:3253" coordorigin="11512,613" coordsize="0,3253" path="m11512,618l11512,3870e" filled="f" stroked="t" strokeweight=".5pt" strokecolor="#000000">
                <v:path arrowok="t"/>
              </v:shape>
            </v:group>
            <v:group style="position:absolute;left:728;top:3865;width:10784;height:2" coordorigin="728,3865" coordsize="10784,2">
              <v:shape style="position:absolute;left:728;top:3865;width:10784;height:2" coordorigin="728,3865" coordsize="10784,0" path="m733,3865l11517,3865e" filled="f" stroked="t" strokeweight=".5pt" strokecolor="#000000">
                <v:path arrowok="t"/>
              </v:shape>
            </v:group>
            <v:group style="position:absolute;left:728;top:613;width:2;height:3253" coordorigin="728,613" coordsize="2,3253">
              <v:shape style="position:absolute;left:728;top:613;width:2;height:3253" coordorigin="728,613" coordsize="0,3253" path="m728,618l728,387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Alpha.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780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600"/>
          <w:footerReference w:type="default" r:id="rId63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63.138pt;mso-position-horizontal-relative:page;mso-position-vertical-relative:page;z-index:-4069" coordorigin="723,1440" coordsize="10794,326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3253" coordorigin="11512,1445" coordsize="2,3253">
              <v:shape style="position:absolute;left:11512;top:1445;width:2;height:3253" coordorigin="11512,1445" coordsize="0,3253" path="m11512,1450l11512,4703e" filled="f" stroked="t" strokeweight=".5pt" strokecolor="#000000">
                <v:path arrowok="t"/>
              </v:shape>
            </v:group>
            <v:group style="position:absolute;left:728;top:4698;width:10784;height:2" coordorigin="728,4698" coordsize="10784,2">
              <v:shape style="position:absolute;left:728;top:4698;width:10784;height:2" coordorigin="728,4698" coordsize="10784,0" path="m733,4698l11517,4698e" filled="f" stroked="t" strokeweight=".5pt" strokecolor="#000000">
                <v:path arrowok="t"/>
              </v:shape>
            </v:group>
            <v:group style="position:absolute;left:728;top:1445;width:2;height:3253" coordorigin="728,1445" coordsize="2,3253">
              <v:shape style="position:absolute;left:728;top:1445;width:2;height:3253" coordorigin="728,1445" coordsize="0,3253" path="m728,1450l728,470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3.138pt;width:539.718009pt;height:163.138001pt;mso-position-horizontal-relative:page;mso-position-vertical-relative:page;z-index:-4068" coordorigin="723,4863" coordsize="10794,3263">
            <v:group style="position:absolute;left:728;top:4868;width:10784;height:2" coordorigin="728,4868" coordsize="10784,2">
              <v:shape style="position:absolute;left:728;top:4868;width:10784;height:2" coordorigin="728,4868" coordsize="10784,0" path="m733,4868l11517,4868e" filled="f" stroked="t" strokeweight=".5pt" strokecolor="#000000">
                <v:path arrowok="t"/>
              </v:shape>
            </v:group>
            <v:group style="position:absolute;left:11512;top:4868;width:2;height:3253" coordorigin="11512,4868" coordsize="2,3253">
              <v:shape style="position:absolute;left:11512;top:4868;width:2;height:3253" coordorigin="11512,4868" coordsize="0,3253" path="m11512,4873l11512,8126e" filled="f" stroked="t" strokeweight=".5pt" strokecolor="#000000">
                <v:path arrowok="t"/>
              </v:shape>
            </v:group>
            <v:group style="position:absolute;left:728;top:8121;width:10784;height:2" coordorigin="728,8121" coordsize="10784,2">
              <v:shape style="position:absolute;left:728;top:8121;width:10784;height:2" coordorigin="728,8121" coordsize="10784,0" path="m733,8121l11517,8121e" filled="f" stroked="t" strokeweight=".5pt" strokecolor="#000000">
                <v:path arrowok="t"/>
              </v:shape>
            </v:group>
            <v:group style="position:absolute;left:728;top:4868;width:2;height:3253" coordorigin="728,4868" coordsize="2,3253">
              <v:shape style="position:absolute;left:728;top:4868;width:2;height:3253" coordorigin="728,4868" coordsize="0,3253" path="m728,4873l728,81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4.276001pt;width:539.718009pt;height:163.138pt;mso-position-horizontal-relative:page;mso-position-vertical-relative:page;z-index:-4067" coordorigin="723,8286" coordsize="10794,3263">
            <v:group style="position:absolute;left:728;top:8291;width:10784;height:2" coordorigin="728,8291" coordsize="10784,2">
              <v:shape style="position:absolute;left:728;top:8291;width:10784;height:2" coordorigin="728,8291" coordsize="10784,0" path="m733,8291l11517,8291e" filled="f" stroked="t" strokeweight=".5pt" strokecolor="#000000">
                <v:path arrowok="t"/>
              </v:shape>
            </v:group>
            <v:group style="position:absolute;left:11512;top:8291;width:2;height:3253" coordorigin="11512,8291" coordsize="2,3253">
              <v:shape style="position:absolute;left:11512;top:8291;width:2;height:3253" coordorigin="11512,8291" coordsize="0,3253" path="m11512,8296l11512,11548e" filled="f" stroked="t" strokeweight=".5pt" strokecolor="#000000">
                <v:path arrowok="t"/>
              </v:shape>
            </v:group>
            <v:group style="position:absolute;left:728;top:11543;width:10784;height:2" coordorigin="728,11543" coordsize="10784,2">
              <v:shape style="position:absolute;left:728;top:11543;width:10784;height:2" coordorigin="728,11543" coordsize="10784,0" path="m733,11543l11517,11543e" filled="f" stroked="t" strokeweight=".5pt" strokecolor="#000000">
                <v:path arrowok="t"/>
              </v:shape>
            </v:group>
            <v:group style="position:absolute;left:728;top:8291;width:2;height:3253" coordorigin="728,8291" coordsize="2,3253">
              <v:shape style="position:absolute;left:728;top:8291;width:2;height:3253" coordorigin="728,8291" coordsize="0,3253" path="m728,8296l728,1154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5.164001pt;width:539.718009pt;height:114.268982pt;mso-position-horizontal-relative:page;mso-position-vertical-relative:page;z-index:-4066" coordorigin="723,11703" coordsize="10794,2285">
            <v:group style="position:absolute;left:728;top:11713;width:10784;height:2" coordorigin="728,11713" coordsize="10784,2">
              <v:shape style="position:absolute;left:728;top:11713;width:10784;height:2" coordorigin="728,11713" coordsize="10784,0" path="m733,11713l11517,11713e" filled="f" stroked="t" strokeweight=".5pt" strokecolor="#000000">
                <v:path arrowok="t"/>
              </v:shape>
            </v:group>
            <v:group style="position:absolute;left:11512;top:11713;width:2;height:2270" coordorigin="11512,11713" coordsize="2,2270">
              <v:shape style="position:absolute;left:11512;top:11713;width:2;height:2270" coordorigin="11512,11713" coordsize="0,2270" path="m11512,11718l11512,13989e" filled="f" stroked="t" strokeweight=".5pt" strokecolor="#000000">
                <v:path arrowok="t"/>
              </v:shape>
            </v:group>
            <v:group style="position:absolute;left:728;top:11713;width:2;height:2270" coordorigin="728,11713" coordsize="2,2270">
              <v:shape style="position:absolute;left:728;top:11713;width:2;height:2270" coordorigin="728,11713" coordsize="0,2270" path="m728,11718l728,1398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9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Check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Vitals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0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Vitals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2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18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1.618999pt;mso-position-horizontal-relative:page;mso-position-vertical-relative:page;z-index:-4065" coordorigin="723,1435" coordsize="10794,832">
            <v:group style="position:absolute;left:11512;top:1440;width:2;height:822" coordorigin="11512,1440" coordsize="2,822">
              <v:shape style="position:absolute;left:11512;top:1440;width:2;height:822" coordorigin="11512,1440" coordsize="0,822" path="m11512,1440l11512,2262e" filled="f" stroked="t" strokeweight=".5pt" strokecolor="#000000">
                <v:path arrowok="t"/>
              </v:shape>
            </v:group>
            <v:group style="position:absolute;left:728;top:2262;width:10784;height:2" coordorigin="728,2262" coordsize="10784,2">
              <v:shape style="position:absolute;left:728;top:2262;width:10784;height:2" coordorigin="728,2262" coordsize="10784,0" path="m733,2262l11517,2262e" filled="f" stroked="t" strokeweight=".5pt" strokecolor="#000000">
                <v:path arrowok="t"/>
              </v:shape>
            </v:group>
            <v:group style="position:absolute;left:728;top:1440;width:2;height:822" coordorigin="728,1440" coordsize="2,822">
              <v:shape style="position:absolute;left:728;top:1440;width:2;height:822" coordorigin="728,1440" coordsize="0,822" path="m728,1440l728,226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1.368996pt;width:539.718009pt;height:163.138005pt;mso-position-horizontal-relative:page;mso-position-vertical-relative:page;z-index:-4064" coordorigin="723,2427" coordsize="10794,3263">
            <v:group style="position:absolute;left:728;top:2432;width:10784;height:2" coordorigin="728,2432" coordsize="10784,2">
              <v:shape style="position:absolute;left:728;top:2432;width:10784;height:2" coordorigin="728,2432" coordsize="10784,0" path="m733,2432l11517,2432e" filled="f" stroked="t" strokeweight=".5pt" strokecolor="#000000">
                <v:path arrowok="t"/>
              </v:shape>
            </v:group>
            <v:group style="position:absolute;left:11512;top:2432;width:2;height:3253" coordorigin="11512,2432" coordsize="2,3253">
              <v:shape style="position:absolute;left:11512;top:2432;width:2;height:3253" coordorigin="11512,2432" coordsize="0,3253" path="m11512,2437l11512,5690e" filled="f" stroked="t" strokeweight=".5pt" strokecolor="#000000">
                <v:path arrowok="t"/>
              </v:shape>
            </v:group>
            <v:group style="position:absolute;left:728;top:5685;width:10784;height:2" coordorigin="728,5685" coordsize="10784,2">
              <v:shape style="position:absolute;left:728;top:5685;width:10784;height:2" coordorigin="728,5685" coordsize="10784,0" path="m733,5685l11517,5685e" filled="f" stroked="t" strokeweight=".5pt" strokecolor="#000000">
                <v:path arrowok="t"/>
              </v:shape>
            </v:group>
            <v:group style="position:absolute;left:728;top:2432;width:2;height:3253" coordorigin="728,2432" coordsize="2,3253">
              <v:shape style="position:absolute;left:728;top:2432;width:2;height:3253" coordorigin="728,2432" coordsize="0,3253" path="m728,2437l728,569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92.507019pt;width:539.718009pt;height:163.137985pt;mso-position-horizontal-relative:page;mso-position-vertical-relative:page;z-index:-4063" coordorigin="723,5850" coordsize="10794,3263">
            <v:group style="position:absolute;left:728;top:5855;width:10784;height:2" coordorigin="728,5855" coordsize="10784,2">
              <v:shape style="position:absolute;left:728;top:5855;width:10784;height:2" coordorigin="728,5855" coordsize="10784,0" path="m733,5855l11517,5855e" filled="f" stroked="t" strokeweight=".5pt" strokecolor="#000000">
                <v:path arrowok="t"/>
              </v:shape>
            </v:group>
            <v:group style="position:absolute;left:11512;top:5855;width:2;height:3253" coordorigin="11512,5855" coordsize="2,3253">
              <v:shape style="position:absolute;left:11512;top:5855;width:2;height:3253" coordorigin="11512,5855" coordsize="0,3253" path="m11512,5860l11512,9113e" filled="f" stroked="t" strokeweight=".5pt" strokecolor="#000000">
                <v:path arrowok="t"/>
              </v:shape>
            </v:group>
            <v:group style="position:absolute;left:728;top:9108;width:10784;height:2" coordorigin="728,9108" coordsize="10784,2">
              <v:shape style="position:absolute;left:728;top:9108;width:10784;height:2" coordorigin="728,9108" coordsize="10784,0" path="m733,9108l11517,9108e" filled="f" stroked="t" strokeweight=".5pt" strokecolor="#000000">
                <v:path arrowok="t"/>
              </v:shape>
            </v:group>
            <v:group style="position:absolute;left:728;top:5855;width:2;height:3253" coordorigin="728,5855" coordsize="2,3253">
              <v:shape style="position:absolute;left:728;top:5855;width:2;height:3253" coordorigin="728,5855" coordsize="0,3253" path="m728,5860l728,911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3.644989pt;width:539.718009pt;height:172.738007pt;mso-position-horizontal-relative:page;mso-position-vertical-relative:page;z-index:-4062" coordorigin="723,9273" coordsize="10794,3455">
            <v:group style="position:absolute;left:728;top:9278;width:10784;height:2" coordorigin="728,9278" coordsize="10784,2">
              <v:shape style="position:absolute;left:728;top:9278;width:10784;height:2" coordorigin="728,9278" coordsize="10784,0" path="m733,9278l11517,9278e" filled="f" stroked="t" strokeweight=".5pt" strokecolor="#000000">
                <v:path arrowok="t"/>
              </v:shape>
            </v:group>
            <v:group style="position:absolute;left:11512;top:9278;width:2;height:3445" coordorigin="11512,9278" coordsize="2,3445">
              <v:shape style="position:absolute;left:11512;top:9278;width:2;height:3445" coordorigin="11512,9278" coordsize="0,3445" path="m11512,9283l11512,12728e" filled="f" stroked="t" strokeweight=".5pt" strokecolor="#000000">
                <v:path arrowok="t"/>
              </v:shape>
            </v:group>
            <v:group style="position:absolute;left:728;top:12723;width:10784;height:2" coordorigin="728,12723" coordsize="10784,2">
              <v:shape style="position:absolute;left:728;top:12723;width:10784;height:2" coordorigin="728,12723" coordsize="10784,0" path="m733,12723l11517,12723e" filled="f" stroked="t" strokeweight=".5pt" strokecolor="#000000">
                <v:path arrowok="t"/>
              </v:shape>
            </v:group>
            <v:group style="position:absolute;left:728;top:9278;width:2;height:3445" coordorigin="728,9278" coordsize="2,3445">
              <v:shape style="position:absolute;left:728;top:9278;width:2;height:3445" coordorigin="728,9278" coordsize="0,3445" path="m728,9283l728,1272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44.132996pt;width:539.718009pt;height:61.468994pt;mso-position-horizontal-relative:page;mso-position-vertical-relative:page;z-index:-4061" coordorigin="723,12883" coordsize="10794,1229">
            <v:group style="position:absolute;left:728;top:12893;width:10784;height:2" coordorigin="728,12893" coordsize="10784,2">
              <v:shape style="position:absolute;left:728;top:12893;width:10784;height:2" coordorigin="728,12893" coordsize="10784,0" path="m733,12893l11517,12893e" filled="f" stroked="t" strokeweight=".5pt" strokecolor="#000000">
                <v:path arrowok="t"/>
              </v:shape>
            </v:group>
            <v:group style="position:absolute;left:11512;top:12893;width:2;height:1214" coordorigin="11512,12893" coordsize="2,1214">
              <v:shape style="position:absolute;left:11512;top:12893;width:2;height:1214" coordorigin="11512,12893" coordsize="0,1214" path="m11512,12898l11512,14112e" filled="f" stroked="t" strokeweight=".5pt" strokecolor="#000000">
                <v:path arrowok="t"/>
              </v:shape>
            </v:group>
            <v:group style="position:absolute;left:728;top:12893;width:2;height:1214" coordorigin="728,12893" coordsize="2,1214">
              <v:shape style="position:absolute;left:728;top:12893;width:2;height:1214" coordorigin="728,12893" coordsize="0,1214" path="m728,12898l728,1411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9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02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along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normal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Estimated</w:t>
      </w:r>
    </w:p>
    <w:p>
      <w:pPr>
        <w:spacing w:before="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Clearance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65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Complete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94.418999pt;mso-position-horizontal-relative:page;mso-position-vertical-relative:page;z-index:-4060" coordorigin="723,1435" coordsize="10794,1888">
            <v:group style="position:absolute;left:11512;top:1440;width:2;height:1878" coordorigin="11512,1440" coordsize="2,1878">
              <v:shape style="position:absolute;left:11512;top:1440;width:2;height:1878" coordorigin="11512,1440" coordsize="0,1878" path="m11512,1440l11512,3318e" filled="f" stroked="t" strokeweight=".5pt" strokecolor="#000000">
                <v:path arrowok="t"/>
              </v:shape>
            </v:group>
            <v:group style="position:absolute;left:728;top:3318;width:10784;height:2" coordorigin="728,3318" coordsize="10784,2">
              <v:shape style="position:absolute;left:728;top:3318;width:10784;height:2" coordorigin="728,3318" coordsize="10784,0" path="m733,3318l11517,3318e" filled="f" stroked="t" strokeweight=".5pt" strokecolor="#000000">
                <v:path arrowok="t"/>
              </v:shape>
            </v:group>
            <v:group style="position:absolute;left:728;top:1440;width:2;height:1878" coordorigin="728,1440" coordsize="2,1878">
              <v:shape style="position:absolute;left:728;top:1440;width:2;height:1878" coordorigin="728,1440" coordsize="0,1878" path="m728,1440l728,33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74.169006pt;width:539.718009pt;height:163.138008pt;mso-position-horizontal-relative:page;mso-position-vertical-relative:page;z-index:-4059" coordorigin="723,3483" coordsize="10794,3263">
            <v:group style="position:absolute;left:728;top:3488;width:10784;height:2" coordorigin="728,3488" coordsize="10784,2">
              <v:shape style="position:absolute;left:728;top:3488;width:10784;height:2" coordorigin="728,3488" coordsize="10784,0" path="m733,3488l11517,3488e" filled="f" stroked="t" strokeweight=".5pt" strokecolor="#000000">
                <v:path arrowok="t"/>
              </v:shape>
            </v:group>
            <v:group style="position:absolute;left:11512;top:3488;width:2;height:3253" coordorigin="11512,3488" coordsize="2,3253">
              <v:shape style="position:absolute;left:11512;top:3488;width:2;height:3253" coordorigin="11512,3488" coordsize="0,3253" path="m11512,3493l11512,6746e" filled="f" stroked="t" strokeweight=".5pt" strokecolor="#000000">
                <v:path arrowok="t"/>
              </v:shape>
            </v:group>
            <v:group style="position:absolute;left:728;top:6741;width:10784;height:2" coordorigin="728,6741" coordsize="10784,2">
              <v:shape style="position:absolute;left:728;top:6741;width:10784;height:2" coordorigin="728,6741" coordsize="10784,0" path="m733,6741l11517,6741e" filled="f" stroked="t" strokeweight=".5pt" strokecolor="#000000">
                <v:path arrowok="t"/>
              </v:shape>
            </v:group>
            <v:group style="position:absolute;left:728;top:3488;width:2;height:3253" coordorigin="728,3488" coordsize="2,3253">
              <v:shape style="position:absolute;left:728;top:3488;width:2;height:3253" coordorigin="728,3488" coordsize="0,3253" path="m728,3493l728,674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5.307007pt;width:539.718009pt;height:163.138pt;mso-position-horizontal-relative:page;mso-position-vertical-relative:page;z-index:-4058" coordorigin="723,6906" coordsize="10794,3263">
            <v:group style="position:absolute;left:728;top:6911;width:10784;height:2" coordorigin="728,6911" coordsize="10784,2">
              <v:shape style="position:absolute;left:728;top:6911;width:10784;height:2" coordorigin="728,6911" coordsize="10784,0" path="m733,6911l11517,6911e" filled="f" stroked="t" strokeweight=".5pt" strokecolor="#000000">
                <v:path arrowok="t"/>
              </v:shape>
            </v:group>
            <v:group style="position:absolute;left:11512;top:6911;width:2;height:3253" coordorigin="11512,6911" coordsize="2,3253">
              <v:shape style="position:absolute;left:11512;top:6911;width:2;height:3253" coordorigin="11512,6911" coordsize="0,3253" path="m11512,6916l11512,10169e" filled="f" stroked="t" strokeweight=".5pt" strokecolor="#000000">
                <v:path arrowok="t"/>
              </v:shape>
            </v:group>
            <v:group style="position:absolute;left:728;top:10164;width:10784;height:2" coordorigin="728,10164" coordsize="10784,2">
              <v:shape style="position:absolute;left:728;top:10164;width:10784;height:2" coordorigin="728,10164" coordsize="10784,0" path="m733,10164l11517,10164e" filled="f" stroked="t" strokeweight=".5pt" strokecolor="#000000">
                <v:path arrowok="t"/>
              </v:shape>
            </v:group>
            <v:group style="position:absolute;left:728;top:6911;width:2;height:3253" coordorigin="728,6911" coordsize="2,3253">
              <v:shape style="position:absolute;left:728;top:6911;width:2;height:3253" coordorigin="728,6911" coordsize="0,3253" path="m728,6916l728,1016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16.445007pt;width:539.718009pt;height:163.138001pt;mso-position-horizontal-relative:page;mso-position-vertical-relative:page;z-index:-4057" coordorigin="723,10329" coordsize="10794,3263">
            <v:group style="position:absolute;left:728;top:10334;width:10784;height:2" coordorigin="728,10334" coordsize="10784,2">
              <v:shape style="position:absolute;left:728;top:10334;width:10784;height:2" coordorigin="728,10334" coordsize="10784,0" path="m733,10334l11517,10334e" filled="f" stroked="t" strokeweight=".5pt" strokecolor="#000000">
                <v:path arrowok="t"/>
              </v:shape>
            </v:group>
            <v:group style="position:absolute;left:11512;top:10334;width:2;height:3253" coordorigin="11512,10334" coordsize="2,3253">
              <v:shape style="position:absolute;left:11512;top:10334;width:2;height:3253" coordorigin="11512,10334" coordsize="0,3253" path="m11512,10339l11512,13592e" filled="f" stroked="t" strokeweight=".5pt" strokecolor="#000000">
                <v:path arrowok="t"/>
              </v:shape>
            </v:group>
            <v:group style="position:absolute;left:728;top:13587;width:10784;height:2" coordorigin="728,13587" coordsize="10784,2">
              <v:shape style="position:absolute;left:728;top:13587;width:10784;height:2" coordorigin="728,13587" coordsize="10784,0" path="m733,13587l11517,13587e" filled="f" stroked="t" strokeweight=".5pt" strokecolor="#000000">
                <v:path arrowok="t"/>
              </v:shape>
            </v:group>
            <v:group style="position:absolute;left:728;top:10334;width:2;height:3253" coordorigin="728,10334" coordsize="2,3253">
              <v:shape style="position:absolute;left:728;top:10334;width:2;height:3253" coordorigin="728,10334" coordsize="0,3253" path="m728,10339l728,1359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87.333008pt;width:539.718009pt;height:30.268982pt;mso-position-horizontal-relative:page;mso-position-vertical-relative:page;z-index:-4056" coordorigin="723,13747" coordsize="10794,605">
            <v:group style="position:absolute;left:728;top:13757;width:10784;height:2" coordorigin="728,13757" coordsize="10784,2">
              <v:shape style="position:absolute;left:728;top:13757;width:10784;height:2" coordorigin="728,13757" coordsize="10784,0" path="m733,13757l11517,13757e" filled="f" stroked="t" strokeweight=".5pt" strokecolor="#000000">
                <v:path arrowok="t"/>
              </v:shape>
            </v:group>
            <v:group style="position:absolute;left:11512;top:13757;width:2;height:590" coordorigin="11512,13757" coordsize="2,590">
              <v:shape style="position:absolute;left:11512;top:13757;width:2;height:590" coordorigin="11512,13757" coordsize="0,590" path="m11512,13762l11512,14352e" filled="f" stroked="t" strokeweight=".5pt" strokecolor="#000000">
                <v:path arrowok="t"/>
              </v:shape>
            </v:group>
            <v:group style="position:absolute;left:728;top:13757;width:2;height:590" coordorigin="728,13757" coordsize="2,590">
              <v:shape style="position:absolute;left:728;top:13757;width:2;height:590" coordorigin="728,13757" coordsize="0,590" path="m728,13762l728,1435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"Sign"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9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9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closes.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1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25.619003pt;mso-position-horizontal-relative:page;mso-position-vertical-relative:page;z-index:-4055" coordorigin="723,1435" coordsize="10794,2512">
            <v:group style="position:absolute;left:11512;top:1440;width:2;height:2502" coordorigin="11512,1440" coordsize="2,2502">
              <v:shape style="position:absolute;left:11512;top:1440;width:2;height:2502" coordorigin="11512,1440" coordsize="0,2502" path="m11512,1440l11512,3942e" filled="f" stroked="t" strokeweight=".5pt" strokecolor="#000000">
                <v:path arrowok="t"/>
              </v:shape>
            </v:group>
            <v:group style="position:absolute;left:728;top:3942;width:10784;height:2" coordorigin="728,3942" coordsize="10784,2">
              <v:shape style="position:absolute;left:728;top:3942;width:10784;height:2" coordorigin="728,3942" coordsize="10784,0" path="m733,3942l11517,3942e" filled="f" stroked="t" strokeweight=".5pt" strokecolor="#000000">
                <v:path arrowok="t"/>
              </v:shape>
            </v:group>
            <v:group style="position:absolute;left:728;top:1440;width:2;height:2502" coordorigin="728,1440" coordsize="2,2502">
              <v:shape style="position:absolute;left:728;top:1440;width:2;height:2502" coordorigin="728,1440" coordsize="0,2502" path="m728,1440l728,394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05.369003pt;width:539.718009pt;height:163.137986pt;mso-position-horizontal-relative:page;mso-position-vertical-relative:page;z-index:-4054" coordorigin="723,4107" coordsize="10794,3263">
            <v:group style="position:absolute;left:728;top:4112;width:10784;height:2" coordorigin="728,4112" coordsize="10784,2">
              <v:shape style="position:absolute;left:728;top:4112;width:10784;height:2" coordorigin="728,4112" coordsize="10784,0" path="m733,4112l11517,4112e" filled="f" stroked="t" strokeweight=".5pt" strokecolor="#000000">
                <v:path arrowok="t"/>
              </v:shape>
            </v:group>
            <v:group style="position:absolute;left:11512;top:4112;width:2;height:3253" coordorigin="11512,4112" coordsize="2,3253">
              <v:shape style="position:absolute;left:11512;top:4112;width:2;height:3253" coordorigin="11512,4112" coordsize="0,3253" path="m11512,4117l11512,7370e" filled="f" stroked="t" strokeweight=".5pt" strokecolor="#000000">
                <v:path arrowok="t"/>
              </v:shape>
            </v:group>
            <v:group style="position:absolute;left:728;top:7365;width:10784;height:2" coordorigin="728,7365" coordsize="10784,2">
              <v:shape style="position:absolute;left:728;top:7365;width:10784;height:2" coordorigin="728,7365" coordsize="10784,0" path="m733,7365l11517,7365e" filled="f" stroked="t" strokeweight=".5pt" strokecolor="#000000">
                <v:path arrowok="t"/>
              </v:shape>
            </v:group>
            <v:group style="position:absolute;left:728;top:4112;width:2;height:3253" coordorigin="728,4112" coordsize="2,3253">
              <v:shape style="position:absolute;left:728;top:4112;width:2;height:3253" coordorigin="728,4112" coordsize="0,3253" path="m728,4117l728,737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76.506989pt;width:539.718009pt;height:172.738006pt;mso-position-horizontal-relative:page;mso-position-vertical-relative:page;z-index:-4053" coordorigin="723,7530" coordsize="10794,3455">
            <v:group style="position:absolute;left:728;top:7535;width:10784;height:2" coordorigin="728,7535" coordsize="10784,2">
              <v:shape style="position:absolute;left:728;top:7535;width:10784;height:2" coordorigin="728,7535" coordsize="10784,0" path="m733,7535l11517,7535e" filled="f" stroked="t" strokeweight=".5pt" strokecolor="#000000">
                <v:path arrowok="t"/>
              </v:shape>
            </v:group>
            <v:group style="position:absolute;left:11512;top:7535;width:2;height:3445" coordorigin="11512,7535" coordsize="2,3445">
              <v:shape style="position:absolute;left:11512;top:7535;width:2;height:3445" coordorigin="11512,7535" coordsize="0,3445" path="m11512,7540l11512,10985e" filled="f" stroked="t" strokeweight=".5pt" strokecolor="#000000">
                <v:path arrowok="t"/>
              </v:shape>
            </v:group>
            <v:group style="position:absolute;left:728;top:10980;width:10784;height:2" coordorigin="728,10980" coordsize="10784,2">
              <v:shape style="position:absolute;left:728;top:10980;width:10784;height:2" coordorigin="728,10980" coordsize="10784,0" path="m733,10980l11517,10980e" filled="f" stroked="t" strokeweight=".5pt" strokecolor="#000000">
                <v:path arrowok="t"/>
              </v:shape>
            </v:group>
            <v:group style="position:absolute;left:728;top:7535;width:2;height:3445" coordorigin="728,7535" coordsize="2,3445">
              <v:shape style="position:absolute;left:728;top:7535;width:2;height:3445" coordorigin="728,7535" coordsize="0,3445" path="m728,7540l728,1098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56.994995pt;width:539.718009pt;height:135.869019pt;mso-position-horizontal-relative:page;mso-position-vertical-relative:page;z-index:-4052" coordorigin="723,11140" coordsize="10794,2717">
            <v:group style="position:absolute;left:728;top:11150;width:10784;height:2" coordorigin="728,11150" coordsize="10784,2">
              <v:shape style="position:absolute;left:728;top:11150;width:10784;height:2" coordorigin="728,11150" coordsize="10784,0" path="m733,11150l11517,11150e" filled="f" stroked="t" strokeweight=".5pt" strokecolor="#000000">
                <v:path arrowok="t"/>
              </v:shape>
            </v:group>
            <v:group style="position:absolute;left:11512;top:11150;width:2;height:2702" coordorigin="11512,11150" coordsize="2,2702">
              <v:shape style="position:absolute;left:11512;top:11150;width:2;height:2702" coordorigin="11512,11150" coordsize="0,2702" path="m11512,11155l11512,13857e" filled="f" stroked="t" strokeweight=".5pt" strokecolor="#000000">
                <v:path arrowok="t"/>
              </v:shape>
            </v:group>
            <v:group style="position:absolute;left:728;top:11150;width:2;height:2702" coordorigin="728,11150" coordsize="2,2702">
              <v:shape style="position:absolute;left:728;top:11150;width:2;height:2702" coordorigin="728,11150" coordsize="0,2702" path="m728,11155l728,13857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05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1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along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normal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Estimated</w:t>
      </w:r>
    </w:p>
    <w:p>
      <w:pPr>
        <w:spacing w:before="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Clearance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Complete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3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20.018999pt;mso-position-horizontal-relative:page;mso-position-vertical-relative:page;z-index:-4051" coordorigin="723,1435" coordsize="10794,400">
            <v:group style="position:absolute;left:11512;top:1440;width:2;height:390" coordorigin="11512,1440" coordsize="2,390">
              <v:shape style="position:absolute;left:11512;top:1440;width:2;height:390" coordorigin="11512,1440" coordsize="0,390" path="m11512,1440l11512,1830e" filled="f" stroked="t" strokeweight=".5pt" strokecolor="#000000">
                <v:path arrowok="t"/>
              </v:shape>
            </v:group>
            <v:group style="position:absolute;left:728;top:1830;width:10784;height:2" coordorigin="728,1830" coordsize="10784,2">
              <v:shape style="position:absolute;left:728;top:1830;width:10784;height:2" coordorigin="728,1830" coordsize="10784,0" path="m733,1830l11517,1830e" filled="f" stroked="t" strokeweight=".5pt" strokecolor="#000000">
                <v:path arrowok="t"/>
              </v:shape>
            </v:group>
            <v:group style="position:absolute;left:728;top:1440;width:2;height:390" coordorigin="728,1440" coordsize="2,390">
              <v:shape style="position:absolute;left:728;top:1440;width:2;height:390" coordorigin="728,1440" coordsize="0,390" path="m728,1440l728,183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99.768997pt;width:539.718009pt;height:163.137999pt;mso-position-horizontal-relative:page;mso-position-vertical-relative:page;z-index:-4050" coordorigin="723,1995" coordsize="10794,3263">
            <v:group style="position:absolute;left:728;top:2000;width:10784;height:2" coordorigin="728,2000" coordsize="10784,2">
              <v:shape style="position:absolute;left:728;top:2000;width:10784;height:2" coordorigin="728,2000" coordsize="10784,0" path="m733,2000l11517,2000e" filled="f" stroked="t" strokeweight=".5pt" strokecolor="#000000">
                <v:path arrowok="t"/>
              </v:shape>
            </v:group>
            <v:group style="position:absolute;left:11512;top:2000;width:2;height:3253" coordorigin="11512,2000" coordsize="2,3253">
              <v:shape style="position:absolute;left:11512;top:2000;width:2;height:3253" coordorigin="11512,2000" coordsize="0,3253" path="m11512,2005l11512,5258e" filled="f" stroked="t" strokeweight=".5pt" strokecolor="#000000">
                <v:path arrowok="t"/>
              </v:shape>
            </v:group>
            <v:group style="position:absolute;left:728;top:5253;width:10784;height:2" coordorigin="728,5253" coordsize="10784,2">
              <v:shape style="position:absolute;left:728;top:5253;width:10784;height:2" coordorigin="728,5253" coordsize="10784,0" path="m733,5253l11517,5253e" filled="f" stroked="t" strokeweight=".5pt" strokecolor="#000000">
                <v:path arrowok="t"/>
              </v:shape>
            </v:group>
            <v:group style="position:absolute;left:728;top:2000;width:2;height:3253" coordorigin="728,2000" coordsize="2,3253">
              <v:shape style="position:absolute;left:728;top:2000;width:2;height:3253" coordorigin="728,2000" coordsize="0,3253" path="m728,2005l728,52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70.907013pt;width:539.718009pt;height:163.138015pt;mso-position-horizontal-relative:page;mso-position-vertical-relative:page;z-index:-4049" coordorigin="723,5418" coordsize="10794,3263">
            <v:group style="position:absolute;left:728;top:5423;width:10784;height:2" coordorigin="728,5423" coordsize="10784,2">
              <v:shape style="position:absolute;left:728;top:5423;width:10784;height:2" coordorigin="728,5423" coordsize="10784,0" path="m733,5423l11517,5423e" filled="f" stroked="t" strokeweight=".5pt" strokecolor="#000000">
                <v:path arrowok="t"/>
              </v:shape>
            </v:group>
            <v:group style="position:absolute;left:11512;top:5423;width:2;height:3253" coordorigin="11512,5423" coordsize="2,3253">
              <v:shape style="position:absolute;left:11512;top:5423;width:2;height:3253" coordorigin="11512,5423" coordsize="0,3253" path="m11512,5428l11512,8681e" filled="f" stroked="t" strokeweight=".5pt" strokecolor="#000000">
                <v:path arrowok="t"/>
              </v:shape>
            </v:group>
            <v:group style="position:absolute;left:728;top:8676;width:10784;height:2" coordorigin="728,8676" coordsize="10784,2">
              <v:shape style="position:absolute;left:728;top:8676;width:10784;height:2" coordorigin="728,8676" coordsize="10784,0" path="m733,8676l11517,8676e" filled="f" stroked="t" strokeweight=".5pt" strokecolor="#000000">
                <v:path arrowok="t"/>
              </v:shape>
            </v:group>
            <v:group style="position:absolute;left:728;top:5423;width:2;height:3253" coordorigin="728,5423" coordsize="2,3253">
              <v:shape style="position:absolute;left:728;top:5423;width:2;height:3253" coordorigin="728,5423" coordsize="0,3253" path="m728,5428l728,868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42.045013pt;width:539.718009pt;height:163.13797pt;mso-position-horizontal-relative:page;mso-position-vertical-relative:page;z-index:-4048" coordorigin="723,8841" coordsize="10794,3263">
            <v:group style="position:absolute;left:728;top:8846;width:10784;height:2" coordorigin="728,8846" coordsize="10784,2">
              <v:shape style="position:absolute;left:728;top:8846;width:10784;height:2" coordorigin="728,8846" coordsize="10784,0" path="m733,8846l11517,8846e" filled="f" stroked="t" strokeweight=".5pt" strokecolor="#000000">
                <v:path arrowok="t"/>
              </v:shape>
            </v:group>
            <v:group style="position:absolute;left:11512;top:8846;width:2;height:3253" coordorigin="11512,8846" coordsize="2,3253">
              <v:shape style="position:absolute;left:11512;top:8846;width:2;height:3253" coordorigin="11512,8846" coordsize="0,3253" path="m11512,8851l11512,12104e" filled="f" stroked="t" strokeweight=".5pt" strokecolor="#000000">
                <v:path arrowok="t"/>
              </v:shape>
            </v:group>
            <v:group style="position:absolute;left:728;top:12099;width:10784;height:2" coordorigin="728,12099" coordsize="10784,2">
              <v:shape style="position:absolute;left:728;top:12099;width:10784;height:2" coordorigin="728,12099" coordsize="10784,0" path="m733,12099l11517,12099e" filled="f" stroked="t" strokeweight=".5pt" strokecolor="#000000">
                <v:path arrowok="t"/>
              </v:shape>
            </v:group>
            <v:group style="position:absolute;left:728;top:8846;width:2;height:3253" coordorigin="728,8846" coordsize="2,3253">
              <v:shape style="position:absolute;left:728;top:8846;width:2;height:3253" coordorigin="728,8846" coordsize="0,3253" path="m728,8851l728,1210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12.932983pt;width:539.718009pt;height:104.669007pt;mso-position-horizontal-relative:page;mso-position-vertical-relative:page;z-index:-4047" coordorigin="723,12259" coordsize="10794,2093">
            <v:group style="position:absolute;left:728;top:12269;width:10784;height:2" coordorigin="728,12269" coordsize="10784,2">
              <v:shape style="position:absolute;left:728;top:12269;width:10784;height:2" coordorigin="728,12269" coordsize="10784,0" path="m733,12269l11517,12269e" filled="f" stroked="t" strokeweight=".5pt" strokecolor="#000000">
                <v:path arrowok="t"/>
              </v:shape>
            </v:group>
            <v:group style="position:absolute;left:11512;top:12269;width:2;height:2078" coordorigin="11512,12269" coordsize="2,2078">
              <v:shape style="position:absolute;left:11512;top:12269;width:2;height:2078" coordorigin="11512,12269" coordsize="0,2078" path="m11512,12274l11512,14352e" filled="f" stroked="t" strokeweight=".5pt" strokecolor="#000000">
                <v:path arrowok="t"/>
              </v:shape>
            </v:group>
            <v:group style="position:absolute;left:728;top:12269;width:2;height:2078" coordorigin="728,12269" coordsize="2,2078">
              <v:shape style="position:absolute;left:728;top:12269;width:2;height:2078" coordorigin="728,12269" coordsize="0,2078" path="m728,12274l728,1435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"Sign"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2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9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closes.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1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43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pict>
          <v:group style="position:absolute;margin-left:36pt;margin-top:113.220001pt;width:540pt;height:.1pt;mso-position-horizontal-relative:page;mso-position-vertical-relative:page;z-index:-4046" coordorigin="720,2264" coordsize="10800,2">
            <v:shape style="position:absolute;left:720;top:2264;width:10800;height:2" coordorigin="720,2264" coordsize="10800,0" path="m720,2264l11520,2264e" filled="f" stroked="t" strokeweight=".3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7"/>
          <w:szCs w:val="37"/>
          <w:color w:val="010101"/>
          <w:w w:val="60"/>
        </w:rPr>
        <w:t>I</w:t>
      </w:r>
      <w:r>
        <w:rPr>
          <w:rFonts w:ascii="Arial" w:hAnsi="Arial" w:cs="Arial" w:eastAsia="Arial"/>
          <w:sz w:val="37"/>
          <w:szCs w:val="37"/>
          <w:color w:val="010101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-43"/>
          <w:w w:val="106"/>
        </w:rPr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6"/>
          <w:strike/>
        </w:rPr>
        <w:t>VoUdol"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6"/>
        </w:rPr>
      </w:r>
      <w:r>
        <w:rPr>
          <w:rFonts w:ascii="Times New Roman" w:hAnsi="Times New Roman" w:cs="Times New Roman" w:eastAsia="Times New Roman"/>
          <w:sz w:val="17"/>
          <w:szCs w:val="17"/>
          <w:color w:val="000000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230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color w:val="010101"/>
          <w:spacing w:val="0"/>
          <w:w w:val="105"/>
        </w:rPr>
        <w:t>Attachments</w:t>
      </w:r>
      <w:r>
        <w:rPr>
          <w:rFonts w:ascii="Arial" w:hAnsi="Arial" w:cs="Arial" w:eastAsia="Arial"/>
          <w:sz w:val="15"/>
          <w:szCs w:val="15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010101"/>
          <w:spacing w:val="0"/>
          <w:w w:val="100"/>
          <w:b/>
          <w:bCs/>
        </w:rPr>
        <w:t>Associated</w:t>
      </w:r>
      <w:r>
        <w:rPr>
          <w:rFonts w:ascii="Arial" w:hAnsi="Arial" w:cs="Arial" w:eastAsia="Arial"/>
          <w:sz w:val="21"/>
          <w:szCs w:val="21"/>
          <w:color w:val="010101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10101"/>
          <w:spacing w:val="0"/>
          <w:w w:val="103"/>
          <w:b/>
          <w:bCs/>
        </w:rPr>
        <w:t>E-Signatures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15" w:right="-20"/>
        <w:jc w:val="left"/>
        <w:tabs>
          <w:tab w:pos="1180" w:val="left"/>
          <w:tab w:pos="3460" w:val="left"/>
          <w:tab w:pos="6460" w:val="left"/>
          <w:tab w:pos="8740" w:val="left"/>
        </w:tabs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</w:rPr>
        <w:t>Signed</w:t>
      </w:r>
      <w:r>
        <w:rPr>
          <w:rFonts w:ascii="Arial" w:hAnsi="Arial" w:cs="Arial" w:eastAsia="Arial"/>
          <w:sz w:val="12"/>
          <w:szCs w:val="12"/>
          <w:color w:val="666666"/>
          <w:spacing w:val="-15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</w:rPr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</w:rPr>
      </w:r>
      <w:r>
        <w:rPr>
          <w:rFonts w:ascii="Arial" w:hAnsi="Arial" w:cs="Arial" w:eastAsia="Arial"/>
          <w:sz w:val="11"/>
          <w:szCs w:val="11"/>
          <w:color w:val="666666"/>
          <w:spacing w:val="0"/>
          <w:w w:val="111"/>
          <w:b/>
          <w:bCs/>
        </w:rPr>
        <w:t>Action</w:t>
      </w:r>
      <w:r>
        <w:rPr>
          <w:rFonts w:ascii="Arial" w:hAnsi="Arial" w:cs="Arial" w:eastAsia="Arial"/>
          <w:sz w:val="11"/>
          <w:szCs w:val="11"/>
          <w:color w:val="66666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11"/>
          <w:szCs w:val="11"/>
          <w:color w:val="666666"/>
          <w:spacing w:val="0"/>
          <w:w w:val="111"/>
          <w:b/>
          <w:bCs/>
        </w:rPr>
        <w:t>Signer</w:t>
      </w:r>
      <w:r>
        <w:rPr>
          <w:rFonts w:ascii="Arial" w:hAnsi="Arial" w:cs="Arial" w:eastAsia="Arial"/>
          <w:sz w:val="11"/>
          <w:szCs w:val="11"/>
          <w:color w:val="66666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11"/>
          <w:szCs w:val="11"/>
          <w:color w:val="666666"/>
          <w:spacing w:val="0"/>
          <w:w w:val="100"/>
          <w:b/>
          <w:bCs/>
        </w:rPr>
        <w:t>Comment</w:t>
      </w:r>
      <w:r>
        <w:rPr>
          <w:rFonts w:ascii="Arial" w:hAnsi="Arial" w:cs="Arial" w:eastAsia="Arial"/>
          <w:sz w:val="11"/>
          <w:szCs w:val="11"/>
          <w:color w:val="666666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color w:val="66666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11"/>
          <w:szCs w:val="11"/>
          <w:color w:val="666666"/>
          <w:spacing w:val="0"/>
          <w:w w:val="109"/>
          <w:b/>
          <w:bCs/>
        </w:rPr>
        <w:t>Additional</w:t>
      </w:r>
      <w:r>
        <w:rPr>
          <w:rFonts w:ascii="Arial" w:hAnsi="Arial" w:cs="Arial" w:eastAsia="Arial"/>
          <w:sz w:val="11"/>
          <w:szCs w:val="11"/>
          <w:color w:val="666666"/>
          <w:spacing w:val="-10"/>
          <w:w w:val="109"/>
          <w:b/>
          <w:bCs/>
        </w:rPr>
        <w:t> </w:t>
      </w:r>
      <w:r>
        <w:rPr>
          <w:rFonts w:ascii="Arial" w:hAnsi="Arial" w:cs="Arial" w:eastAsia="Arial"/>
          <w:sz w:val="11"/>
          <w:szCs w:val="11"/>
          <w:color w:val="666666"/>
          <w:spacing w:val="0"/>
          <w:w w:val="109"/>
          <w:b/>
          <w:bCs/>
        </w:rPr>
        <w:t>Information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</w:rPr>
      </w:r>
    </w:p>
    <w:p>
      <w:pPr>
        <w:jc w:val="left"/>
        <w:spacing w:after="0"/>
        <w:sectPr>
          <w:pgMar w:footer="981" w:header="0" w:top="1280" w:bottom="1180" w:left="620" w:right="980"/>
          <w:footerReference w:type="default" r:id="rId65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4044" type="#_x0000_t75">
            <v:imagedata r:id="rId67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106602: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NSR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20100311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Functional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Testing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(OR*3.0*420)_Dev1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Gold1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footer="981" w:header="0" w:top="1360" w:bottom="1180" w:left="620" w:right="740"/>
          <w:footerReference w:type="default" r:id="rId66"/>
          <w:pgSz w:w="12240" w:h="15840"/>
        </w:sectPr>
      </w:pPr>
      <w:rPr/>
    </w:p>
    <w:p>
      <w:pPr>
        <w:spacing w:before="39" w:after="0" w:line="240" w:lineRule="auto"/>
        <w:ind w:left="100" w:right="-68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412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30" w:lineRule="exact"/>
        <w:ind w:left="100" w:right="-20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3"/>
        </w:rPr>
        <w:t>Priority: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3"/>
        </w:rPr>
        <w:pict>
          <v:shape style="width:8pt;height:8pt;mso-position-horizontal-relative:char;mso-position-vertical-relative:line" type="#_x0000_t75">
            <v:imagedata r:id="rId6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3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39" w:after="0" w:line="250" w:lineRule="auto"/>
        <w:ind w:left="972" w:right="6332" w:firstLine="-972"/>
        <w:jc w:val="both"/>
        <w:tabs>
          <w:tab w:pos="96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2729" w:space="141"/>
            <w:col w:w="8010"/>
          </w:cols>
        </w:sectPr>
      </w:pPr>
      <w:rPr/>
    </w:p>
    <w:p>
      <w:pPr>
        <w:spacing w:before="11" w:after="0" w:line="250" w:lineRule="auto"/>
        <w:ind w:left="100" w:right="7366"/>
        <w:jc w:val="left"/>
        <w:tabs>
          <w:tab w:pos="1400" w:val="left"/>
          <w:tab w:pos="28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Blocking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31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Non-Blocking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Run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On: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Result: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69" o:title=""/>
          </v:shape>
        </w:pic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  <w:position w:val="0"/>
        </w:rPr>
        <w:t>Passed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Overview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59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3491: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288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68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3010: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1882" w:firstLine="278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Iteration: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Environments: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Dev1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Channels: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100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Spent: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5771" w:space="647"/>
            <w:col w:w="4462"/>
          </w:cols>
        </w:sectPr>
      </w:pPr>
      <w:rPr/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Previous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Details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46" w:after="0" w:line="183" w:lineRule="exact"/>
        <w:ind w:left="306" w:right="-20"/>
        <w:jc w:val="left"/>
        <w:tabs>
          <w:tab w:pos="620" w:val="left"/>
          <w:tab w:pos="2580" w:val="left"/>
          <w:tab w:pos="3220" w:val="left"/>
          <w:tab w:pos="4740" w:val="left"/>
          <w:tab w:pos="6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Environment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87" w:lineRule="exact"/>
        <w:ind w:left="233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21.505085pt;width:541.000001pt;height:18.399989pt;mso-position-horizontal-relative:page;mso-position-vertical-relative:paragraph;z-index:-4043" coordorigin="710,-430" coordsize="10820,368">
            <v:group style="position:absolute;left:725;top:-390;width:422;height:288" coordorigin="725,-390" coordsize="422,288">
              <v:shape style="position:absolute;left:725;top:-390;width:422;height:288" coordorigin="725,-390" coordsize="422,288" path="m725,-390l1147,-390,1147,-102,725,-102,725,-390e" filled="t" fillcolor="#E6E6E6" stroked="f">
                <v:path arrowok="t"/>
                <v:fill/>
              </v:shape>
            </v:group>
            <v:group style="position:absolute;left:717;top:-423;width:435;height:2" coordorigin="717,-423" coordsize="435,2">
              <v:shape style="position:absolute;left:717;top:-423;width:435;height:2" coordorigin="717,-423" coordsize="435,0" path="m718,-423l1154,-423e" filled="f" stroked="t" strokeweight=".666667pt" strokecolor="#E6E6E6">
                <v:path arrowok="t"/>
              </v:shape>
            </v:group>
            <v:group style="position:absolute;left:723;top:-397;width:425;height:2" coordorigin="723,-397" coordsize="425,2">
              <v:shape style="position:absolute;left:723;top:-397;width:425;height:2" coordorigin="723,-397" coordsize="425,0" path="m732,-397l1157,-397e" filled="f" stroked="t" strokeweight=".666667pt" strokecolor="#E6E6E6">
                <v:path arrowok="t"/>
              </v:shape>
            </v:group>
            <v:group style="position:absolute;left:723;top:-95;width:425;height:2" coordorigin="723,-95" coordsize="425,2">
              <v:shape style="position:absolute;left:723;top:-95;width:425;height:2" coordorigin="723,-95" coordsize="425,0" path="m727,-95l1152,-95e" filled="f" stroked="t" strokeweight=".666667pt" strokecolor="#E6E6E6">
                <v:path arrowok="t"/>
              </v:shape>
            </v:group>
            <v:group style="position:absolute;left:720;top:-410;width:2;height:328" coordorigin="720,-410" coordsize="2,328">
              <v:shape style="position:absolute;left:720;top:-410;width:2;height:328" coordorigin="720,-410" coordsize="0,328" path="m720,-390l720,-62e" filled="f" stroked="t" strokeweight=".5pt" strokecolor="#FFFFFF">
                <v:path arrowok="t"/>
              </v:shape>
            </v:group>
            <v:group style="position:absolute;left:1157;top:-390;width:1934;height:288" coordorigin="1157,-390" coordsize="1934,288">
              <v:shape style="position:absolute;left:1157;top:-390;width:1934;height:288" coordorigin="1157,-390" coordsize="1934,288" path="m1157,-390l3091,-390,3091,-102,1157,-102,1157,-390e" filled="t" fillcolor="#E6E6E6" stroked="f">
                <v:path arrowok="t"/>
                <v:fill/>
              </v:shape>
            </v:group>
            <v:group style="position:absolute;left:1152;top:-423;width:1944;height:2" coordorigin="1152,-423" coordsize="1944,2">
              <v:shape style="position:absolute;left:1152;top:-423;width:1944;height:2" coordorigin="1152,-423" coordsize="1944,0" path="m1152,-423l3096,-423e" filled="f" stroked="t" strokeweight=".666667pt" strokecolor="#E6E6E6">
                <v:path arrowok="t"/>
              </v:shape>
            </v:group>
            <v:group style="position:absolute;left:1155;top:-397;width:1937;height:2" coordorigin="1155,-397" coordsize="1937,2">
              <v:shape style="position:absolute;left:1155;top:-397;width:1937;height:2" coordorigin="1155,-397" coordsize="1937,0" path="m1159,-397l3096,-397e" filled="f" stroked="t" strokeweight=".666667pt" strokecolor="#E6E6E6">
                <v:path arrowok="t"/>
              </v:shape>
            </v:group>
            <v:group style="position:absolute;left:1155;top:-95;width:1937;height:2" coordorigin="1155,-95" coordsize="1937,2">
              <v:shape style="position:absolute;left:1155;top:-95;width:1937;height:2" coordorigin="1155,-95" coordsize="1937,0" path="m1159,-95l3096,-95e" filled="f" stroked="t" strokeweight=".666667pt" strokecolor="#E6E6E6">
                <v:path arrowok="t"/>
              </v:shape>
            </v:group>
            <v:group style="position:absolute;left:3101;top:-390;width:638;height:288" coordorigin="3101,-390" coordsize="638,288">
              <v:shape style="position:absolute;left:3101;top:-390;width:638;height:288" coordorigin="3101,-390" coordsize="638,288" path="m3101,-390l3739,-390,3739,-102,3101,-102,3101,-390e" filled="t" fillcolor="#E6E6E6" stroked="f">
                <v:path arrowok="t"/>
                <v:fill/>
              </v:shape>
            </v:group>
            <v:group style="position:absolute;left:3096;top:-423;width:648;height:2" coordorigin="3096,-423" coordsize="648,2">
              <v:shape style="position:absolute;left:3096;top:-423;width:648;height:2" coordorigin="3096,-423" coordsize="648,0" path="m3096,-423l3744,-423e" filled="f" stroked="t" strokeweight=".666667pt" strokecolor="#E6E6E6">
                <v:path arrowok="t"/>
              </v:shape>
            </v:group>
            <v:group style="position:absolute;left:3099;top:-397;width:641;height:2" coordorigin="3099,-397" coordsize="641,2">
              <v:shape style="position:absolute;left:3099;top:-397;width:641;height:2" coordorigin="3099,-397" coordsize="641,0" path="m3103,-397l3744,-397e" filled="f" stroked="t" strokeweight=".666667pt" strokecolor="#E6E6E6">
                <v:path arrowok="t"/>
              </v:shape>
            </v:group>
            <v:group style="position:absolute;left:3099;top:-95;width:641;height:2" coordorigin="3099,-95" coordsize="641,2">
              <v:shape style="position:absolute;left:3099;top:-95;width:641;height:2" coordorigin="3099,-95" coordsize="641,0" path="m3103,-95l3744,-95e" filled="f" stroked="t" strokeweight=".666667pt" strokecolor="#E6E6E6">
                <v:path arrowok="t"/>
              </v:shape>
            </v:group>
            <v:group style="position:absolute;left:3749;top:-390;width:1502;height:288" coordorigin="3749,-390" coordsize="1502,288">
              <v:shape style="position:absolute;left:3749;top:-390;width:1502;height:288" coordorigin="3749,-390" coordsize="1502,288" path="m3749,-390l5251,-390,5251,-102,3749,-102,3749,-390e" filled="t" fillcolor="#E6E6E6" stroked="f">
                <v:path arrowok="t"/>
                <v:fill/>
              </v:shape>
            </v:group>
            <v:group style="position:absolute;left:3744;top:-423;width:1512;height:2" coordorigin="3744,-423" coordsize="1512,2">
              <v:shape style="position:absolute;left:3744;top:-423;width:1512;height:2" coordorigin="3744,-423" coordsize="1512,0" path="m3744,-423l5256,-423e" filled="f" stroked="t" strokeweight=".666667pt" strokecolor="#E6E6E6">
                <v:path arrowok="t"/>
              </v:shape>
            </v:group>
            <v:group style="position:absolute;left:3747;top:-397;width:1505;height:2" coordorigin="3747,-397" coordsize="1505,2">
              <v:shape style="position:absolute;left:3747;top:-397;width:1505;height:2" coordorigin="3747,-397" coordsize="1505,0" path="m3751,-397l5256,-397e" filled="f" stroked="t" strokeweight=".666667pt" strokecolor="#E6E6E6">
                <v:path arrowok="t"/>
              </v:shape>
            </v:group>
            <v:group style="position:absolute;left:3747;top:-95;width:1505;height:2" coordorigin="3747,-95" coordsize="1505,2">
              <v:shape style="position:absolute;left:3747;top:-95;width:1505;height:2" coordorigin="3747,-95" coordsize="1505,0" path="m3751,-95l5256,-95e" filled="f" stroked="t" strokeweight=".666667pt" strokecolor="#E6E6E6">
                <v:path arrowok="t"/>
              </v:shape>
            </v:group>
            <v:group style="position:absolute;left:5261;top:-390;width:1502;height:288" coordorigin="5261,-390" coordsize="1502,288">
              <v:shape style="position:absolute;left:5261;top:-390;width:1502;height:288" coordorigin="5261,-390" coordsize="1502,288" path="m5261,-390l6763,-390,6763,-102,5261,-102,5261,-390e" filled="t" fillcolor="#E6E6E6" stroked="f">
                <v:path arrowok="t"/>
                <v:fill/>
              </v:shape>
            </v:group>
            <v:group style="position:absolute;left:5256;top:-423;width:1512;height:2" coordorigin="5256,-423" coordsize="1512,2">
              <v:shape style="position:absolute;left:5256;top:-423;width:1512;height:2" coordorigin="5256,-423" coordsize="1512,0" path="m5256,-423l6768,-423e" filled="f" stroked="t" strokeweight=".666667pt" strokecolor="#E6E6E6">
                <v:path arrowok="t"/>
              </v:shape>
            </v:group>
            <v:group style="position:absolute;left:5259;top:-397;width:1505;height:2" coordorigin="5259,-397" coordsize="1505,2">
              <v:shape style="position:absolute;left:5259;top:-397;width:1505;height:2" coordorigin="5259,-397" coordsize="1505,0" path="m5263,-397l6768,-397e" filled="f" stroked="t" strokeweight=".666667pt" strokecolor="#E6E6E6">
                <v:path arrowok="t"/>
              </v:shape>
            </v:group>
            <v:group style="position:absolute;left:5259;top:-95;width:1505;height:2" coordorigin="5259,-95" coordsize="1505,2">
              <v:shape style="position:absolute;left:5259;top:-95;width:1505;height:2" coordorigin="5259,-95" coordsize="1505,0" path="m5263,-95l6768,-95e" filled="f" stroked="t" strokeweight=".666667pt" strokecolor="#E6E6E6">
                <v:path arrowok="t"/>
              </v:shape>
            </v:group>
            <v:group style="position:absolute;left:6773;top:-390;width:854;height:288" coordorigin="6773,-390" coordsize="854,288">
              <v:shape style="position:absolute;left:6773;top:-390;width:854;height:288" coordorigin="6773,-390" coordsize="854,288" path="m6773,-390l7627,-390,7627,-102,6773,-102,6773,-390e" filled="t" fillcolor="#E6E6E6" stroked="f">
                <v:path arrowok="t"/>
                <v:fill/>
              </v:shape>
            </v:group>
            <v:group style="position:absolute;left:6768;top:-423;width:864;height:2" coordorigin="6768,-423" coordsize="864,2">
              <v:shape style="position:absolute;left:6768;top:-423;width:864;height:2" coordorigin="6768,-423" coordsize="864,0" path="m6768,-423l7632,-423e" filled="f" stroked="t" strokeweight=".666667pt" strokecolor="#E6E6E6">
                <v:path arrowok="t"/>
              </v:shape>
            </v:group>
            <v:group style="position:absolute;left:6771;top:-397;width:857;height:2" coordorigin="6771,-397" coordsize="857,2">
              <v:shape style="position:absolute;left:6771;top:-397;width:857;height:2" coordorigin="6771,-397" coordsize="857,0" path="m6775,-397l7632,-397e" filled="f" stroked="t" strokeweight=".666667pt" strokecolor="#E6E6E6">
                <v:path arrowok="t"/>
              </v:shape>
            </v:group>
            <v:group style="position:absolute;left:6771;top:-95;width:857;height:2" coordorigin="6771,-95" coordsize="857,2">
              <v:shape style="position:absolute;left:6771;top:-95;width:857;height:2" coordorigin="6771,-95" coordsize="857,0" path="m6775,-95l7632,-95e" filled="f" stroked="t" strokeweight=".666667pt" strokecolor="#E6E6E6">
                <v:path arrowok="t"/>
              </v:shape>
            </v:group>
            <v:group style="position:absolute;left:7637;top:-390;width:638;height:288" coordorigin="7637,-390" coordsize="638,288">
              <v:shape style="position:absolute;left:7637;top:-390;width:638;height:288" coordorigin="7637,-390" coordsize="638,288" path="m7637,-390l8275,-390,8275,-102,7637,-102,7637,-390e" filled="t" fillcolor="#E6E6E6" stroked="f">
                <v:path arrowok="t"/>
                <v:fill/>
              </v:shape>
            </v:group>
            <v:group style="position:absolute;left:7632;top:-423;width:648;height:2" coordorigin="7632,-423" coordsize="648,2">
              <v:shape style="position:absolute;left:7632;top:-423;width:648;height:2" coordorigin="7632,-423" coordsize="648,0" path="m7632,-423l8280,-423e" filled="f" stroked="t" strokeweight=".666667pt" strokecolor="#E6E6E6">
                <v:path arrowok="t"/>
              </v:shape>
            </v:group>
            <v:group style="position:absolute;left:7635;top:-397;width:641;height:2" coordorigin="7635,-397" coordsize="641,2">
              <v:shape style="position:absolute;left:7635;top:-397;width:641;height:2" coordorigin="7635,-397" coordsize="641,0" path="m7639,-397l8280,-397e" filled="f" stroked="t" strokeweight=".666667pt" strokecolor="#E6E6E6">
                <v:path arrowok="t"/>
              </v:shape>
            </v:group>
            <v:group style="position:absolute;left:7635;top:-95;width:641;height:2" coordorigin="7635,-95" coordsize="641,2">
              <v:shape style="position:absolute;left:7635;top:-95;width:641;height:2" coordorigin="7635,-95" coordsize="641,0" path="m7639,-95l8280,-95e" filled="f" stroked="t" strokeweight=".666667pt" strokecolor="#E6E6E6">
                <v:path arrowok="t"/>
              </v:shape>
            </v:group>
            <v:group style="position:absolute;left:8285;top:-390;width:638;height:288" coordorigin="8285,-390" coordsize="638,288">
              <v:shape style="position:absolute;left:8285;top:-390;width:638;height:288" coordorigin="8285,-390" coordsize="638,288" path="m8285,-390l8923,-390,8923,-102,8285,-102,8285,-390e" filled="t" fillcolor="#E6E6E6" stroked="f">
                <v:path arrowok="t"/>
                <v:fill/>
              </v:shape>
            </v:group>
            <v:group style="position:absolute;left:8280;top:-423;width:648;height:2" coordorigin="8280,-423" coordsize="648,2">
              <v:shape style="position:absolute;left:8280;top:-423;width:648;height:2" coordorigin="8280,-423" coordsize="648,0" path="m8280,-423l8928,-423e" filled="f" stroked="t" strokeweight=".666667pt" strokecolor="#E6E6E6">
                <v:path arrowok="t"/>
              </v:shape>
            </v:group>
            <v:group style="position:absolute;left:8283;top:-397;width:641;height:2" coordorigin="8283,-397" coordsize="641,2">
              <v:shape style="position:absolute;left:8283;top:-397;width:641;height:2" coordorigin="8283,-397" coordsize="641,0" path="m8287,-397l8928,-397e" filled="f" stroked="t" strokeweight=".666667pt" strokecolor="#E6E6E6">
                <v:path arrowok="t"/>
              </v:shape>
            </v:group>
            <v:group style="position:absolute;left:8283;top:-95;width:641;height:2" coordorigin="8283,-95" coordsize="641,2">
              <v:shape style="position:absolute;left:8283;top:-95;width:641;height:2" coordorigin="8283,-95" coordsize="641,0" path="m8287,-95l8928,-95e" filled="f" stroked="t" strokeweight=".666667pt" strokecolor="#E6E6E6">
                <v:path arrowok="t"/>
              </v:shape>
            </v:group>
            <v:group style="position:absolute;left:8933;top:-390;width:638;height:288" coordorigin="8933,-390" coordsize="638,288">
              <v:shape style="position:absolute;left:8933;top:-390;width:638;height:288" coordorigin="8933,-390" coordsize="638,288" path="m8933,-390l9571,-390,9571,-102,8933,-102,8933,-390e" filled="t" fillcolor="#E6E6E6" stroked="f">
                <v:path arrowok="t"/>
                <v:fill/>
              </v:shape>
            </v:group>
            <v:group style="position:absolute;left:8928;top:-423;width:648;height:2" coordorigin="8928,-423" coordsize="648,2">
              <v:shape style="position:absolute;left:8928;top:-423;width:648;height:2" coordorigin="8928,-423" coordsize="648,0" path="m8928,-423l9576,-423e" filled="f" stroked="t" strokeweight=".666667pt" strokecolor="#E6E6E6">
                <v:path arrowok="t"/>
              </v:shape>
            </v:group>
            <v:group style="position:absolute;left:8931;top:-397;width:641;height:2" coordorigin="8931,-397" coordsize="641,2">
              <v:shape style="position:absolute;left:8931;top:-397;width:641;height:2" coordorigin="8931,-397" coordsize="641,0" path="m8935,-397l9576,-397e" filled="f" stroked="t" strokeweight=".666667pt" strokecolor="#E6E6E6">
                <v:path arrowok="t"/>
              </v:shape>
            </v:group>
            <v:group style="position:absolute;left:8931;top:-95;width:641;height:2" coordorigin="8931,-95" coordsize="641,2">
              <v:shape style="position:absolute;left:8931;top:-95;width:641;height:2" coordorigin="8931,-95" coordsize="641,0" path="m8935,-95l9576,-95e" filled="f" stroked="t" strokeweight=".666667pt" strokecolor="#E6E6E6">
                <v:path arrowok="t"/>
              </v:shape>
            </v:group>
            <v:group style="position:absolute;left:9581;top:-390;width:638;height:288" coordorigin="9581,-390" coordsize="638,288">
              <v:shape style="position:absolute;left:9581;top:-390;width:638;height:288" coordorigin="9581,-390" coordsize="638,288" path="m9581,-390l10219,-390,10219,-102,9581,-102,9581,-390e" filled="t" fillcolor="#E6E6E6" stroked="f">
                <v:path arrowok="t"/>
                <v:fill/>
              </v:shape>
            </v:group>
            <v:group style="position:absolute;left:9576;top:-423;width:648;height:2" coordorigin="9576,-423" coordsize="648,2">
              <v:shape style="position:absolute;left:9576;top:-423;width:648;height:2" coordorigin="9576,-423" coordsize="648,0" path="m9576,-423l10224,-423e" filled="f" stroked="t" strokeweight=".666667pt" strokecolor="#E6E6E6">
                <v:path arrowok="t"/>
              </v:shape>
            </v:group>
            <v:group style="position:absolute;left:9579;top:-397;width:641;height:2" coordorigin="9579,-397" coordsize="641,2">
              <v:shape style="position:absolute;left:9579;top:-397;width:641;height:2" coordorigin="9579,-397" coordsize="641,0" path="m9583,-397l10224,-397e" filled="f" stroked="t" strokeweight=".666667pt" strokecolor="#E6E6E6">
                <v:path arrowok="t"/>
              </v:shape>
            </v:group>
            <v:group style="position:absolute;left:9579;top:-95;width:641;height:2" coordorigin="9579,-95" coordsize="641,2">
              <v:shape style="position:absolute;left:9579;top:-95;width:641;height:2" coordorigin="9579,-95" coordsize="641,0" path="m9583,-95l10224,-95e" filled="f" stroked="t" strokeweight=".666667pt" strokecolor="#E6E6E6">
                <v:path arrowok="t"/>
              </v:shape>
            </v:group>
            <v:group style="position:absolute;left:10229;top:-390;width:638;height:288" coordorigin="10229,-390" coordsize="638,288">
              <v:shape style="position:absolute;left:10229;top:-390;width:638;height:288" coordorigin="10229,-390" coordsize="638,288" path="m10229,-390l10867,-390,10867,-102,10229,-102,10229,-390e" filled="t" fillcolor="#E6E6E6" stroked="f">
                <v:path arrowok="t"/>
                <v:fill/>
              </v:shape>
            </v:group>
            <v:group style="position:absolute;left:10224;top:-423;width:648;height:2" coordorigin="10224,-423" coordsize="648,2">
              <v:shape style="position:absolute;left:10224;top:-423;width:648;height:2" coordorigin="10224,-423" coordsize="648,0" path="m10224,-423l10872,-423e" filled="f" stroked="t" strokeweight=".666667pt" strokecolor="#E6E6E6">
                <v:path arrowok="t"/>
              </v:shape>
            </v:group>
            <v:group style="position:absolute;left:10227;top:-397;width:641;height:2" coordorigin="10227,-397" coordsize="641,2">
              <v:shape style="position:absolute;left:10227;top:-397;width:641;height:2" coordorigin="10227,-397" coordsize="641,0" path="m10231,-397l10872,-397e" filled="f" stroked="t" strokeweight=".666667pt" strokecolor="#E6E6E6">
                <v:path arrowok="t"/>
              </v:shape>
            </v:group>
            <v:group style="position:absolute;left:10227;top:-95;width:641;height:2" coordorigin="10227,-95" coordsize="641,2">
              <v:shape style="position:absolute;left:10227;top:-95;width:641;height:2" coordorigin="10227,-95" coordsize="641,0" path="m10231,-95l10872,-95e" filled="f" stroked="t" strokeweight=".666667pt" strokecolor="#E6E6E6">
                <v:path arrowok="t"/>
              </v:shape>
            </v:group>
            <v:group style="position:absolute;left:10877;top:-390;width:638;height:288" coordorigin="10877,-390" coordsize="638,288">
              <v:shape style="position:absolute;left:10877;top:-390;width:638;height:288" coordorigin="10877,-390" coordsize="638,288" path="m10877,-390l11515,-390,11515,-102,10877,-102,10877,-390e" filled="t" fillcolor="#E6E6E6" stroked="f">
                <v:path arrowok="t"/>
                <v:fill/>
              </v:shape>
            </v:group>
            <v:group style="position:absolute;left:10872;top:-423;width:651;height:2" coordorigin="10872,-423" coordsize="651,2">
              <v:shape style="position:absolute;left:10872;top:-423;width:651;height:2" coordorigin="10872,-423" coordsize="651,0" path="m10872,-423l11523,-423e" filled="f" stroked="t" strokeweight=".666667pt" strokecolor="#E6E6E6">
                <v:path arrowok="t"/>
              </v:shape>
            </v:group>
            <v:group style="position:absolute;left:10875;top:-397;width:641;height:2" coordorigin="10875,-397" coordsize="641,2">
              <v:shape style="position:absolute;left:10875;top:-397;width:641;height:2" coordorigin="10875,-397" coordsize="641,0" path="m10879,-397l11520,-397e" filled="f" stroked="t" strokeweight=".666667pt" strokecolor="#E6E6E6">
                <v:path arrowok="t"/>
              </v:shape>
            </v:group>
            <v:group style="position:absolute;left:11520;top:-410;width:2;height:328" coordorigin="11520,-410" coordsize="2,328">
              <v:shape style="position:absolute;left:11520;top:-410;width:2;height:328" coordorigin="11520,-410" coordsize="0,328" path="m11520,-390l11520,-62e" filled="f" stroked="t" strokeweight=".5pt" strokecolor="#FFFFFF">
                <v:path arrowok="t"/>
              </v:shape>
            </v:group>
            <v:group style="position:absolute;left:10875;top:-95;width:641;height:2" coordorigin="10875,-95" coordsize="641,2">
              <v:shape style="position:absolute;left:10875;top:-95;width:641;height:2" coordorigin="10875,-95" coordsize="641,0" path="m10879,-95l11520,-95e" filled="f" stroked="t" strokeweight=".666667pt" strokecolor="#E6E6E6">
                <v:path arrowok="t"/>
              </v:shape>
            </v:group>
            <v:group style="position:absolute;left:720;top:-69;width:10800;height:2" coordorigin="720,-69" coordsize="10800,2">
              <v:shape style="position:absolute;left:720;top:-69;width:10800;height:2" coordorigin="720,-69" coordsize="10800,0" path="m720,-69l11520,-69e" filled="f" stroked="t" strokeweight=".66678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1"/>
        </w:rPr>
        <w:t>3181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1"/>
        </w:rPr>
        <w:t>  </w:t>
      </w:r>
      <w:r>
        <w:rPr>
          <w:rFonts w:ascii="Arial" w:hAnsi="Arial" w:cs="Arial" w:eastAsia="Arial"/>
          <w:sz w:val="12"/>
          <w:szCs w:val="12"/>
          <w:color w:val="3087B3"/>
          <w:spacing w:val="32"/>
          <w:w w:val="100"/>
          <w:position w:val="-1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Functional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4" w:after="0" w:line="184" w:lineRule="exact"/>
        <w:ind w:left="5" w:right="-69"/>
        <w:jc w:val="left"/>
        <w:tabs>
          <w:tab w:pos="6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3"/>
        </w:rPr>
        <w:t>Created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653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,</w:t>
      </w:r>
    </w:p>
    <w:p>
      <w:pPr>
        <w:spacing w:before="46" w:after="0" w:line="183" w:lineRule="exact"/>
        <w:ind w:left="-34" w:right="-54"/>
        <w:jc w:val="center"/>
        <w:tabs>
          <w:tab w:pos="12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Complet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1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213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5.649994pt;margin-top:-8.737793pt;width:35.299999pt;height:14.4pt;mso-position-horizontal-relative:page;mso-position-vertical-relative:paragraph;z-index:-4045" type="#_x0000_t202" filled="f" stroked="f">
            <v:textbox inset="0,0,0,0">
              <w:txbxContent>
                <w:p>
                  <w:pPr>
                    <w:spacing w:before="62" w:after="0" w:line="240" w:lineRule="auto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ed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87" w:lineRule="exact"/>
        <w:ind w:left="791" w:right="713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483.799988pt;margin-top:.458936pt;width:7.2pt;height:7.2pt;mso-position-horizontal-relative:page;mso-position-vertical-relative:paragraph;z-index:-4041" type="#_x0000_t75">
            <v:imagedata r:id="rId70" o:title=""/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In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Locked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4" w:equalWidth="0">
            <w:col w:w="6987" w:space="125"/>
            <w:col w:w="1100" w:space="201"/>
            <w:col w:w="1683" w:space="261"/>
            <w:col w:w="523"/>
          </w:cols>
        </w:sectPr>
      </w:pPr>
      <w:rPr/>
    </w:p>
    <w:p>
      <w:pPr>
        <w:spacing w:before="0" w:after="0" w:line="195" w:lineRule="exact"/>
        <w:ind w:left="632" w:right="-69"/>
        <w:jc w:val="left"/>
        <w:tabs>
          <w:tab w:pos="25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Draft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13" w:lineRule="exact"/>
        <w:ind w:left="632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35pt;margin-top:-3.605188pt;width:540.250127pt;height:.500269pt;mso-position-horizontal-relative:page;mso-position-vertical-relative:paragraph;z-index:-4042" coordorigin="717,-72" coordsize="10805,10">
            <v:group style="position:absolute;left:720;top:-70;width:10800;height:2" coordorigin="720,-70" coordsize="10800,2">
              <v:shape style="position:absolute;left:720;top:-70;width:10800;height:2" coordorigin="720,-70" coordsize="10800,0" path="m720,-70l11520,-70e" filled="f" stroked="t" strokeweight=".250117pt" strokecolor="#DFDFDF">
                <v:path arrowok="t"/>
              </v:shape>
            </v:group>
            <v:group style="position:absolute;left:720;top:-65;width:10800;height:2" coordorigin="720,-65" coordsize="10800,2">
              <v:shape style="position:absolute;left:720;top:-65;width:10800;height:2" coordorigin="720,-65" coordsize="10800,0" path="m720,-65l11520,-65e" filled="f" stroked="t" strokeweight=".250127pt" strokecolor="#DFDFDF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2.627998pt;margin-top:4.366053pt;width:13.344001pt;height:6pt;mso-position-horizontal-relative:page;mso-position-vertical-relative:paragraph;z-index:-4037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2312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Functional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47" w:lineRule="exact"/>
        <w:ind w:left="632" w:right="-69"/>
        <w:jc w:val="left"/>
        <w:tabs>
          <w:tab w:pos="25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1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1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3"/>
        </w:rPr>
        <w:t>Draft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Lucy</w:t>
      </w:r>
    </w:p>
    <w:p>
      <w:pPr>
        <w:spacing w:before="6" w:after="0" w:line="267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</w:p>
    <w:p>
      <w:pPr>
        <w:spacing w:before="0" w:after="0" w:line="78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VHAISDILU</w:t>
      </w:r>
      <w:r>
        <w:rPr>
          <w:rFonts w:ascii="Arial" w:hAnsi="Arial" w:cs="Arial" w:eastAsia="Arial"/>
          <w:sz w:val="12"/>
          <w:szCs w:val="12"/>
          <w:spacing w:val="-66"/>
          <w:w w:val="100"/>
        </w:rPr>
        <w:t>S</w:t>
      </w:r>
      <w:r>
        <w:rPr>
          <w:rFonts w:ascii="Arial" w:hAnsi="Arial" w:cs="Arial" w:eastAsia="Arial"/>
          <w:sz w:val="12"/>
          <w:szCs w:val="12"/>
          <w:spacing w:val="-21"/>
          <w:w w:val="100"/>
        </w:rPr>
        <w:t>N</w:t>
      </w:r>
      <w:r>
        <w:rPr>
          <w:rFonts w:ascii="Arial" w:hAnsi="Arial" w:cs="Arial" w:eastAsia="Arial"/>
          <w:sz w:val="12"/>
          <w:szCs w:val="12"/>
          <w:spacing w:val="-52"/>
          <w:w w:val="100"/>
        </w:rPr>
        <w:t>T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/</w:t>
      </w:r>
      <w:r>
        <w:rPr>
          <w:rFonts w:ascii="Arial" w:hAnsi="Arial" w:cs="Arial" w:eastAsia="Arial"/>
          <w:sz w:val="12"/>
          <w:szCs w:val="12"/>
          <w:spacing w:val="-61"/>
          <w:w w:val="100"/>
        </w:rPr>
        <w:t>A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L</w:t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125" w:lineRule="auto"/>
        <w:ind w:right="-41" w:firstLine="64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9,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0" w:after="0" w:line="106" w:lineRule="exact"/>
        <w:ind w:right="255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false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06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Progress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7" w:lineRule="exact"/>
        <w:ind w:right="255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483.799988pt;margin-top:-3.105065pt;width:7.2pt;height:7.2pt;mso-position-horizontal-relative:page;mso-position-vertical-relative:paragraph;z-index:-4039" type="#_x0000_t75">
            <v:imagedata r:id="rId71" o:title=""/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false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right"/>
        <w:spacing w:after="0"/>
        <w:sectPr>
          <w:type w:val="continuous"/>
          <w:pgSz w:w="12240" w:h="15840"/>
          <w:pgMar w:top="1360" w:bottom="1160" w:left="620" w:right="740"/>
          <w:cols w:num="4" w:equalWidth="0">
            <w:col w:w="2837" w:space="4275"/>
            <w:col w:w="494" w:space="154"/>
            <w:col w:w="995" w:space="301"/>
            <w:col w:w="1824"/>
          </w:cols>
        </w:sectPr>
      </w:pPr>
      <w:rPr/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/>
        <w:pict>
          <v:group style="position:absolute;margin-left:36pt;margin-top:440.36203pt;width:540pt;height:.1pt;mso-position-horizontal-relative:page;mso-position-vertical-relative:page;z-index:-4038" coordorigin="720,8807" coordsize="10800,2">
            <v:shape style="position:absolute;left:720;top:8807;width:10800;height:2" coordorigin="720,8807" coordsize="10800,0" path="m720,8807l11520,8807e" filled="f" stroked="t" strokeweight=".500066pt" strokecolor="#DFDFDF">
              <v:path arrowok="t"/>
            </v:shape>
          </v:group>
          <w10:wrap type="none"/>
        </w:pict>
      </w:r>
      <w:r>
        <w:rPr>
          <w:sz w:val="24"/>
          <w:szCs w:val="24"/>
        </w:rPr>
      </w:r>
    </w:p>
    <w:p>
      <w:pPr>
        <w:spacing w:before="0" w:after="0" w:line="113" w:lineRule="exact"/>
        <w:ind w:left="632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2.627998pt;margin-top:4.366046pt;width:13.344001pt;height:6pt;mso-position-horizontal-relative:page;mso-position-vertical-relative:paragraph;z-index:-4036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3444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Functional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9" w:lineRule="exact"/>
        <w:ind w:left="632" w:right="-69"/>
        <w:jc w:val="left"/>
        <w:tabs>
          <w:tab w:pos="25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Draft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18" w:after="0" w:line="256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Lucy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0" w:after="0" w:line="101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12" w:lineRule="auto"/>
        <w:ind w:right="215" w:firstLine="648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35pt;margin-top:-6.599112pt;width:540.250127pt;height:.500060pt;mso-position-horizontal-relative:page;mso-position-vertical-relative:paragraph;z-index:-4040" coordorigin="717,-132" coordsize="10805,10">
            <v:group style="position:absolute;left:720;top:-129;width:10800;height:2" coordorigin="720,-129" coordsize="10800,2">
              <v:shape style="position:absolute;left:720;top:-129;width:10800;height:2" coordorigin="720,-129" coordsize="10800,0" path="m720,-129l11520,-129e" filled="f" stroked="t" strokeweight=".250127pt" strokecolor="#DFDFDF">
                <v:path arrowok="t"/>
              </v:shape>
            </v:group>
            <v:group style="position:absolute;left:720;top:-124;width:10800;height:2" coordorigin="720,-124" coordsize="10800,2">
              <v:shape style="position:absolute;left:720;top:-124;width:10800;height:2" coordorigin="720,-124" coordsize="10800,0" path="m720,-124l11520,-124e" filled="f" stroked="t" strokeweight=".250066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72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VHAISDILUSTL</w:t>
      </w:r>
    </w:p>
    <w:p>
      <w:pPr>
        <w:spacing w:before="0" w:after="0" w:line="102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sectPr>
      <w:type w:val="continuous"/>
      <w:pgSz w:w="12240" w:h="15840"/>
      <w:pgMar w:top="1360" w:bottom="1160" w:left="620" w:right="740"/>
      <w:cols w:num="4" w:equalWidth="0">
        <w:col w:w="2837" w:space="4275"/>
        <w:col w:w="574" w:space="74"/>
        <w:col w:w="1697" w:space="895"/>
        <w:col w:w="52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6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323997pt;margin-top:737.782104pt;width:469.352022pt;height:8pt;mso-position-horizontal-relative:page;mso-position-vertical-relative:page;z-index:-4261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https://your_server.vha.domain.ext:9443/jazz/service/com.ibm.rqm.integration.service.IIntegrationService/resources/VIP+%28QM%29/testsuite/urn:com.ibm.rqm:testsuite:3010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44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4243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https://your_server.vha.domain.ext:9443/jazz/service/com.ibm.rqm.integration.service.IIntegrationService/resources/VIP+%28QM%29/testcase/urn:com.ibm.rqm:testcase:95701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4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4241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https://your_server.vha.domain.ext:9443/jazz/service/com.ibm.rqm.integration.service.IIntegrationService/resources/VIP+%28QM%29/executionscript/urn:com.ibm.rqm:executionscript:87186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3.639999pt;margin-top:733.679993pt;width:324.36pt;height:.1pt;mso-position-horizontal-relative:page;mso-position-vertical-relative:page;z-index:-4240" coordorigin="2873,14674" coordsize="6487,2">
          <v:shape style="position:absolute;left:2873;top:14674;width:6487;height:2" coordorigin="2873,14674" coordsize="6487,0" path="m2873,14674l9360,14674e" filled="f" stroked="t" strokeweight="1.4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.279999pt;margin-top:737.538086pt;width:506.229928pt;height:8pt;mso-position-horizontal-relative:page;mso-position-vertical-relative:page;z-index:-4239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3"/>
                  </w:rPr>
                  <w:t>h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3"/>
                    <w:w w:val="94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2"/>
                  </w:rPr>
                  <w:t>tps:/Nh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5"/>
                    <w:w w:val="103"/>
                  </w:rPr>
                  <w:t>a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3"/>
                    <w:w w:val="136"/>
                  </w:rPr>
                  <w:t>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97"/>
                  </w:rPr>
                  <w:t>sha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2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ppr3vha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med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va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5"/>
                  </w:rPr>
                  <w:t>g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2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ov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99"/>
                  </w:rPr>
                  <w:t>944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98"/>
                  </w:rPr>
                  <w:t>3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10"/>
                    <w:w w:val="97"/>
                  </w:rPr>
                  <w:t>/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9"/>
                    <w:w w:val="61"/>
                  </w:rPr>
                  <w:t>J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99"/>
                  </w:rPr>
                  <w:t>azz/ser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2"/>
                    <w:w w:val="100"/>
                  </w:rPr>
                  <w:t>v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5"/>
                    <w:w w:val="136"/>
                  </w:rPr>
                  <w:t>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99"/>
                  </w:rPr>
                  <w:t>ce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2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2B7D1"/>
                    <w:spacing w:val="-12"/>
                    <w:w w:val="100"/>
                  </w:rPr>
                  <w:t>/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13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63"/>
                  </w:rPr>
                  <w:t>.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10"/>
                    <w:w w:val="63"/>
                  </w:rPr>
                  <w:t>I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5"/>
                  </w:rPr>
                  <w:t>b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4"/>
                    <w:w w:val="105"/>
                  </w:rPr>
                  <w:t>m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13"/>
                  </w:rPr>
                  <w:t>rqm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23"/>
                  </w:rPr>
                  <w:t>1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1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3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2"/>
                    <w:w w:val="94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egra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1"/>
                    <w:w w:val="94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2B7D1"/>
                    <w:spacing w:val="1"/>
                    <w:w w:val="205"/>
                  </w:rPr>
                  <w:t>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1"/>
                  </w:rPr>
                  <w:t>o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7"/>
                    <w:w w:val="101"/>
                  </w:rPr>
                  <w:t>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4"/>
                    <w:w w:val="119"/>
                  </w:rPr>
                  <w:t>.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97"/>
                  </w:rPr>
                  <w:t>ser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1"/>
                    <w:w w:val="97"/>
                  </w:rPr>
                  <w:t>v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1"/>
                    <w:w w:val="205"/>
                  </w:rPr>
                  <w:t>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5"/>
                  </w:rPr>
                  <w:t>c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3"/>
                    <w:w w:val="105"/>
                  </w:rPr>
                  <w:t>e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106"/>
                  </w:rPr>
                  <w:t>.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107"/>
                  </w:rPr>
                  <w:t>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2"/>
                  </w:rPr>
                  <w:t>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2"/>
                    <w:w w:val="102"/>
                  </w:rPr>
                  <w:t>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5"/>
                    <w:w w:val="94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egr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8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86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4"/>
                    <w:w w:val="87"/>
                  </w:rPr>
                  <w:t>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98"/>
                  </w:rPr>
                  <w:t>onServlce/resources!V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2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18"/>
                    <w:w w:val="125"/>
                  </w:rPr>
                  <w:t>I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1"/>
                    <w:w w:val="109"/>
                  </w:rPr>
                  <w:t>P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5"/>
                    <w:w w:val="88"/>
                  </w:rPr>
                  <w:t>+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81"/>
                  </w:rPr>
                  <w:t>o/o28Q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2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6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%29/exec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3"/>
                    <w:w w:val="100"/>
                  </w:rPr>
                  <w:t>u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4"/>
                    <w:w w:val="100"/>
                  </w:rPr>
                  <w:t>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onsc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3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pt/ur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6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5"/>
                    <w:w w:val="100"/>
                  </w:rPr>
                  <w:t>: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co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4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10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bm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rqm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1"/>
                  </w:rPr>
                  <w:t>exec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11"/>
                    <w:w w:val="101"/>
                  </w:rPr>
                  <w:t>u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75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1"/>
                    <w:w w:val="76"/>
                  </w:rPr>
                  <w:t>1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99"/>
                  </w:rPr>
                  <w:t>o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2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-14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0"/>
                  </w:rPr>
                  <w:t>scn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-8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3187B3"/>
                    <w:spacing w:val="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529ABF"/>
                    <w:spacing w:val="0"/>
                    <w:w w:val="102"/>
                  </w:rPr>
                  <w:t>87186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38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2.610992pt;margin-top:737.782104pt;width:284.780013pt;height:17.6pt;mso-position-horizontal-relative:page;mso-position-vertical-relative:page;z-index:-4237" type="#_x0000_t202" filled="f" stroked="f">
          <v:textbox inset="0,0,0,0">
            <w:txbxContent>
              <w:p>
                <w:pPr>
                  <w:spacing w:before="4" w:after="0" w:line="240" w:lineRule="auto"/>
                  <w:ind w:left="-9" w:right="-29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54" w:after="0" w:line="240" w:lineRule="auto"/>
                  <w:ind w:left="266" w:right="206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resources/VIP+%28QM%29/suiteexecutionrecord/urn:com.ibm.rqm:suiteexecutionrecord:106602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60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4259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https://your_server.vha.domain.ext:9443/jazz/service/com.ibm.rqm.integration.service.IIntegrationService/resources/VIP+%28QM%29/testcase/urn:com.ibm.rqm:testcase:90122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58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4257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https://your_server.vha.domain.ext:9443/jazz/service/com.ibm.rqm.integration.service.IIntegrationService/resources/VIP+%28QM%29/executionscript/urn:com.ibm.rqm:executionscript:81434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56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4255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https://your_server.vha.domain.ext:9443/jazz/service/com.ibm.rqm.integration.service.IIntegrationService/resources/VIP+%28QM%29/testcase/urn:com.ibm.rqm:testcase:90125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54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4253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https://your_server.vha.domain.ext:9443/jazz/service/com.ibm.rqm.integration.service.IIntegrationService/resources/VIP+%28QM%29/executionscript/urn:com.ibm.rqm:executionscript:81440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5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4251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https://your_server.vha.domain.ext:9443/jazz/service/com.ibm.rqm.integration.service.IIntegrationService/resources/VIP+%28QM%29/testcase/urn:com.ibm.rqm:testcase:90133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50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4249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https://your_server.vha.domain.ext:9443/jazz/service/com.ibm.rqm.integration.service.IIntegrationService/resources/VIP+%28QM%29/executionscript/urn:com.ibm.rqm:executionscript:81457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48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4247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https://your_server.vha.domain.ext:9443/jazz/service/com.ibm.rqm.integration.service.IIntegrationService/resources/VIP+%28QM%29/testcase/urn:com.ibm.rqm:testcase:90134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4246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4245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https://your_server.vha.domain.ext:9443/jazz/service/com.ibm.rqm.integration.service.IIntegrationService/resources/VIP+%28QM%29/executionscript/urn:com.ibm.rqm:executionscript:81458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footer" Target="footer2.xml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footer" Target="footer3.xml"/><Relationship Id="rId24" Type="http://schemas.openxmlformats.org/officeDocument/2006/relationships/image" Target="media/image17.png"/><Relationship Id="rId25" Type="http://schemas.openxmlformats.org/officeDocument/2006/relationships/footer" Target="footer4.xml"/><Relationship Id="rId26" Type="http://schemas.openxmlformats.org/officeDocument/2006/relationships/image" Target="media/image18.png"/><Relationship Id="rId27" Type="http://schemas.openxmlformats.org/officeDocument/2006/relationships/image" Target="media/image19.png"/><Relationship Id="rId28" Type="http://schemas.openxmlformats.org/officeDocument/2006/relationships/image" Target="media/image20.png"/><Relationship Id="rId29" Type="http://schemas.openxmlformats.org/officeDocument/2006/relationships/image" Target="media/image21.png"/><Relationship Id="rId30" Type="http://schemas.openxmlformats.org/officeDocument/2006/relationships/image" Target="media/image22.png"/><Relationship Id="rId31" Type="http://schemas.openxmlformats.org/officeDocument/2006/relationships/image" Target="media/image23.png"/><Relationship Id="rId32" Type="http://schemas.openxmlformats.org/officeDocument/2006/relationships/image" Target="media/image24.png"/><Relationship Id="rId33" Type="http://schemas.openxmlformats.org/officeDocument/2006/relationships/image" Target="media/image25.png"/><Relationship Id="rId34" Type="http://schemas.openxmlformats.org/officeDocument/2006/relationships/footer" Target="footer5.xml"/><Relationship Id="rId35" Type="http://schemas.openxmlformats.org/officeDocument/2006/relationships/image" Target="media/image26.png"/><Relationship Id="rId36" Type="http://schemas.openxmlformats.org/officeDocument/2006/relationships/footer" Target="footer6.xml"/><Relationship Id="rId37" Type="http://schemas.openxmlformats.org/officeDocument/2006/relationships/image" Target="media/image27.png"/><Relationship Id="rId38" Type="http://schemas.openxmlformats.org/officeDocument/2006/relationships/image" Target="media/image28.png"/><Relationship Id="rId39" Type="http://schemas.openxmlformats.org/officeDocument/2006/relationships/image" Target="media/image29.png"/><Relationship Id="rId40" Type="http://schemas.openxmlformats.org/officeDocument/2006/relationships/image" Target="media/image30.png"/><Relationship Id="rId41" Type="http://schemas.openxmlformats.org/officeDocument/2006/relationships/image" Target="media/image31.png"/><Relationship Id="rId42" Type="http://schemas.openxmlformats.org/officeDocument/2006/relationships/image" Target="media/image32.png"/><Relationship Id="rId43" Type="http://schemas.openxmlformats.org/officeDocument/2006/relationships/image" Target="media/image33.png"/><Relationship Id="rId44" Type="http://schemas.openxmlformats.org/officeDocument/2006/relationships/image" Target="media/image34.png"/><Relationship Id="rId45" Type="http://schemas.openxmlformats.org/officeDocument/2006/relationships/footer" Target="footer7.xml"/><Relationship Id="rId46" Type="http://schemas.openxmlformats.org/officeDocument/2006/relationships/image" Target="media/image35.png"/><Relationship Id="rId47" Type="http://schemas.openxmlformats.org/officeDocument/2006/relationships/footer" Target="footer8.xml"/><Relationship Id="rId48" Type="http://schemas.openxmlformats.org/officeDocument/2006/relationships/image" Target="media/image36.png"/><Relationship Id="rId49" Type="http://schemas.openxmlformats.org/officeDocument/2006/relationships/image" Target="media/image37.png"/><Relationship Id="rId50" Type="http://schemas.openxmlformats.org/officeDocument/2006/relationships/image" Target="media/image38.png"/><Relationship Id="rId51" Type="http://schemas.openxmlformats.org/officeDocument/2006/relationships/image" Target="media/image39.png"/><Relationship Id="rId52" Type="http://schemas.openxmlformats.org/officeDocument/2006/relationships/image" Target="media/image40.png"/><Relationship Id="rId53" Type="http://schemas.openxmlformats.org/officeDocument/2006/relationships/image" Target="media/image41.png"/><Relationship Id="rId54" Type="http://schemas.openxmlformats.org/officeDocument/2006/relationships/footer" Target="footer9.xml"/><Relationship Id="rId55" Type="http://schemas.openxmlformats.org/officeDocument/2006/relationships/image" Target="media/image42.png"/><Relationship Id="rId56" Type="http://schemas.openxmlformats.org/officeDocument/2006/relationships/footer" Target="footer10.xml"/><Relationship Id="rId57" Type="http://schemas.openxmlformats.org/officeDocument/2006/relationships/image" Target="media/image43.png"/><Relationship Id="rId58" Type="http://schemas.openxmlformats.org/officeDocument/2006/relationships/image" Target="media/image44.png"/><Relationship Id="rId59" Type="http://schemas.openxmlformats.org/officeDocument/2006/relationships/image" Target="media/image45.png"/><Relationship Id="rId60" Type="http://schemas.openxmlformats.org/officeDocument/2006/relationships/image" Target="media/image46.png"/><Relationship Id="rId61" Type="http://schemas.openxmlformats.org/officeDocument/2006/relationships/image" Target="media/image47.png"/><Relationship Id="rId62" Type="http://schemas.openxmlformats.org/officeDocument/2006/relationships/image" Target="media/image48.png"/><Relationship Id="rId63" Type="http://schemas.openxmlformats.org/officeDocument/2006/relationships/footer" Target="footer11.xml"/><Relationship Id="rId64" Type="http://schemas.openxmlformats.org/officeDocument/2006/relationships/image" Target="media/image49.png"/><Relationship Id="rId65" Type="http://schemas.openxmlformats.org/officeDocument/2006/relationships/footer" Target="footer12.xml"/><Relationship Id="rId66" Type="http://schemas.openxmlformats.org/officeDocument/2006/relationships/footer" Target="footer13.xml"/><Relationship Id="rId67" Type="http://schemas.openxmlformats.org/officeDocument/2006/relationships/image" Target="media/image50.png"/><Relationship Id="rId68" Type="http://schemas.openxmlformats.org/officeDocument/2006/relationships/image" Target="media/image51.png"/><Relationship Id="rId69" Type="http://schemas.openxmlformats.org/officeDocument/2006/relationships/image" Target="media/image52.png"/><Relationship Id="rId70" Type="http://schemas.openxmlformats.org/officeDocument/2006/relationships/image" Target="media/image53.png"/><Relationship Id="rId71" Type="http://schemas.openxmlformats.org/officeDocument/2006/relationships/image" Target="media/image54.png"/><Relationship Id="rId72" Type="http://schemas.openxmlformats.org/officeDocument/2006/relationships/image" Target="media/image55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2016-04-19T14:16:11Z</dcterms:created>
  <dcterms:modified xsi:type="dcterms:W3CDTF">2016-04-19T14:16:11Z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2016-02-24T00:00:00Z</vt:filetime>
  </property>
  <property fmtid="{D5CDD505-2E9C-101B-9397-08002B2CF9AE}" pid="3" name="LastSaved">
    <vt:filetime>2016-04-19T00:00:00Z</vt:filetime>
  </property>
</Properties>
</file>